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Pr="00CB6F94" w:rsidRDefault="000719BB" w:rsidP="006C2343">
      <w:pPr>
        <w:pStyle w:val="Titul2"/>
      </w:pPr>
    </w:p>
    <w:p w:rsidR="00826B7B" w:rsidRPr="00CB6F94" w:rsidRDefault="00826B7B" w:rsidP="006C2343">
      <w:pPr>
        <w:pStyle w:val="Titul2"/>
      </w:pPr>
    </w:p>
    <w:p w:rsidR="00DA1C67" w:rsidRPr="00CB6F94" w:rsidRDefault="00DA1C67" w:rsidP="006C2343">
      <w:pPr>
        <w:pStyle w:val="Titul2"/>
      </w:pPr>
    </w:p>
    <w:p w:rsidR="003254A3" w:rsidRPr="00CB6F94" w:rsidRDefault="00BD76C3" w:rsidP="006C2343">
      <w:pPr>
        <w:pStyle w:val="Titul2"/>
      </w:pPr>
      <w:r w:rsidRPr="00CB6F94">
        <w:t>Příloha č. 2 c)</w:t>
      </w:r>
    </w:p>
    <w:p w:rsidR="003254A3" w:rsidRPr="00CB6F94" w:rsidRDefault="003254A3" w:rsidP="00AD0C7B">
      <w:pPr>
        <w:pStyle w:val="Titul2"/>
      </w:pPr>
    </w:p>
    <w:p w:rsidR="00AD0C7B" w:rsidRPr="00CB6F94" w:rsidRDefault="00BD76C3" w:rsidP="006C2343">
      <w:pPr>
        <w:pStyle w:val="Titul1"/>
      </w:pPr>
      <w:r w:rsidRPr="00CB6F94">
        <w:t>Zvláštní</w:t>
      </w:r>
      <w:r w:rsidR="00AD0C7B" w:rsidRPr="00CB6F94">
        <w:t xml:space="preserve"> technické podmínky</w:t>
      </w:r>
    </w:p>
    <w:p w:rsidR="00AD0C7B" w:rsidRPr="00CB6F94" w:rsidRDefault="00AD0C7B" w:rsidP="00EB46E5">
      <w:pPr>
        <w:pStyle w:val="Titul2"/>
      </w:pPr>
    </w:p>
    <w:p w:rsidR="00EB46E5" w:rsidRPr="00CB6F94" w:rsidRDefault="00EB46E5" w:rsidP="00BF54FE">
      <w:pPr>
        <w:pStyle w:val="Titul2"/>
      </w:pPr>
      <w:r w:rsidRPr="00CB6F94">
        <w:t>Zh</w:t>
      </w:r>
      <w:r w:rsidRPr="00CB6F94">
        <w:rPr>
          <w:rStyle w:val="Nzevakce"/>
          <w:b/>
        </w:rPr>
        <w:t>otov</w:t>
      </w:r>
      <w:r w:rsidRPr="00CB6F94">
        <w:t>en</w:t>
      </w:r>
      <w:r w:rsidR="00232000" w:rsidRPr="00CB6F94">
        <w:t xml:space="preserve">í stavby </w:t>
      </w:r>
    </w:p>
    <w:p w:rsidR="002007BA" w:rsidRPr="00CB6F94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:rsidR="00BF54FE" w:rsidRPr="00CB6F94" w:rsidRDefault="00FD3003" w:rsidP="006C2343">
          <w:pPr>
            <w:pStyle w:val="Tituldatum"/>
            <w:rPr>
              <w:rStyle w:val="Nzevakce"/>
            </w:rPr>
          </w:pPr>
          <w:r w:rsidRPr="00CB6F94">
            <w:rPr>
              <w:rStyle w:val="Nzevakce"/>
            </w:rPr>
            <w:t>Oprava SZZ Čejč a Kobylí na Moravě</w:t>
          </w:r>
        </w:p>
      </w:sdtContent>
    </w:sdt>
    <w:p w:rsidR="00BF54FE" w:rsidRPr="00CB6F94" w:rsidRDefault="00BF54FE" w:rsidP="006C2343">
      <w:pPr>
        <w:pStyle w:val="Tituldatum"/>
      </w:pPr>
    </w:p>
    <w:p w:rsidR="009226C1" w:rsidRPr="00CB6F94" w:rsidRDefault="0029767C" w:rsidP="0029767C">
      <w:pPr>
        <w:pStyle w:val="Tituldatum"/>
        <w:tabs>
          <w:tab w:val="left" w:pos="3512"/>
        </w:tabs>
      </w:pPr>
      <w:r w:rsidRPr="00CB6F94">
        <w:tab/>
      </w:r>
    </w:p>
    <w:p w:rsidR="00DA1C67" w:rsidRPr="00CB6F94" w:rsidRDefault="00DA1C67" w:rsidP="006C2343">
      <w:pPr>
        <w:pStyle w:val="Tituldatum"/>
      </w:pPr>
    </w:p>
    <w:p w:rsidR="00DA1C67" w:rsidRPr="00CB6F94" w:rsidRDefault="00DA1C67" w:rsidP="006C2343">
      <w:pPr>
        <w:pStyle w:val="Tituldatum"/>
      </w:pPr>
    </w:p>
    <w:p w:rsidR="003B111D" w:rsidRPr="00CB6F94" w:rsidRDefault="003B111D" w:rsidP="006C2343">
      <w:pPr>
        <w:pStyle w:val="Tituldatum"/>
      </w:pPr>
    </w:p>
    <w:p w:rsidR="00826B7B" w:rsidRPr="00CB6F94" w:rsidRDefault="006C2343" w:rsidP="006C2343">
      <w:pPr>
        <w:pStyle w:val="Tituldatum"/>
      </w:pPr>
      <w:r w:rsidRPr="00CB6F94">
        <w:t xml:space="preserve">Datum vydání: </w:t>
      </w:r>
      <w:r w:rsidRPr="00CB6F94">
        <w:tab/>
      </w:r>
      <w:r w:rsidR="001F7C12" w:rsidRPr="00CB6F94">
        <w:t>8</w:t>
      </w:r>
      <w:r w:rsidR="00C56FB9" w:rsidRPr="00CB6F94">
        <w:t>.</w:t>
      </w:r>
      <w:r w:rsidR="001F7C12" w:rsidRPr="00CB6F94">
        <w:t>6</w:t>
      </w:r>
      <w:r w:rsidR="00C56FB9" w:rsidRPr="00CB6F94">
        <w:t>.202</w:t>
      </w:r>
      <w:r w:rsidR="00C740F4" w:rsidRPr="00CB6F94">
        <w:t>3</w:t>
      </w:r>
      <w:r w:rsidR="0076790E" w:rsidRPr="00CB6F94">
        <w:t xml:space="preserve"> </w:t>
      </w:r>
    </w:p>
    <w:p w:rsidR="00826B7B" w:rsidRPr="00CB6F94" w:rsidRDefault="00826B7B">
      <w:r w:rsidRPr="00CB6F94">
        <w:br w:type="page"/>
      </w:r>
    </w:p>
    <w:p w:rsidR="00BD7E91" w:rsidRPr="00CB6F94" w:rsidRDefault="00BD7E91" w:rsidP="00B101FD">
      <w:pPr>
        <w:pStyle w:val="Nadpisbezsl1-1"/>
      </w:pPr>
      <w:r w:rsidRPr="00CB6F94">
        <w:lastRenderedPageBreak/>
        <w:t>Obsah</w:t>
      </w:r>
      <w:r w:rsidR="00887F36" w:rsidRPr="00CB6F94">
        <w:t xml:space="preserve"> </w:t>
      </w:r>
    </w:p>
    <w:p w:rsidR="0038556A" w:rsidRPr="00CB6F9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CB6F94">
        <w:fldChar w:fldCharType="begin"/>
      </w:r>
      <w:r w:rsidRPr="00CB6F94">
        <w:instrText xml:space="preserve"> TOC \o "1-2" \h \z \u </w:instrText>
      </w:r>
      <w:r w:rsidRPr="00CB6F94">
        <w:fldChar w:fldCharType="separate"/>
      </w:r>
      <w:hyperlink w:anchor="_Toc137124661" w:history="1">
        <w:r w:rsidR="0038556A" w:rsidRPr="00CB6F94">
          <w:rPr>
            <w:rStyle w:val="Hypertextovodkaz"/>
            <w:color w:val="auto"/>
          </w:rPr>
          <w:t>SEZNAM ZKRATEK</w:t>
        </w:r>
        <w:r w:rsidR="0038556A" w:rsidRPr="00CB6F94">
          <w:rPr>
            <w:noProof/>
            <w:webHidden/>
          </w:rPr>
          <w:tab/>
        </w:r>
        <w:r w:rsidR="0038556A" w:rsidRPr="00CB6F94">
          <w:rPr>
            <w:noProof/>
            <w:webHidden/>
          </w:rPr>
          <w:fldChar w:fldCharType="begin"/>
        </w:r>
        <w:r w:rsidR="0038556A" w:rsidRPr="00CB6F94">
          <w:rPr>
            <w:noProof/>
            <w:webHidden/>
          </w:rPr>
          <w:instrText xml:space="preserve"> PAGEREF _Toc137124661 \h </w:instrText>
        </w:r>
        <w:r w:rsidR="0038556A" w:rsidRPr="00CB6F94">
          <w:rPr>
            <w:noProof/>
            <w:webHidden/>
          </w:rPr>
        </w:r>
        <w:r w:rsidR="0038556A" w:rsidRPr="00CB6F94">
          <w:rPr>
            <w:noProof/>
            <w:webHidden/>
          </w:rPr>
          <w:fldChar w:fldCharType="separate"/>
        </w:r>
        <w:r w:rsidR="0038556A" w:rsidRPr="00CB6F94">
          <w:rPr>
            <w:noProof/>
            <w:webHidden/>
          </w:rPr>
          <w:t>2</w:t>
        </w:r>
        <w:r w:rsidR="0038556A"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62" w:history="1">
        <w:r w:rsidRPr="00CB6F94">
          <w:rPr>
            <w:rStyle w:val="Hypertextovodkaz"/>
            <w:color w:val="auto"/>
          </w:rPr>
          <w:t>Pojmy a definice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_Toc137124662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3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63" w:history="1">
        <w:r w:rsidRPr="00CB6F94">
          <w:rPr>
            <w:rStyle w:val="Hypertextovodkaz"/>
            <w:color w:val="auto"/>
          </w:rPr>
          <w:t>1.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SPECIFIKACE PŘEDMĚTU DÍLA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_Toc137124663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64" w:history="1">
        <w:r w:rsidRPr="00CB6F94">
          <w:rPr>
            <w:rStyle w:val="Hypertextovodkaz"/>
            <w:rFonts w:asciiTheme="majorHAnsi" w:hAnsiTheme="majorHAnsi"/>
            <w:color w:val="auto"/>
          </w:rPr>
          <w:t>1.1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Účel a rozsah předmětu Díla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_Toc137124664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65" w:history="1">
        <w:r w:rsidRPr="00CB6F94">
          <w:rPr>
            <w:rStyle w:val="Hypertextovodkaz"/>
            <w:rFonts w:asciiTheme="majorHAnsi" w:hAnsiTheme="majorHAnsi"/>
            <w:color w:val="auto"/>
          </w:rPr>
          <w:t>1.2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Umístění stavby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_Toc137124665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66" w:history="1">
        <w:r w:rsidRPr="00CB6F94">
          <w:rPr>
            <w:rStyle w:val="Hypertextovodkaz"/>
            <w:color w:val="auto"/>
          </w:rPr>
          <w:t>2.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PŘEHLED VÝCHOZÍCH PODKLADŮ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_Toc137124666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67" w:history="1">
        <w:r w:rsidRPr="00CB6F94">
          <w:rPr>
            <w:rStyle w:val="Hypertextovodkaz"/>
            <w:rFonts w:asciiTheme="majorHAnsi" w:hAnsiTheme="majorHAnsi"/>
            <w:color w:val="auto"/>
          </w:rPr>
          <w:t>2.1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Projektová dokumentace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_Toc137124667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68" w:history="1">
        <w:r w:rsidRPr="00CB6F94">
          <w:rPr>
            <w:rStyle w:val="Hypertextovodkaz"/>
            <w:rFonts w:asciiTheme="majorHAnsi" w:hAnsiTheme="majorHAnsi"/>
            <w:color w:val="auto"/>
          </w:rPr>
          <w:t>2.2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Související dokumentace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_Toc137124668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69" w:history="1">
        <w:r w:rsidRPr="00CB6F94">
          <w:rPr>
            <w:rStyle w:val="Hypertextovodkaz"/>
            <w:color w:val="auto"/>
          </w:rPr>
          <w:t>3.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KOORDINACE S JINÝMI STAVBAMI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_Toc137124669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70" w:history="1">
        <w:r w:rsidRPr="00CB6F94">
          <w:rPr>
            <w:rStyle w:val="Hypertextovodkaz"/>
            <w:color w:val="auto"/>
          </w:rPr>
          <w:t>4.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Zvláštní TECHNICKÉ podmímky a požadavky na PROVEDENÍ DÍLA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_Toc137124670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1" w:history="1">
        <w:r w:rsidRPr="00CB6F94">
          <w:rPr>
            <w:rStyle w:val="Hypertextovodkaz"/>
            <w:rFonts w:asciiTheme="majorHAnsi" w:hAnsiTheme="majorHAnsi"/>
            <w:color w:val="auto"/>
          </w:rPr>
          <w:t>4.1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Všeobecně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_Toc137124671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2" w:history="1">
        <w:r w:rsidRPr="00CB6F94">
          <w:rPr>
            <w:rStyle w:val="Hypertextovodkaz"/>
            <w:rFonts w:asciiTheme="majorHAnsi" w:hAnsiTheme="majorHAnsi"/>
            <w:color w:val="auto"/>
          </w:rPr>
          <w:t>4.2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Zeměměřická činnost zhotovitele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_Toc137124672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10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3" w:history="1">
        <w:r w:rsidRPr="00CB6F94">
          <w:rPr>
            <w:rStyle w:val="Hypertextovodkaz"/>
            <w:rFonts w:asciiTheme="majorHAnsi" w:hAnsiTheme="majorHAnsi"/>
            <w:color w:val="auto"/>
          </w:rPr>
          <w:t>4.3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Doklady překládané zhotovitelem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_Toc137124673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11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4" w:history="1">
        <w:r w:rsidRPr="00CB6F94">
          <w:rPr>
            <w:rStyle w:val="Hypertextovodkaz"/>
            <w:rFonts w:asciiTheme="majorHAnsi" w:hAnsiTheme="majorHAnsi"/>
            <w:color w:val="auto"/>
          </w:rPr>
          <w:t>4.4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Dokumentace zhotovitele pro stavbu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_Toc137124674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11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5" w:history="1">
        <w:r w:rsidRPr="00CB6F94">
          <w:rPr>
            <w:rStyle w:val="Hypertextovodkaz"/>
            <w:rFonts w:asciiTheme="majorHAnsi" w:hAnsiTheme="majorHAnsi"/>
            <w:color w:val="auto"/>
          </w:rPr>
          <w:t>4.5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Dokumentace skutečného provedení stavby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_Toc137124675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11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6" w:history="1">
        <w:r w:rsidRPr="00CB6F94">
          <w:rPr>
            <w:rStyle w:val="Hypertextovodkaz"/>
            <w:rFonts w:asciiTheme="majorHAnsi" w:hAnsiTheme="majorHAnsi"/>
            <w:color w:val="auto"/>
          </w:rPr>
          <w:t>4.6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Zabezpečovací zařízení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_Toc137124676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12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7" w:history="1">
        <w:r w:rsidRPr="00CB6F94">
          <w:rPr>
            <w:rStyle w:val="Hypertextovodkaz"/>
            <w:rFonts w:asciiTheme="majorHAnsi" w:hAnsiTheme="majorHAnsi"/>
            <w:color w:val="auto"/>
          </w:rPr>
          <w:t>4.7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Sdělovací zařízení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_Toc137124677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13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8" w:history="1">
        <w:r w:rsidRPr="00CB6F94">
          <w:rPr>
            <w:rStyle w:val="Hypertextovodkaz"/>
            <w:rFonts w:asciiTheme="majorHAnsi" w:hAnsiTheme="majorHAnsi"/>
            <w:color w:val="auto"/>
          </w:rPr>
          <w:t>4.8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Silnoproudá technologie včetně DŘT, trakční a energetická zařízení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_Toc137124678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13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79" w:history="1">
        <w:r w:rsidRPr="00CB6F94">
          <w:rPr>
            <w:rStyle w:val="Hypertextovodkaz"/>
            <w:rFonts w:asciiTheme="majorHAnsi" w:hAnsiTheme="majorHAnsi"/>
            <w:color w:val="auto"/>
          </w:rPr>
          <w:t>4.9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Ostatní technologická zařízení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_Toc137124679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13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0" w:history="1">
        <w:r w:rsidRPr="00CB6F94">
          <w:rPr>
            <w:rStyle w:val="Hypertextovodkaz"/>
            <w:rFonts w:asciiTheme="majorHAnsi" w:hAnsiTheme="majorHAnsi"/>
            <w:color w:val="auto"/>
          </w:rPr>
          <w:t>4.10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Železniční svršek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_Toc137124680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13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1" w:history="1">
        <w:r w:rsidRPr="00CB6F94">
          <w:rPr>
            <w:rStyle w:val="Hypertextovodkaz"/>
            <w:rFonts w:asciiTheme="majorHAnsi" w:hAnsiTheme="majorHAnsi"/>
            <w:color w:val="auto"/>
          </w:rPr>
          <w:t>4.11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Železniční spodek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_Toc137124681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2" w:history="1">
        <w:r w:rsidRPr="00CB6F94">
          <w:rPr>
            <w:rStyle w:val="Hypertextovodkaz"/>
            <w:rFonts w:asciiTheme="majorHAnsi" w:hAnsiTheme="majorHAnsi"/>
            <w:color w:val="auto"/>
          </w:rPr>
          <w:t>4.12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Nástupiště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_Toc137124682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3" w:history="1">
        <w:r w:rsidRPr="00CB6F94">
          <w:rPr>
            <w:rStyle w:val="Hypertextovodkaz"/>
            <w:rFonts w:asciiTheme="majorHAnsi" w:hAnsiTheme="majorHAnsi"/>
            <w:color w:val="auto"/>
          </w:rPr>
          <w:t>4.13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Železniční přejezdy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_Toc137124683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4" w:history="1">
        <w:r w:rsidRPr="00CB6F94">
          <w:rPr>
            <w:rStyle w:val="Hypertextovodkaz"/>
            <w:rFonts w:asciiTheme="majorHAnsi" w:hAnsiTheme="majorHAnsi"/>
            <w:color w:val="auto"/>
          </w:rPr>
          <w:t>4.14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Mosty, propustky a zdi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_Toc137124684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5" w:history="1">
        <w:r w:rsidRPr="00CB6F94">
          <w:rPr>
            <w:rStyle w:val="Hypertextovodkaz"/>
            <w:rFonts w:asciiTheme="majorHAnsi" w:hAnsiTheme="majorHAnsi"/>
            <w:color w:val="auto"/>
          </w:rPr>
          <w:t>4.15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Ostatní inženýrské objekty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_Toc137124685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6" w:history="1">
        <w:r w:rsidRPr="00CB6F94">
          <w:rPr>
            <w:rStyle w:val="Hypertextovodkaz"/>
            <w:rFonts w:asciiTheme="majorHAnsi" w:hAnsiTheme="majorHAnsi"/>
            <w:color w:val="auto"/>
          </w:rPr>
          <w:t>4.16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Železniční tunely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_Toc137124686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7" w:history="1">
        <w:r w:rsidRPr="00CB6F94">
          <w:rPr>
            <w:rStyle w:val="Hypertextovodkaz"/>
            <w:rFonts w:asciiTheme="majorHAnsi" w:hAnsiTheme="majorHAnsi"/>
            <w:color w:val="auto"/>
          </w:rPr>
          <w:t>4.17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Pozemní komunikace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_Toc137124687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8" w:history="1">
        <w:r w:rsidRPr="00CB6F94">
          <w:rPr>
            <w:rStyle w:val="Hypertextovodkaz"/>
            <w:rFonts w:asciiTheme="majorHAnsi" w:hAnsiTheme="majorHAnsi"/>
            <w:color w:val="auto"/>
          </w:rPr>
          <w:t>4.18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Kabelovody, kolektory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_Toc137124688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89" w:history="1">
        <w:r w:rsidRPr="00CB6F94">
          <w:rPr>
            <w:rStyle w:val="Hypertextovodkaz"/>
            <w:rFonts w:asciiTheme="majorHAnsi" w:hAnsiTheme="majorHAnsi"/>
            <w:color w:val="auto"/>
          </w:rPr>
          <w:t>4.19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Protihlukové objekty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_Toc137124689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90" w:history="1">
        <w:r w:rsidRPr="00CB6F94">
          <w:rPr>
            <w:rStyle w:val="Hypertextovodkaz"/>
            <w:rFonts w:asciiTheme="majorHAnsi" w:hAnsiTheme="majorHAnsi"/>
            <w:color w:val="auto"/>
          </w:rPr>
          <w:t>4.20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Pozemní stavební objekty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_Toc137124690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91" w:history="1">
        <w:r w:rsidRPr="00CB6F94">
          <w:rPr>
            <w:rStyle w:val="Hypertextovodkaz"/>
            <w:rFonts w:asciiTheme="majorHAnsi" w:hAnsiTheme="majorHAnsi"/>
            <w:color w:val="auto"/>
          </w:rPr>
          <w:t>4.21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Trakční a energická zařízení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_Toc137124691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14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124692" w:history="1">
        <w:r w:rsidRPr="00CB6F94">
          <w:rPr>
            <w:rStyle w:val="Hypertextovodkaz"/>
            <w:rFonts w:asciiTheme="majorHAnsi" w:hAnsiTheme="majorHAnsi"/>
            <w:color w:val="auto"/>
          </w:rPr>
          <w:t>4.22</w:t>
        </w:r>
        <w:r w:rsidRPr="00CB6F9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Životní prostředí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_Toc137124692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15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93" w:history="1">
        <w:r w:rsidRPr="00CB6F94">
          <w:rPr>
            <w:rStyle w:val="Hypertextovodkaz"/>
            <w:color w:val="auto"/>
          </w:rPr>
          <w:t>5.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ORGANIZACE VÝSTAVBY, VÝLUKY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_Toc137124693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15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94" w:history="1">
        <w:r w:rsidRPr="00CB6F94">
          <w:rPr>
            <w:rStyle w:val="Hypertextovodkaz"/>
            <w:color w:val="auto"/>
          </w:rPr>
          <w:t>6.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SOUVISEJÍCÍ DOKUMENTY A PŘEDPISY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_Toc137124694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15</w:t>
        </w:r>
        <w:r w:rsidRPr="00CB6F94">
          <w:rPr>
            <w:noProof/>
            <w:webHidden/>
          </w:rPr>
          <w:fldChar w:fldCharType="end"/>
        </w:r>
      </w:hyperlink>
    </w:p>
    <w:p w:rsidR="0038556A" w:rsidRPr="00CB6F94" w:rsidRDefault="0038556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124695" w:history="1">
        <w:r w:rsidRPr="00CB6F94">
          <w:rPr>
            <w:rStyle w:val="Hypertextovodkaz"/>
            <w:color w:val="auto"/>
          </w:rPr>
          <w:t>7.</w:t>
        </w:r>
        <w:r w:rsidRPr="00CB6F9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6F94">
          <w:rPr>
            <w:rStyle w:val="Hypertextovodkaz"/>
            <w:color w:val="auto"/>
          </w:rPr>
          <w:t>PŘÍLOHY</w:t>
        </w:r>
        <w:r w:rsidRPr="00CB6F94">
          <w:rPr>
            <w:noProof/>
            <w:webHidden/>
          </w:rPr>
          <w:tab/>
        </w:r>
        <w:r w:rsidRPr="00CB6F94">
          <w:rPr>
            <w:noProof/>
            <w:webHidden/>
          </w:rPr>
          <w:fldChar w:fldCharType="begin"/>
        </w:r>
        <w:r w:rsidRPr="00CB6F94">
          <w:rPr>
            <w:noProof/>
            <w:webHidden/>
          </w:rPr>
          <w:instrText xml:space="preserve"> PAGEREF _Toc137124695 \h </w:instrText>
        </w:r>
        <w:r w:rsidRPr="00CB6F94">
          <w:rPr>
            <w:noProof/>
            <w:webHidden/>
          </w:rPr>
        </w:r>
        <w:r w:rsidRPr="00CB6F94">
          <w:rPr>
            <w:noProof/>
            <w:webHidden/>
          </w:rPr>
          <w:fldChar w:fldCharType="separate"/>
        </w:r>
        <w:r w:rsidRPr="00CB6F94">
          <w:rPr>
            <w:noProof/>
            <w:webHidden/>
          </w:rPr>
          <w:t>16</w:t>
        </w:r>
        <w:r w:rsidRPr="00CB6F94">
          <w:rPr>
            <w:noProof/>
            <w:webHidden/>
          </w:rPr>
          <w:fldChar w:fldCharType="end"/>
        </w:r>
      </w:hyperlink>
    </w:p>
    <w:p w:rsidR="00AD0C7B" w:rsidRPr="00CB6F94" w:rsidRDefault="00BD7E91" w:rsidP="008D03B9">
      <w:r w:rsidRPr="00CB6F94">
        <w:fldChar w:fldCharType="end"/>
      </w:r>
    </w:p>
    <w:p w:rsidR="00AD0C7B" w:rsidRPr="00CB6F94" w:rsidRDefault="00AD0C7B" w:rsidP="00DA1C67">
      <w:pPr>
        <w:pStyle w:val="Nadpisbezsl1-1"/>
        <w:outlineLvl w:val="0"/>
      </w:pPr>
      <w:bookmarkStart w:id="0" w:name="_Toc13731854"/>
      <w:bookmarkStart w:id="1" w:name="_Toc137124661"/>
      <w:r w:rsidRPr="00CB6F94">
        <w:t>SEZNAM ZKRATEK</w:t>
      </w:r>
      <w:bookmarkEnd w:id="1"/>
      <w:r w:rsidR="0076790E" w:rsidRPr="00CB6F94">
        <w:t xml:space="preserve"> </w:t>
      </w:r>
      <w:bookmarkEnd w:id="0"/>
    </w:p>
    <w:p w:rsidR="00263DB8" w:rsidRPr="00CB6F94" w:rsidRDefault="00263DB8" w:rsidP="00263DB8">
      <w:pPr>
        <w:pStyle w:val="Textbezslovn"/>
        <w:ind w:left="0"/>
        <w:rPr>
          <w:rStyle w:val="Tun"/>
        </w:rPr>
      </w:pPr>
      <w:r w:rsidRPr="00CB6F94">
        <w:rPr>
          <w:rStyle w:val="Tun"/>
        </w:rPr>
        <w:t>Není-li v těchto ZTP výslovně uvedeno jinak, mají zkratky použité v těchto ZTP význam definovaný v TKP.</w:t>
      </w:r>
    </w:p>
    <w:p w:rsidR="000145C8" w:rsidRPr="00CB6F94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CB6F9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B6F94" w:rsidRDefault="00831E0F" w:rsidP="00AD0C7B">
            <w:pPr>
              <w:pStyle w:val="Zkratky1"/>
            </w:pPr>
            <w:r w:rsidRPr="00CB6F94">
              <w:t xml:space="preserve">ESD </w:t>
            </w:r>
            <w:r w:rsidRPr="00CB6F9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B6F94" w:rsidRDefault="00831E0F" w:rsidP="000F15F1">
            <w:pPr>
              <w:pStyle w:val="Zkratky2"/>
            </w:pPr>
            <w:r w:rsidRPr="00CB6F94">
              <w:t>Elektronický stavební deník</w:t>
            </w:r>
          </w:p>
        </w:tc>
      </w:tr>
      <w:tr w:rsidR="00AD0C7B" w:rsidRPr="00CB6F9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B6F94" w:rsidRDefault="00F92E3A" w:rsidP="00AD0C7B">
            <w:pPr>
              <w:pStyle w:val="Zkratky1"/>
            </w:pPr>
            <w:r w:rsidRPr="00CB6F94">
              <w:t xml:space="preserve">OUA </w:t>
            </w:r>
            <w:r w:rsidR="001D5F67" w:rsidRPr="00CB6F94">
              <w:tab/>
            </w:r>
            <w:r w:rsidRPr="00CB6F94"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B6F94" w:rsidRDefault="00F92E3A" w:rsidP="000F15F1">
            <w:pPr>
              <w:pStyle w:val="Zkratky2"/>
            </w:pPr>
            <w:r w:rsidRPr="00CB6F94">
              <w:t>Opravné a údržbové akce</w:t>
            </w:r>
          </w:p>
        </w:tc>
      </w:tr>
      <w:tr w:rsidR="00AD0C7B" w:rsidRPr="00CB6F9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B6F94" w:rsidRDefault="00F92E3A" w:rsidP="00AD0C7B">
            <w:pPr>
              <w:pStyle w:val="Zkratky1"/>
            </w:pPr>
            <w:r w:rsidRPr="00CB6F94">
              <w:t>ÚMVŽST</w:t>
            </w:r>
            <w:r w:rsidR="001D5F67" w:rsidRPr="00CB6F9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B6F94" w:rsidRDefault="00F92E3A" w:rsidP="000F15F1">
            <w:pPr>
              <w:pStyle w:val="Zkratky2"/>
            </w:pPr>
            <w:r w:rsidRPr="00CB6F94">
              <w:t>Úprava majetkových vztahů v železničních stanicích</w:t>
            </w:r>
          </w:p>
        </w:tc>
      </w:tr>
      <w:tr w:rsidR="00C740F4" w:rsidRPr="00CB6F9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CB6F94" w:rsidRDefault="00C740F4" w:rsidP="00C740F4">
            <w:pPr>
              <w:pStyle w:val="Zkratky1"/>
            </w:pPr>
            <w:proofErr w:type="gramStart"/>
            <w:r w:rsidRPr="00CB6F94">
              <w:t xml:space="preserve">PZS  </w:t>
            </w:r>
            <w:r w:rsidR="001D5F67" w:rsidRPr="00CB6F94">
              <w:tab/>
            </w:r>
            <w:proofErr w:type="gramEnd"/>
            <w:r w:rsidRPr="00CB6F94"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CB6F94" w:rsidRDefault="00C740F4" w:rsidP="00C740F4">
            <w:pPr>
              <w:pStyle w:val="Zkratky2"/>
              <w:rPr>
                <w:szCs w:val="18"/>
              </w:rPr>
            </w:pPr>
            <w:r w:rsidRPr="00CB6F94">
              <w:rPr>
                <w:szCs w:val="18"/>
              </w:rPr>
              <w:t>Přejezdové zabezpečovací zařízení</w:t>
            </w:r>
          </w:p>
        </w:tc>
      </w:tr>
      <w:tr w:rsidR="00C740F4" w:rsidRPr="00CB6F9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CB6F94" w:rsidRDefault="00C740F4" w:rsidP="00C740F4">
            <w:pPr>
              <w:pStyle w:val="Zkratky1"/>
            </w:pPr>
            <w:r w:rsidRPr="00CB6F94">
              <w:t xml:space="preserve">ROV </w:t>
            </w:r>
            <w:r w:rsidR="001D5F67" w:rsidRPr="00CB6F9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CB6F94" w:rsidRDefault="00C740F4" w:rsidP="001D5F67">
            <w:pPr>
              <w:pStyle w:val="Zkratky1"/>
              <w:rPr>
                <w:b w:val="0"/>
              </w:rPr>
            </w:pPr>
            <w:r w:rsidRPr="00CB6F94">
              <w:rPr>
                <w:b w:val="0"/>
              </w:rPr>
              <w:t>Rozkaz o výluce</w:t>
            </w:r>
          </w:p>
        </w:tc>
      </w:tr>
    </w:tbl>
    <w:p w:rsidR="003226D3" w:rsidRPr="00CB6F94" w:rsidRDefault="003226D3" w:rsidP="001D5F67">
      <w:pPr>
        <w:pStyle w:val="Zkratky1"/>
      </w:pPr>
    </w:p>
    <w:p w:rsidR="00041EC8" w:rsidRPr="00CB6F94" w:rsidRDefault="003226D3" w:rsidP="003226D3">
      <w:pPr>
        <w:spacing w:after="240" w:line="264" w:lineRule="auto"/>
      </w:pPr>
      <w:r w:rsidRPr="00CB6F94">
        <w:br w:type="page"/>
      </w:r>
    </w:p>
    <w:p w:rsidR="00F92E3A" w:rsidRPr="00CB6F94" w:rsidRDefault="00F92E3A" w:rsidP="003B0494">
      <w:pPr>
        <w:pStyle w:val="Nadpisbezsl1-1"/>
        <w:outlineLvl w:val="0"/>
      </w:pPr>
      <w:bookmarkStart w:id="2" w:name="_Toc137124662"/>
      <w:r w:rsidRPr="00CB6F94">
        <w:lastRenderedPageBreak/>
        <w:t>Pojmy a definice</w:t>
      </w:r>
      <w:bookmarkEnd w:id="2"/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>Projektová dokumentace pro provádění stavby</w:t>
      </w:r>
      <w:r w:rsidRPr="00CB6F94">
        <w:rPr>
          <w:sz w:val="18"/>
          <w:szCs w:val="18"/>
        </w:rPr>
        <w:t xml:space="preserve"> (PDPS) je projektovou dokumentací,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která se zpracovává v členění a rozsahu přílohy č. 4 vyhlášky č. 146/2008 Sb. Jedná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se o dokumentaci, jež obsahově i věcně vychází z dokumentace, na jejímž základě byla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 xml:space="preserve">stavba povolena (DUSL, </w:t>
      </w:r>
      <w:proofErr w:type="gramStart"/>
      <w:r w:rsidRPr="00CB6F94">
        <w:rPr>
          <w:sz w:val="18"/>
          <w:szCs w:val="18"/>
        </w:rPr>
        <w:t>DUSP</w:t>
      </w:r>
      <w:proofErr w:type="gramEnd"/>
      <w:r w:rsidRPr="00CB6F94">
        <w:rPr>
          <w:sz w:val="18"/>
          <w:szCs w:val="18"/>
        </w:rPr>
        <w:t xml:space="preserve"> resp. DSP), které dopracovává a rozpracovává do větší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podrobnosti a rozsahu potřebných pro výběr zhotovitele stavby v zadávacím řízení, a to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s dodržením zásad transparentnosti, přiměřenosti a rovného zacházení. PDPS lze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zpracovat se zohledněním konkrétních výrobků, dodávaných technologií, technologických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postupů a výrobních podmínek konkrétního Zhotovitele pouze v případě, že je stavba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 xml:space="preserve">zadávána v režimu D+B. 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>Realizační dokumentace stavby</w:t>
      </w:r>
      <w:r w:rsidRPr="00CB6F94">
        <w:rPr>
          <w:sz w:val="18"/>
          <w:szCs w:val="18"/>
        </w:rPr>
        <w:t xml:space="preserve"> (RDS) je dokumentací zhotovitele stavby a zpracovává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se samostatně pro jednotlivé objekty. Jedná se o dokumentaci, která rozpracovává PDPS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s ohledem na znalosti konkrétních výrobků, dodávaných technologií, technologických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postupů a výrobních podmínek konkrétního zhotovitele stavby. Součástí je také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dokumentace výrobní, montážní, dílenská a dokumentace dodavatele mostních objektů.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RDS se vždy zpracovává v případě, že to vyžadují TKP nebo požadavek na její zpracování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vychází z předcházejícího stupně dokumentace nebo smluvního ujednání. RDS nemění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koncepčně-technické řešení stavby navržené v rámci předcházející projektové přípravy,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pokud není OP stanoveno jinak. Obsah a rozsah RDS je definován přílohou P8 SŽ SM011.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Náklady spojené se zpracováním RDS budou uvedené v samostatné položce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B6F94">
        <w:rPr>
          <w:sz w:val="18"/>
          <w:szCs w:val="18"/>
        </w:rPr>
        <w:t>v soupisu prací příslušných objektů (SO/PS), u kterých je opodstatněné takovéto činnosti vyžadovat.</w:t>
      </w:r>
    </w:p>
    <w:p w:rsidR="00F92E3A" w:rsidRPr="00CB6F94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>Dokumentace skutečného provedení stavby</w:t>
      </w:r>
      <w:r w:rsidRPr="00CB6F94">
        <w:rPr>
          <w:sz w:val="18"/>
          <w:szCs w:val="18"/>
        </w:rPr>
        <w:t xml:space="preserve"> (DSPS</w:t>
      </w:r>
      <w:r w:rsidR="00241A2D" w:rsidRPr="00CB6F94">
        <w:rPr>
          <w:sz w:val="18"/>
          <w:szCs w:val="18"/>
        </w:rPr>
        <w:t>)</w:t>
      </w:r>
      <w:r w:rsidRPr="00CB6F94">
        <w:rPr>
          <w:sz w:val="18"/>
          <w:szCs w:val="18"/>
        </w:rPr>
        <w:t xml:space="preserve"> je dokumentace, která se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zpracovává v rozsahu přílohy č. 14 vyhlášky č. 499/2006 Sb. a požadavků Smlouvy.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Jedná se o dokumentaci, kterou zpracovává Zhotovitel stavby po ukončení stavebních</w:t>
      </w:r>
    </w:p>
    <w:p w:rsidR="00F92E3A" w:rsidRPr="00CB6F9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:rsidR="00F92E3A" w:rsidRPr="00CB6F94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CB6F94">
        <w:rPr>
          <w:b/>
          <w:sz w:val="18"/>
          <w:szCs w:val="18"/>
        </w:rPr>
        <w:t>Etapa je ucelená Část Díla určená v Harmonogramu postupu prací.</w:t>
      </w:r>
    </w:p>
    <w:p w:rsidR="00F92E3A" w:rsidRPr="00CB6F94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 xml:space="preserve">Zadávací dokumentace </w:t>
      </w:r>
      <w:r w:rsidRPr="00CB6F94">
        <w:rPr>
          <w:sz w:val="18"/>
          <w:szCs w:val="18"/>
        </w:rPr>
        <w:t>(dále také „ZD“) je soubor dokumentů (OP, Technické</w:t>
      </w:r>
    </w:p>
    <w:p w:rsidR="00F92E3A" w:rsidRPr="00CB6F9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podmínky, Dokumentace atd.), které vymezují předmět veřejné zakázky v podrobnostech</w:t>
      </w:r>
    </w:p>
    <w:p w:rsidR="00F92E3A" w:rsidRPr="00CB6F9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B6F94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:rsidR="00F92E3A" w:rsidRPr="00CB6F94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 xml:space="preserve">Projektová dokumentace </w:t>
      </w:r>
      <w:r w:rsidRPr="00CB6F94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:rsidR="00F92E3A" w:rsidRPr="00CB6F94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>Technický dozor stavebníka</w:t>
      </w:r>
      <w:r w:rsidRPr="00CB6F94">
        <w:rPr>
          <w:sz w:val="18"/>
          <w:szCs w:val="18"/>
        </w:rPr>
        <w:t xml:space="preserve"> (TDS) – Objednatel se zavazuje u staveb financovaných</w:t>
      </w:r>
    </w:p>
    <w:p w:rsidR="00F92E3A" w:rsidRPr="00CB6F9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z veřejného rozpočtu, které provádí Zhotovitel, zajistit technický dozor stavebníka (dále</w:t>
      </w:r>
    </w:p>
    <w:p w:rsidR="00F92E3A" w:rsidRPr="00CB6F9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jen „TDS“) nad prováděním Díla dle § 152 odst. (4) zákona č. 183/2006 Sb. Funkce</w:t>
      </w:r>
    </w:p>
    <w:p w:rsidR="00F92E3A" w:rsidRPr="00CB6F9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technický dozor stavebníka není totožná s funkcí stavební dozor dle § 2 odst. (2) písm. d) stavebního zákona.</w:t>
      </w:r>
    </w:p>
    <w:p w:rsidR="00A16611" w:rsidRPr="00CB6F94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F92E3A" w:rsidRPr="00CB6F9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>Pojmy s velkými začátečnými písmeny</w:t>
      </w:r>
      <w:r w:rsidRPr="00CB6F94">
        <w:rPr>
          <w:sz w:val="18"/>
          <w:szCs w:val="18"/>
        </w:rPr>
        <w:t xml:space="preserve"> použité v těchto </w:t>
      </w:r>
      <w:r w:rsidR="00A774DB" w:rsidRPr="00CB6F94">
        <w:rPr>
          <w:b/>
          <w:sz w:val="18"/>
          <w:szCs w:val="18"/>
        </w:rPr>
        <w:t>Zvláštních technických podmínkách</w:t>
      </w:r>
      <w:r w:rsidR="00A774DB" w:rsidRPr="00CB6F94">
        <w:rPr>
          <w:sz w:val="18"/>
          <w:szCs w:val="18"/>
        </w:rPr>
        <w:t xml:space="preserve"> (dále jen „ZTP“)</w:t>
      </w:r>
      <w:r w:rsidRPr="00CB6F94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:rsidR="00A774DB" w:rsidRPr="00CB6F94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A774DB" w:rsidRPr="00CB6F94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V</w:t>
      </w:r>
      <w:r w:rsidRPr="00CB6F94">
        <w:rPr>
          <w:rFonts w:cs="Verdana"/>
          <w:sz w:val="18"/>
          <w:szCs w:val="18"/>
        </w:rPr>
        <w:t xml:space="preserve"> ZTP jsou použité odkazy na </w:t>
      </w:r>
      <w:r w:rsidRPr="00CB6F94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CB6F94">
        <w:rPr>
          <w:rFonts w:cs="Verdana"/>
          <w:b/>
          <w:sz w:val="18"/>
          <w:szCs w:val="18"/>
        </w:rPr>
        <w:t>podčlánky</w:t>
      </w:r>
      <w:proofErr w:type="spellEnd"/>
      <w:r w:rsidRPr="00CB6F94">
        <w:rPr>
          <w:rFonts w:cs="Verdana"/>
          <w:sz w:val="18"/>
          <w:szCs w:val="18"/>
        </w:rPr>
        <w:t xml:space="preserve"> souboru </w:t>
      </w:r>
      <w:r w:rsidRPr="00CB6F94">
        <w:rPr>
          <w:rFonts w:cs="Verdana"/>
          <w:b/>
          <w:sz w:val="18"/>
          <w:szCs w:val="18"/>
        </w:rPr>
        <w:t>Technické kvalitativní podmínky staveb státních drah</w:t>
      </w:r>
      <w:r w:rsidRPr="00CB6F94">
        <w:rPr>
          <w:rFonts w:cs="Verdana"/>
          <w:sz w:val="18"/>
          <w:szCs w:val="18"/>
        </w:rPr>
        <w:t xml:space="preserve"> (dále jen „TKP“)</w:t>
      </w:r>
    </w:p>
    <w:p w:rsidR="00826B7B" w:rsidRPr="00CB6F94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CB6F94">
        <w:rPr>
          <w:sz w:val="18"/>
          <w:szCs w:val="18"/>
        </w:rPr>
        <w:br w:type="page"/>
      </w:r>
    </w:p>
    <w:p w:rsidR="00DF7BAA" w:rsidRPr="00CB6F94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7124663"/>
      <w:r w:rsidRPr="00CB6F94">
        <w:lastRenderedPageBreak/>
        <w:t>SPECIFIKACE PŘEDMĚTU DÍLA</w:t>
      </w:r>
      <w:bookmarkEnd w:id="3"/>
      <w:bookmarkEnd w:id="9"/>
    </w:p>
    <w:p w:rsidR="00DF7BAA" w:rsidRPr="00CB6F94" w:rsidRDefault="00DF7BAA" w:rsidP="00DF7BAA">
      <w:pPr>
        <w:pStyle w:val="Nadpis2-2"/>
      </w:pPr>
      <w:bookmarkStart w:id="10" w:name="_Toc6410430"/>
      <w:bookmarkStart w:id="11" w:name="_Toc137124664"/>
      <w:r w:rsidRPr="00CB6F94">
        <w:t>Účel a rozsah předmětu Díla</w:t>
      </w:r>
      <w:bookmarkEnd w:id="10"/>
      <w:bookmarkEnd w:id="11"/>
    </w:p>
    <w:p w:rsidR="001F7C12" w:rsidRPr="00CB6F94" w:rsidRDefault="00DF7BAA" w:rsidP="001F7C12">
      <w:pPr>
        <w:pStyle w:val="Text2-1"/>
      </w:pPr>
      <w:r w:rsidRPr="00CB6F94">
        <w:t xml:space="preserve">Předmětem díla je zhotovení stavby </w:t>
      </w:r>
      <w:r w:rsidR="00C740F4" w:rsidRPr="00CB6F94">
        <w:t>„</w:t>
      </w:r>
      <w:r w:rsidR="001D5F67" w:rsidRPr="00CB6F94">
        <w:t>Oprava SZZ Čejč a Kobylí na Moravě</w:t>
      </w:r>
      <w:r w:rsidR="00C740F4" w:rsidRPr="00CB6F94">
        <w:t>“</w:t>
      </w:r>
      <w:r w:rsidR="00EC4FA5" w:rsidRPr="00CB6F94">
        <w:t>,</w:t>
      </w:r>
      <w:r w:rsidRPr="00CB6F94">
        <w:t xml:space="preserve"> </w:t>
      </w:r>
      <w:r w:rsidR="001F7C12" w:rsidRPr="00CB6F94">
        <w:t xml:space="preserve">jejímž cílem je zajištění bezpečnosti provozu zabezpečovacích zařízení při omezené četnosti vlakové dopravy na trati Hodonín – Zaječí. Snížením intenzity vlakové dopravy nebudou kolejové obvody splňovat požadované </w:t>
      </w:r>
      <w:proofErr w:type="spellStart"/>
      <w:r w:rsidR="001F7C12" w:rsidRPr="00CB6F94">
        <w:t>šuntové</w:t>
      </w:r>
      <w:proofErr w:type="spellEnd"/>
      <w:r w:rsidR="001F7C12" w:rsidRPr="00CB6F94">
        <w:t xml:space="preserve"> parametry a budou tedy nahrazeny počítači náprav. Současně budou provedeny úpravy zabezpečovacích zařízení pro možnost zavedení výluky dopravní služby. Dále bude provedena úprava indikací PZS umístěných v dopravní kanceláři ŽST Čejč.</w:t>
      </w:r>
    </w:p>
    <w:p w:rsidR="00E70AB8" w:rsidRPr="00CB6F94" w:rsidRDefault="00A16611" w:rsidP="001F7C12">
      <w:pPr>
        <w:pStyle w:val="Text2-1"/>
      </w:pPr>
      <w:r w:rsidRPr="00CB6F94">
        <w:t>Rozsah</w:t>
      </w:r>
      <w:r w:rsidR="00C740F4" w:rsidRPr="00CB6F94">
        <w:t>em</w:t>
      </w:r>
      <w:r w:rsidRPr="00CB6F94">
        <w:t xml:space="preserve"> </w:t>
      </w:r>
      <w:r w:rsidR="00C740F4" w:rsidRPr="00CB6F94">
        <w:t>díla „</w:t>
      </w:r>
      <w:r w:rsidR="00901561" w:rsidRPr="00CB6F94">
        <w:t>Oprava SZZ Čejč a Kobylí na Moravě</w:t>
      </w:r>
      <w:r w:rsidR="00C740F4" w:rsidRPr="00CB6F94">
        <w:t xml:space="preserve">“ </w:t>
      </w:r>
      <w:r w:rsidR="001F7C12" w:rsidRPr="00CB6F94">
        <w:t>je primárně zhotovení opravy. S tím budou provedeny i související úkony – zejména vyhotovení realizační dokumentace stavby, projednání stavby/zemních prací s vlastníky sítí technické infrastruktury a po dokončení stavby vypracování dokumentace skutečného provedení stavby</w:t>
      </w:r>
      <w:r w:rsidR="00C740F4" w:rsidRPr="00CB6F94">
        <w:t>.</w:t>
      </w:r>
    </w:p>
    <w:p w:rsidR="00DF7BAA" w:rsidRPr="00CB6F94" w:rsidRDefault="00DF7BAA" w:rsidP="00DF7BAA">
      <w:pPr>
        <w:pStyle w:val="Nadpis2-2"/>
      </w:pPr>
      <w:bookmarkStart w:id="12" w:name="_Toc6410431"/>
      <w:bookmarkStart w:id="13" w:name="_Toc137124665"/>
      <w:r w:rsidRPr="00CB6F94">
        <w:t>Umístění stavby</w:t>
      </w:r>
      <w:bookmarkEnd w:id="12"/>
      <w:bookmarkEnd w:id="13"/>
    </w:p>
    <w:p w:rsidR="00DF7BAA" w:rsidRPr="00CB6F94" w:rsidRDefault="00DF7BAA" w:rsidP="00C740F4">
      <w:pPr>
        <w:pStyle w:val="Text2-1"/>
      </w:pPr>
      <w:r w:rsidRPr="00CB6F94">
        <w:t xml:space="preserve">Stavba bude probíhat na </w:t>
      </w:r>
      <w:r w:rsidR="00901561" w:rsidRPr="00CB6F94">
        <w:t xml:space="preserve">trati </w:t>
      </w:r>
      <w:proofErr w:type="gramStart"/>
      <w:r w:rsidR="00901561" w:rsidRPr="00CB6F94">
        <w:t>318C</w:t>
      </w:r>
      <w:proofErr w:type="gramEnd"/>
      <w:r w:rsidR="00901561" w:rsidRPr="00CB6F94">
        <w:t xml:space="preserve"> Hodonín – Zaječí v km cca 11,700 – 1</w:t>
      </w:r>
      <w:r w:rsidR="005758EF" w:rsidRPr="00CB6F94">
        <w:t>9,1</w:t>
      </w:r>
      <w:r w:rsidR="00901561" w:rsidRPr="00CB6F94">
        <w:t>00.</w:t>
      </w:r>
    </w:p>
    <w:p w:rsidR="00DF7BAA" w:rsidRPr="00CB6F94" w:rsidRDefault="00DF7BAA" w:rsidP="00DF7BAA">
      <w:pPr>
        <w:pStyle w:val="Nadpis2-1"/>
      </w:pPr>
      <w:bookmarkStart w:id="14" w:name="_Toc6410432"/>
      <w:bookmarkStart w:id="15" w:name="_Toc137124666"/>
      <w:r w:rsidRPr="00CB6F94">
        <w:t>PŘEHLED VÝCHOZÍCH PODKLADŮ</w:t>
      </w:r>
      <w:bookmarkEnd w:id="14"/>
      <w:bookmarkEnd w:id="15"/>
    </w:p>
    <w:p w:rsidR="00DF7BAA" w:rsidRPr="00CB6F94" w:rsidRDefault="00DF7BAA" w:rsidP="00DF7BAA">
      <w:pPr>
        <w:pStyle w:val="Nadpis2-2"/>
      </w:pPr>
      <w:bookmarkStart w:id="16" w:name="_Toc6410433"/>
      <w:bookmarkStart w:id="17" w:name="_Toc137124667"/>
      <w:r w:rsidRPr="00CB6F94">
        <w:t>Projektová dokumentace</w:t>
      </w:r>
      <w:bookmarkEnd w:id="16"/>
      <w:bookmarkEnd w:id="17"/>
    </w:p>
    <w:p w:rsidR="00615BEC" w:rsidRPr="00CB6F94" w:rsidRDefault="00395AFD" w:rsidP="00615BEC">
      <w:pPr>
        <w:pStyle w:val="Text2-1"/>
      </w:pPr>
      <w:r w:rsidRPr="00CB6F94">
        <w:t>Pro zpracování realizační dokumentace stavby bude poskytnuta stávající provozní dokumentace zabezpečovacích zařízení.</w:t>
      </w:r>
    </w:p>
    <w:p w:rsidR="00DF7BAA" w:rsidRPr="00CB6F94" w:rsidRDefault="00DF7BAA" w:rsidP="00DF7BAA">
      <w:pPr>
        <w:pStyle w:val="Nadpis2-2"/>
      </w:pPr>
      <w:bookmarkStart w:id="18" w:name="_Toc6410434"/>
      <w:bookmarkStart w:id="19" w:name="_Toc137124668"/>
      <w:r w:rsidRPr="00CB6F94">
        <w:t>Související dokumentace</w:t>
      </w:r>
      <w:bookmarkEnd w:id="18"/>
      <w:bookmarkEnd w:id="19"/>
    </w:p>
    <w:p w:rsidR="00395AFD" w:rsidRPr="00CB6F94" w:rsidRDefault="00395AFD" w:rsidP="00615BEC">
      <w:pPr>
        <w:pStyle w:val="Text2-1"/>
      </w:pPr>
      <w:r w:rsidRPr="00CB6F94">
        <w:t>Neobsazeno</w:t>
      </w:r>
    </w:p>
    <w:p w:rsidR="00DF7BAA" w:rsidRPr="00CB6F94" w:rsidRDefault="00DF7BAA" w:rsidP="00DF7BAA">
      <w:pPr>
        <w:pStyle w:val="Nadpis2-1"/>
      </w:pPr>
      <w:bookmarkStart w:id="20" w:name="_Toc6410435"/>
      <w:bookmarkStart w:id="21" w:name="_Toc137124669"/>
      <w:r w:rsidRPr="00CB6F94">
        <w:t>KOORDINACE S JINÝMI STAVBAMI</w:t>
      </w:r>
      <w:bookmarkEnd w:id="20"/>
      <w:bookmarkEnd w:id="21"/>
      <w:r w:rsidRPr="00CB6F94">
        <w:t xml:space="preserve"> </w:t>
      </w:r>
    </w:p>
    <w:p w:rsidR="00DF7BAA" w:rsidRPr="00CB6F94" w:rsidRDefault="00395AFD" w:rsidP="00395AFD">
      <w:pPr>
        <w:pStyle w:val="Text2-1"/>
      </w:pPr>
      <w:r w:rsidRPr="00CB6F94">
        <w:t xml:space="preserve">Neobsazeno </w:t>
      </w:r>
    </w:p>
    <w:p w:rsidR="00DF7BAA" w:rsidRPr="00CB6F94" w:rsidRDefault="0025048A" w:rsidP="00DF7BAA">
      <w:pPr>
        <w:pStyle w:val="Nadpis2-1"/>
      </w:pPr>
      <w:bookmarkStart w:id="22" w:name="_Toc6410436"/>
      <w:bookmarkStart w:id="23" w:name="_Toc137124670"/>
      <w:r w:rsidRPr="00CB6F94">
        <w:t xml:space="preserve">Zvláštní </w:t>
      </w:r>
      <w:r w:rsidR="00DF7BAA" w:rsidRPr="00CB6F94">
        <w:t xml:space="preserve">TECHNICKÉ </w:t>
      </w:r>
      <w:r w:rsidRPr="00CB6F94">
        <w:t>podmímky a požadavky na</w:t>
      </w:r>
      <w:r w:rsidR="00DF7BAA" w:rsidRPr="00CB6F94">
        <w:t xml:space="preserve"> PROVEDENÍ DÍLA</w:t>
      </w:r>
      <w:bookmarkEnd w:id="22"/>
      <w:bookmarkEnd w:id="23"/>
    </w:p>
    <w:p w:rsidR="00DF7BAA" w:rsidRPr="00CB6F94" w:rsidRDefault="00DF7BAA" w:rsidP="00DF7BAA">
      <w:pPr>
        <w:pStyle w:val="Nadpis2-2"/>
      </w:pPr>
      <w:bookmarkStart w:id="24" w:name="_Toc6410437"/>
      <w:bookmarkStart w:id="25" w:name="_Toc137124671"/>
      <w:r w:rsidRPr="00CB6F94">
        <w:t>Všeobecně</w:t>
      </w:r>
      <w:bookmarkEnd w:id="24"/>
      <w:bookmarkEnd w:id="25"/>
    </w:p>
    <w:p w:rsidR="003B0494" w:rsidRPr="00CB6F94" w:rsidRDefault="003B0494" w:rsidP="003B0494">
      <w:pPr>
        <w:pStyle w:val="Text2-1"/>
      </w:pPr>
      <w:r w:rsidRPr="00CB6F94">
        <w:rPr>
          <w:b/>
        </w:rPr>
        <w:t>ZTP</w:t>
      </w:r>
      <w:r w:rsidRPr="00CB6F94">
        <w:t xml:space="preserve"> jsou vydávány pro každou zakázku zvlášť a definují další parametry Díla a upřesňují konkrétní podmínky a specifické požadavky pro zhotovení Díla dle aktuálních TKP. </w:t>
      </w:r>
    </w:p>
    <w:p w:rsidR="003B0494" w:rsidRPr="00CB6F94" w:rsidRDefault="003B0494" w:rsidP="003B0494">
      <w:pPr>
        <w:pStyle w:val="Text2-1"/>
      </w:pPr>
      <w:r w:rsidRPr="00CB6F94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CB6F94">
        <w:t>postupů</w:t>
      </w:r>
      <w:proofErr w:type="gramEnd"/>
      <w:r w:rsidRPr="00CB6F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:rsidR="003B0494" w:rsidRPr="00CB6F94" w:rsidRDefault="003B0494" w:rsidP="003B0494">
      <w:pPr>
        <w:pStyle w:val="Text2-2"/>
      </w:pPr>
      <w:r w:rsidRPr="00CB6F94">
        <w:t>V čl. 1.1.2 TKP, odst. 1 se u odrážky „Projektová dokumentace (dále jen „Dokumentace“) …</w:t>
      </w:r>
      <w:proofErr w:type="gramStart"/>
      <w:r w:rsidRPr="00CB6F94">
        <w:t>“,vypouští</w:t>
      </w:r>
      <w:proofErr w:type="gramEnd"/>
      <w:r w:rsidRPr="00CB6F94">
        <w:t xml:space="preserve"> text „…resp. vyhlášky č. 583/2020 Sb.…“. </w:t>
      </w:r>
    </w:p>
    <w:p w:rsidR="003B0494" w:rsidRPr="00CB6F94" w:rsidRDefault="003B0494" w:rsidP="003B0494">
      <w:pPr>
        <w:pStyle w:val="Text2-2"/>
      </w:pPr>
      <w:r w:rsidRPr="00CB6F94">
        <w:t>Čl. 1.4.8 TKP, odst. 5 Text „…</w:t>
      </w:r>
      <w:bookmarkStart w:id="26" w:name="_Hlk115084506"/>
      <w:r w:rsidRPr="00CB6F94">
        <w:t>nejméně 5 pracovních dnů před termínem</w:t>
      </w:r>
      <w:bookmarkEnd w:id="26"/>
      <w:r w:rsidRPr="00CB6F94">
        <w:t>…“ se mění na „…nejméně 2 pracovní dny před termínem …“.</w:t>
      </w:r>
    </w:p>
    <w:p w:rsidR="003B0494" w:rsidRPr="00CB6F94" w:rsidRDefault="003B0494" w:rsidP="003B0494">
      <w:pPr>
        <w:pStyle w:val="Text2-2"/>
      </w:pPr>
      <w:r w:rsidRPr="00CB6F94">
        <w:t>V čl. 1.7.1 TKP, odst. 1 se doplňuje text „…se zásadami směrnice SŽ SM011</w:t>
      </w:r>
      <w:r w:rsidR="000258E6" w:rsidRPr="00CB6F94">
        <w:t xml:space="preserve"> (Dokumentace staveb Správy železnic, státní organizace)</w:t>
      </w:r>
      <w:r w:rsidRPr="00CB6F94">
        <w:t xml:space="preserve"> směrnice SŽDC</w:t>
      </w:r>
      <w:r w:rsidR="000258E6" w:rsidRPr="00CB6F94">
        <w:t xml:space="preserve"> </w:t>
      </w:r>
      <w:r w:rsidRPr="00CB6F94">
        <w:t>č.</w:t>
      </w:r>
      <w:r w:rsidR="000258E6" w:rsidRPr="00CB6F94">
        <w:t> </w:t>
      </w:r>
      <w:r w:rsidRPr="00CB6F94">
        <w:t>117</w:t>
      </w:r>
      <w:r w:rsidR="000258E6" w:rsidRPr="00CB6F94">
        <w:t xml:space="preserve"> (Předávání digitální dokumentace z investiční výstavby SŽDC)</w:t>
      </w:r>
      <w:r w:rsidRPr="00CB6F94">
        <w:t xml:space="preserve"> a pokynu GŘ č.</w:t>
      </w:r>
      <w:r w:rsidR="000258E6" w:rsidRPr="00CB6F94">
        <w:t> </w:t>
      </w:r>
      <w:r w:rsidRPr="00CB6F94">
        <w:t>4/2016</w:t>
      </w:r>
      <w:r w:rsidR="000258E6" w:rsidRPr="00CB6F94">
        <w:t xml:space="preserve"> (Předávání digitální dokumentace a dat mezi SŽDC a externími subjekty)</w:t>
      </w:r>
      <w:r w:rsidRPr="00CB6F94">
        <w:t xml:space="preserve"> a pokynu GŘ SŽ PO-06/2020-GŘ</w:t>
      </w:r>
      <w:r w:rsidR="00F04838" w:rsidRPr="00CB6F94">
        <w:t xml:space="preserve"> (Pokyn generálního ředitele k poskytování geodetických podkladů a činností pro přípravu a </w:t>
      </w:r>
      <w:r w:rsidR="00F04838" w:rsidRPr="00CB6F94">
        <w:lastRenderedPageBreak/>
        <w:t>realizaci opravných a investičních akcí)</w:t>
      </w:r>
      <w:r w:rsidRPr="00CB6F94">
        <w:t xml:space="preserve"> a dále v souladu s dokumenty v této kapitole citovanými.“</w:t>
      </w:r>
    </w:p>
    <w:p w:rsidR="003B0494" w:rsidRPr="00CB6F94" w:rsidRDefault="003B0494" w:rsidP="003B0494">
      <w:pPr>
        <w:pStyle w:val="Text2-2"/>
      </w:pPr>
      <w:r w:rsidRPr="00CB6F94">
        <w:t>Čl. 1.7.3.2 TKP, odst. 1 se ruší</w:t>
      </w:r>
      <w:r w:rsidR="00F04838" w:rsidRPr="00CB6F94">
        <w:t>.</w:t>
      </w:r>
    </w:p>
    <w:p w:rsidR="003B0494" w:rsidRPr="00CB6F94" w:rsidRDefault="003B0494" w:rsidP="003B0494">
      <w:pPr>
        <w:pStyle w:val="Text2-2"/>
      </w:pPr>
      <w:r w:rsidRPr="00CB6F94">
        <w:t xml:space="preserve">Čl. </w:t>
      </w:r>
      <w:bookmarkStart w:id="27" w:name="_Hlk115950514"/>
      <w:r w:rsidRPr="00CB6F94">
        <w:t xml:space="preserve">1.7.3.2 TKP, odst. 7 </w:t>
      </w:r>
      <w:bookmarkEnd w:id="27"/>
      <w:r w:rsidRPr="00CB6F94">
        <w:t>se ruší.</w:t>
      </w:r>
    </w:p>
    <w:p w:rsidR="003B0494" w:rsidRPr="00CB6F94" w:rsidRDefault="003B0494" w:rsidP="003B0494">
      <w:pPr>
        <w:pStyle w:val="Text2-2"/>
      </w:pPr>
      <w:r w:rsidRPr="00CB6F94">
        <w:t>Čl. 1.7.3.3 TKP, odst. 1 se mění takto:</w:t>
      </w:r>
    </w:p>
    <w:p w:rsidR="003B0494" w:rsidRPr="00CB6F94" w:rsidRDefault="003B0494" w:rsidP="00EB6387">
      <w:pPr>
        <w:pStyle w:val="Text2-2"/>
        <w:numPr>
          <w:ilvl w:val="0"/>
          <w:numId w:val="0"/>
        </w:numPr>
        <w:ind w:left="1701"/>
      </w:pPr>
      <w:r w:rsidRPr="00CB6F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CB6F94">
        <w:t>Bpv</w:t>
      </w:r>
      <w:proofErr w:type="spellEnd"/>
      <w:r w:rsidRPr="00CB6F94">
        <w:t>.</w:t>
      </w:r>
    </w:p>
    <w:p w:rsidR="00EB6387" w:rsidRPr="00CB6F94" w:rsidRDefault="00EB6387" w:rsidP="00EB6387">
      <w:pPr>
        <w:pStyle w:val="Text2-2"/>
      </w:pPr>
      <w:r w:rsidRPr="00CB6F94">
        <w:t xml:space="preserve">V čl. 1.7.3.5 TKP, odst.1 se mění takto: </w:t>
      </w:r>
    </w:p>
    <w:p w:rsidR="00EB6387" w:rsidRPr="00CB6F94" w:rsidRDefault="00EB6387" w:rsidP="00EB6387">
      <w:pPr>
        <w:pStyle w:val="Text2-2"/>
        <w:numPr>
          <w:ilvl w:val="0"/>
          <w:numId w:val="0"/>
        </w:numPr>
        <w:ind w:left="1701"/>
      </w:pPr>
      <w:r w:rsidRPr="00CB6F94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:rsidR="00EB6387" w:rsidRPr="00CB6F94" w:rsidRDefault="00EB6387" w:rsidP="00EB6387">
      <w:pPr>
        <w:pStyle w:val="Text2-2"/>
      </w:pPr>
      <w:r w:rsidRPr="00CB6F94">
        <w:t>V čl. 1.7.3.5 TKP, se ruší odstavce 5 a 6.</w:t>
      </w:r>
    </w:p>
    <w:p w:rsidR="00EB6387" w:rsidRPr="00CB6F94" w:rsidRDefault="00EB6387" w:rsidP="00EB6387">
      <w:pPr>
        <w:pStyle w:val="Text2-2"/>
      </w:pPr>
      <w:r w:rsidRPr="00CB6F94">
        <w:t>Čl. 1.8.2 TKP, odst. 6 písm. a) se doplňuje textem „…byla-li RDS zpracována</w:t>
      </w:r>
      <w:bookmarkStart w:id="28" w:name="_Hlk115329733"/>
      <w:bookmarkStart w:id="29" w:name="_Hlk115427294"/>
      <w:r w:rsidRPr="00CB6F94">
        <w:t>…“</w:t>
      </w:r>
      <w:bookmarkEnd w:id="28"/>
      <w:r w:rsidRPr="00CB6F94">
        <w:t>.</w:t>
      </w:r>
      <w:bookmarkEnd w:id="29"/>
    </w:p>
    <w:p w:rsidR="00F832AA" w:rsidRPr="00CB6F94" w:rsidRDefault="00F832AA" w:rsidP="00F832AA">
      <w:pPr>
        <w:pStyle w:val="Text2-2"/>
      </w:pPr>
      <w:r w:rsidRPr="00CB6F94">
        <w:t>Čl. 1.8.2 TKP, odst. 7 se ruší.</w:t>
      </w:r>
    </w:p>
    <w:p w:rsidR="00F832AA" w:rsidRPr="00CB6F94" w:rsidRDefault="00F832AA" w:rsidP="00F832AA">
      <w:pPr>
        <w:pStyle w:val="Text2-2"/>
      </w:pPr>
      <w:r w:rsidRPr="00CB6F94">
        <w:t xml:space="preserve">V čl. 1.8.3.1 TKP, odst. 2 se ruší text </w:t>
      </w:r>
      <w:bookmarkStart w:id="30" w:name="_Hlk115877962"/>
      <w:r w:rsidRPr="00CB6F94">
        <w:t>„…</w:t>
      </w:r>
      <w:bookmarkEnd w:id="30"/>
      <w:r w:rsidRPr="00CB6F94">
        <w:t xml:space="preserve"> tj. zpravidla Stavební správa SŽ</w:t>
      </w:r>
      <w:bookmarkStart w:id="31" w:name="_Hlk115334079"/>
      <w:r w:rsidRPr="00CB6F94">
        <w:t>…“.</w:t>
      </w:r>
      <w:bookmarkEnd w:id="31"/>
    </w:p>
    <w:p w:rsidR="00F832AA" w:rsidRPr="00CB6F94" w:rsidRDefault="00F832AA" w:rsidP="00F832AA">
      <w:pPr>
        <w:pStyle w:val="Text2-2"/>
      </w:pPr>
      <w:r w:rsidRPr="00CB6F94">
        <w:t>V čl. 1.9.2 TKP, odst. 3 se mění lhůta z 14 kalendářních dní na 7 kalendářních dní.</w:t>
      </w:r>
    </w:p>
    <w:p w:rsidR="00F832AA" w:rsidRPr="00CB6F94" w:rsidRDefault="00F832AA" w:rsidP="00F832AA">
      <w:pPr>
        <w:pStyle w:val="Text2-2"/>
      </w:pPr>
      <w:r w:rsidRPr="00CB6F94">
        <w:t>V čl. 1.9.2 TKP, odst. 4 v odrážce „body ŽBP“ se ruší text „...v Dokladové části – Geodetický podklad pro projektovou činnost zpracovaný podle jiných právních předpisů…“</w:t>
      </w:r>
    </w:p>
    <w:p w:rsidR="001A001A" w:rsidRPr="00CB6F94" w:rsidRDefault="001A001A" w:rsidP="001A001A">
      <w:pPr>
        <w:pStyle w:val="Text2-2"/>
      </w:pPr>
      <w:r w:rsidRPr="00CB6F94">
        <w:t>Čl. 1.9.2 TKP, odst. 7 se ruší.</w:t>
      </w:r>
    </w:p>
    <w:p w:rsidR="001A001A" w:rsidRPr="00CB6F94" w:rsidRDefault="001A001A" w:rsidP="001A001A">
      <w:pPr>
        <w:pStyle w:val="Text2-2"/>
      </w:pPr>
      <w:r w:rsidRPr="00CB6F94">
        <w:t xml:space="preserve">Čl. 1.9.4 TKP, odst. 2 se mění takto: </w:t>
      </w:r>
    </w:p>
    <w:p w:rsidR="00EB6387" w:rsidRPr="00CB6F94" w:rsidRDefault="001A001A" w:rsidP="001A001A">
      <w:pPr>
        <w:pStyle w:val="Text2-2"/>
        <w:numPr>
          <w:ilvl w:val="0"/>
          <w:numId w:val="0"/>
        </w:numPr>
        <w:ind w:left="1701"/>
      </w:pPr>
      <w:r w:rsidRPr="00CB6F94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:rsidR="001A001A" w:rsidRPr="00CB6F94" w:rsidRDefault="001A001A" w:rsidP="002E5B84">
      <w:pPr>
        <w:pStyle w:val="Text2-2"/>
      </w:pPr>
      <w:r w:rsidRPr="00CB6F94">
        <w:t>Čl. 1.9.4 TKP, odst.5 se mění takto:</w:t>
      </w:r>
    </w:p>
    <w:p w:rsidR="001A001A" w:rsidRPr="00CB6F94" w:rsidRDefault="001A001A" w:rsidP="001A001A">
      <w:pPr>
        <w:pStyle w:val="Text2-2"/>
        <w:numPr>
          <w:ilvl w:val="0"/>
          <w:numId w:val="0"/>
        </w:numPr>
        <w:ind w:left="1701"/>
      </w:pPr>
      <w:r w:rsidRPr="00CB6F94">
        <w:t>Zhotovitel se zavazuje zpracovat havarijní plán pro případný únik ropných látek ve smyslu zákona č. 254/2001</w:t>
      </w:r>
      <w:r w:rsidR="00F04838" w:rsidRPr="00CB6F94">
        <w:t> </w:t>
      </w:r>
      <w:r w:rsidRPr="00CB6F94">
        <w:t>Sb.</w:t>
      </w:r>
      <w:r w:rsidR="00F04838" w:rsidRPr="00CB6F94">
        <w:t xml:space="preserve"> (vodní zákon). </w:t>
      </w:r>
      <w:r w:rsidRPr="00CB6F94">
        <w:t xml:space="preserve"> Zhotovitel bude řešit způsob odstavení stavebních strojů, zásobování strojů pohonnými hmotami, ochranu proti znečištění povrchových a podzemních vod a ovzduší.</w:t>
      </w:r>
    </w:p>
    <w:p w:rsidR="002E5B84" w:rsidRPr="00CB6F94" w:rsidRDefault="002E5B84" w:rsidP="002E5B84">
      <w:pPr>
        <w:pStyle w:val="Text2-2"/>
      </w:pPr>
      <w:r w:rsidRPr="00CB6F94">
        <w:t xml:space="preserve">V čl. </w:t>
      </w:r>
      <w:bookmarkStart w:id="32" w:name="_Hlk115953274"/>
      <w:r w:rsidRPr="00CB6F94">
        <w:t xml:space="preserve">1.9.5.1 TKP, odst. 1, </w:t>
      </w:r>
      <w:bookmarkEnd w:id="32"/>
      <w:r w:rsidRPr="00CB6F94">
        <w:t>písm. e) se mění lhůta z 21 dnů na 7 dnů.</w:t>
      </w:r>
    </w:p>
    <w:p w:rsidR="002E5B84" w:rsidRPr="00CB6F94" w:rsidRDefault="002E5B84" w:rsidP="002E5B84">
      <w:pPr>
        <w:pStyle w:val="Text2-2"/>
      </w:pPr>
      <w:r w:rsidRPr="00CB6F94">
        <w:t>Čl. 1.9.5.1 TKP, odst. 3 se ruší.</w:t>
      </w:r>
    </w:p>
    <w:p w:rsidR="002E5B84" w:rsidRPr="00CB6F94" w:rsidRDefault="002E5B84" w:rsidP="002E5B84">
      <w:pPr>
        <w:pStyle w:val="Text2-2"/>
      </w:pPr>
      <w:r w:rsidRPr="00CB6F94">
        <w:t>V čl. 1.10.5.2 TKP, odst. 3 se ruší text „… (zpravidla Stavební správa)“.</w:t>
      </w:r>
    </w:p>
    <w:p w:rsidR="002E5B84" w:rsidRPr="00CB6F94" w:rsidRDefault="002E5B84" w:rsidP="002E5B84">
      <w:pPr>
        <w:pStyle w:val="Text2-2"/>
      </w:pPr>
      <w:r w:rsidRPr="00CB6F94">
        <w:t>V článcích 1.10.9 TKP a navazujících je „stavebním deníkem v listinné podobě“ pro údržbu a opravy myšlena vždy forma dle čl. 1.10.9.1 TKP, odst. 4.</w:t>
      </w:r>
    </w:p>
    <w:p w:rsidR="00DF7856" w:rsidRPr="00CB6F94" w:rsidRDefault="00DF7856" w:rsidP="00DF7856">
      <w:pPr>
        <w:pStyle w:val="Text2-2"/>
      </w:pPr>
      <w:r w:rsidRPr="00CB6F94">
        <w:t>Čl. 1.10.9.3 TKP, odst. 7 se ruší.</w:t>
      </w:r>
    </w:p>
    <w:p w:rsidR="00DF7856" w:rsidRPr="00CB6F94" w:rsidRDefault="00DF7856" w:rsidP="00DF7856">
      <w:pPr>
        <w:pStyle w:val="Text2-2"/>
      </w:pPr>
      <w:r w:rsidRPr="00CB6F94">
        <w:t>V čl. 1.11.3 TKP, odst. 4, písm. c) se mění lhůta z 90 dnů na 15 dnů a dále se mění počet z tří na jedno pracovní vyhotovení RDS osobě vykonávající Stavební dozor k posouzení a ke schválení.</w:t>
      </w:r>
    </w:p>
    <w:p w:rsidR="00DF7856" w:rsidRPr="00CB6F94" w:rsidRDefault="00DF7856" w:rsidP="00DF7856">
      <w:pPr>
        <w:pStyle w:val="Text2-2"/>
      </w:pPr>
      <w:r w:rsidRPr="00CB6F94">
        <w:lastRenderedPageBreak/>
        <w:t>V čl. 1.11.3 TKP, odst. 4, písm. d) se mění počet 4 souprav závěrových tabulek na 3 soupravy závěrových tabulek.</w:t>
      </w:r>
    </w:p>
    <w:p w:rsidR="002E5B84" w:rsidRPr="00CB6F94" w:rsidRDefault="00DF7856" w:rsidP="002E5B84">
      <w:pPr>
        <w:pStyle w:val="Text2-2"/>
      </w:pPr>
      <w:r w:rsidRPr="00CB6F94">
        <w:t>V čl. 1.11.3 TKP, odst. 4, písm. e) se mění takto:</w:t>
      </w:r>
    </w:p>
    <w:p w:rsidR="00DF7856" w:rsidRPr="00CB6F94" w:rsidRDefault="00DF7856" w:rsidP="00DF7856">
      <w:pPr>
        <w:pStyle w:val="Text2-2"/>
        <w:numPr>
          <w:ilvl w:val="0"/>
          <w:numId w:val="0"/>
        </w:numPr>
        <w:ind w:left="1701"/>
      </w:pPr>
      <w:r w:rsidRPr="00CB6F94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:rsidR="00DF7856" w:rsidRPr="00CB6F94" w:rsidRDefault="00DF7856" w:rsidP="00DF7856">
      <w:pPr>
        <w:pStyle w:val="Text2-2"/>
      </w:pPr>
      <w:r w:rsidRPr="00CB6F94">
        <w:t>V čl. 1.11.3 TKP, odst. 5, se mění lhůta z 45 dnů na 15 dnů.</w:t>
      </w:r>
    </w:p>
    <w:p w:rsidR="00DF7856" w:rsidRPr="00CB6F94" w:rsidRDefault="00DF7856" w:rsidP="00DF7856">
      <w:pPr>
        <w:pStyle w:val="Text2-2"/>
      </w:pPr>
      <w:r w:rsidRPr="00CB6F94">
        <w:t xml:space="preserve">V čl. 1.11.5 TKP, odst. 2 se vypouští text: </w:t>
      </w:r>
      <w:bookmarkStart w:id="33" w:name="_Hlk115869021"/>
      <w:r w:rsidRPr="00CB6F94">
        <w:t>„…</w:t>
      </w:r>
      <w:bookmarkEnd w:id="33"/>
      <w:r w:rsidRPr="00CB6F94">
        <w:t>a v podrobnostech směrnice SŽ SM011“</w:t>
      </w:r>
    </w:p>
    <w:p w:rsidR="00DF7856" w:rsidRPr="00CB6F94" w:rsidRDefault="00DF7856" w:rsidP="00DF7856">
      <w:pPr>
        <w:pStyle w:val="Text2-2"/>
      </w:pPr>
      <w:r w:rsidRPr="00CB6F94">
        <w:t>Čl. 1.11.5.1 TKP, odst. 3 se mění takto:</w:t>
      </w:r>
    </w:p>
    <w:p w:rsidR="001F74AD" w:rsidRPr="00CB6F94" w:rsidRDefault="001F74AD" w:rsidP="004C1240">
      <w:pPr>
        <w:pStyle w:val="Text2-2"/>
        <w:numPr>
          <w:ilvl w:val="0"/>
          <w:numId w:val="0"/>
        </w:numPr>
        <w:ind w:left="1701"/>
      </w:pPr>
      <w:r w:rsidRPr="00CB6F94">
        <w:t xml:space="preserve">Předání Dokumentace skutečného provedení stavby týkající se díla Zhotovitelem Objednateli proběhne </w:t>
      </w:r>
      <w:r w:rsidRPr="00CB6F94">
        <w:rPr>
          <w:b/>
        </w:rPr>
        <w:t>v listinné podobě ve třech vyhotoveních</w:t>
      </w:r>
      <w:r w:rsidRPr="00CB6F94">
        <w:t xml:space="preserve"> pro technickou část do 3 měsíců, pro souborné zpracování geodetické části do 6 měsíců a kompletní </w:t>
      </w:r>
      <w:r w:rsidRPr="00CB6F94">
        <w:rPr>
          <w:b/>
        </w:rPr>
        <w:t>dokumentace v elektronické podobě v rozsahu dle čl. 4.1.2.30 těchto ZTP</w:t>
      </w:r>
      <w:r w:rsidRPr="00CB6F94">
        <w:t xml:space="preserve"> do 3 měsíců ode dne, kdy byl vydán poslední Zápis o předání a převzetí díla, nejpozději však do termínu ukončení smluvního vztahu.</w:t>
      </w:r>
    </w:p>
    <w:p w:rsidR="004C1240" w:rsidRPr="00CB6F94" w:rsidRDefault="004C1240" w:rsidP="004C1240">
      <w:pPr>
        <w:pStyle w:val="Text2-2"/>
      </w:pPr>
      <w:r w:rsidRPr="00CB6F94">
        <w:t>Čl. 1.11.5.1 TKP, odst. 4 se ruší.</w:t>
      </w:r>
    </w:p>
    <w:p w:rsidR="004C1240" w:rsidRPr="00CB6F94" w:rsidRDefault="004C1240" w:rsidP="004C1240">
      <w:pPr>
        <w:pStyle w:val="Text2-2"/>
      </w:pPr>
      <w:r w:rsidRPr="00CB6F94">
        <w:t>Čl. 1.11.5.1 TKP, odst. 5 se ruší.</w:t>
      </w:r>
    </w:p>
    <w:p w:rsidR="00E05363" w:rsidRPr="00CB6F94" w:rsidRDefault="00E05363" w:rsidP="00E05363">
      <w:pPr>
        <w:pStyle w:val="Text2-2"/>
      </w:pPr>
      <w:r w:rsidRPr="00CB6F94">
        <w:t>V čl. 1.11.5.1 TKP, odst. 7 se ruší text: „…*.XML (datový předpis XDC)“.</w:t>
      </w:r>
    </w:p>
    <w:p w:rsidR="00735BE7" w:rsidRPr="00CB6F94" w:rsidRDefault="00735BE7" w:rsidP="00735BE7">
      <w:pPr>
        <w:pStyle w:val="Text2-1"/>
        <w:rPr>
          <w:b/>
        </w:rPr>
      </w:pPr>
      <w:r w:rsidRPr="00CB6F94">
        <w:t xml:space="preserve">Pokud obsahují TKP odvolání na ustanovení VTP, tyto se ruší a </w:t>
      </w:r>
      <w:r w:rsidRPr="00CB6F94">
        <w:rPr>
          <w:b/>
        </w:rPr>
        <w:t>platí TKP, nebo doplňující ustanovení jsou-li v ZTP uvedena.</w:t>
      </w:r>
    </w:p>
    <w:p w:rsidR="00735F5B" w:rsidRPr="00CB6F94" w:rsidRDefault="00735F5B" w:rsidP="00735F5B">
      <w:pPr>
        <w:pStyle w:val="Text2-2"/>
      </w:pPr>
      <w:r w:rsidRPr="00CB6F94">
        <w:t>Objednatel se zavazuje zajistit Zhotoviteli právo užívání Staveniště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CB6F94">
        <w:t>, nejdříve</w:t>
      </w:r>
      <w:r w:rsidR="008A19E2" w:rsidRPr="00CB6F94">
        <w:t xml:space="preserve"> však prvního dne měsíce určeného pro zahájení stavby v čl. 5.1.4 </w:t>
      </w:r>
      <w:r w:rsidR="00BE06E2" w:rsidRPr="00CB6F94">
        <w:t xml:space="preserve">těchto </w:t>
      </w:r>
      <w:r w:rsidR="008A19E2" w:rsidRPr="00CB6F94">
        <w:t>ZTP.</w:t>
      </w:r>
    </w:p>
    <w:p w:rsidR="00735F5B" w:rsidRPr="00CB6F94" w:rsidRDefault="00735F5B" w:rsidP="00735F5B">
      <w:pPr>
        <w:pStyle w:val="Text2-2"/>
      </w:pPr>
      <w:r w:rsidRPr="00CB6F94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:rsidR="00735F5B" w:rsidRPr="00CB6F94" w:rsidRDefault="00735F5B" w:rsidP="00735F5B">
      <w:pPr>
        <w:pStyle w:val="Text2-2"/>
      </w:pPr>
      <w:r w:rsidRPr="00CB6F94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:rsidR="00735F5B" w:rsidRPr="00CB6F94" w:rsidRDefault="00735F5B" w:rsidP="00735F5B">
      <w:pPr>
        <w:pStyle w:val="Text2-2"/>
      </w:pPr>
      <w:r w:rsidRPr="00CB6F94">
        <w:t xml:space="preserve">V případě, že TDS při provádění Díla zjistí, že práce na Díle nebo jeho části provádí </w:t>
      </w:r>
      <w:proofErr w:type="spellStart"/>
      <w:r w:rsidRPr="00CB6F94">
        <w:t>Podzhotovitel</w:t>
      </w:r>
      <w:proofErr w:type="spellEnd"/>
      <w:r w:rsidRPr="00CB6F94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CB6F94">
        <w:t>Podzhotovitele</w:t>
      </w:r>
      <w:proofErr w:type="spellEnd"/>
      <w:r w:rsidRPr="00CB6F94">
        <w:t xml:space="preserve"> z provádění prací na Díle odvolá a má právo vykázat nepověřeného </w:t>
      </w:r>
      <w:proofErr w:type="spellStart"/>
      <w:r w:rsidRPr="00CB6F94">
        <w:t>Podzhotovitele</w:t>
      </w:r>
      <w:proofErr w:type="spellEnd"/>
      <w:r w:rsidRPr="00CB6F94">
        <w:t xml:space="preserve"> ze Staveniště.</w:t>
      </w:r>
    </w:p>
    <w:p w:rsidR="0013217D" w:rsidRPr="00CB6F94" w:rsidRDefault="0013217D" w:rsidP="0013217D">
      <w:pPr>
        <w:pStyle w:val="Text2-2"/>
      </w:pPr>
      <w:r w:rsidRPr="00CB6F94">
        <w:rPr>
          <w:b/>
        </w:rPr>
        <w:t>K činnostem Zhotovitele v rámci plnění SOD</w:t>
      </w:r>
      <w:r w:rsidRPr="00CB6F94">
        <w:t xml:space="preserve"> mimo jiné také patří:</w:t>
      </w:r>
    </w:p>
    <w:p w:rsidR="0013217D" w:rsidRPr="00CB6F94" w:rsidRDefault="0013217D" w:rsidP="0013217D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CB6F94">
        <w:rPr>
          <w:sz w:val="18"/>
          <w:szCs w:val="18"/>
        </w:rPr>
        <w:t>zpracování žádosti o vydání certifikátu o ověření subsystému (TSI),</w:t>
      </w:r>
    </w:p>
    <w:p w:rsidR="0013217D" w:rsidRPr="00CB6F94" w:rsidRDefault="0013217D" w:rsidP="0013217D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CB6F94">
        <w:rPr>
          <w:sz w:val="18"/>
          <w:szCs w:val="18"/>
        </w:rPr>
        <w:t>vydání ES prohlášení o ověření subsystému podle Směrnice Evropského parlamentu a Rady EU) 2016/797 (o</w:t>
      </w:r>
      <w:r w:rsidRPr="00CB6F94">
        <w:rPr>
          <w:rFonts w:cs="Verdana"/>
          <w:sz w:val="18"/>
          <w:szCs w:val="18"/>
        </w:rPr>
        <w:t xml:space="preserve"> interoperabilitě železničního systému v Evropské unii),</w:t>
      </w:r>
    </w:p>
    <w:p w:rsidR="0013217D" w:rsidRPr="00CB6F94" w:rsidRDefault="0013217D" w:rsidP="0013217D">
      <w:pPr>
        <w:pStyle w:val="Odstavecseseznamem"/>
        <w:numPr>
          <w:ilvl w:val="4"/>
          <w:numId w:val="6"/>
        </w:numPr>
        <w:jc w:val="both"/>
        <w:rPr>
          <w:sz w:val="18"/>
          <w:szCs w:val="18"/>
        </w:rPr>
      </w:pPr>
      <w:r w:rsidRPr="00CB6F94">
        <w:rPr>
          <w:sz w:val="18"/>
          <w:szCs w:val="18"/>
        </w:rPr>
        <w:t>vydání osvědčení o bezpečnosti podle Prováděcího nařízení komise č. 402/2013 (o společné metodě pro hodnocení a posuzování rizik a o zrušení nařízení (ES) č. 352/2009).</w:t>
      </w:r>
    </w:p>
    <w:p w:rsidR="00223CF2" w:rsidRPr="00CB6F94" w:rsidRDefault="00223CF2" w:rsidP="00223CF2">
      <w:pPr>
        <w:pStyle w:val="Text2-2"/>
      </w:pPr>
      <w:r w:rsidRPr="00CB6F94">
        <w:rPr>
          <w:b/>
        </w:rPr>
        <w:lastRenderedPageBreak/>
        <w:t>U majetkoprávního vypořádání s ČD</w:t>
      </w:r>
      <w:r w:rsidRPr="00CB6F94">
        <w:t xml:space="preserve"> se Zhotovitel zavazuje respektovat aktuální stav a postupy vypořádání v rámci </w:t>
      </w:r>
      <w:r w:rsidRPr="00CB6F94">
        <w:rPr>
          <w:b/>
        </w:rPr>
        <w:t>UMVŽST.</w:t>
      </w:r>
    </w:p>
    <w:p w:rsidR="009358DC" w:rsidRPr="00CB6F94" w:rsidRDefault="009358DC" w:rsidP="005220AF">
      <w:pPr>
        <w:pStyle w:val="Text2-2"/>
      </w:pPr>
      <w:r w:rsidRPr="00CB6F94">
        <w:t xml:space="preserve">Veškeré pracovní postupy nutné ke zhotovení Díla a odstraňování jeho vad, se Zhotovitel zavazuje provádět tak, aby bez řádného projednání s vlastníky </w:t>
      </w:r>
      <w:r w:rsidRPr="00CB6F94">
        <w:rPr>
          <w:b/>
        </w:rPr>
        <w:t>nezasahovaly do majetku a práv třetích osob.</w:t>
      </w:r>
    </w:p>
    <w:p w:rsidR="00065260" w:rsidRPr="00CB6F94" w:rsidRDefault="00065260" w:rsidP="005220AF">
      <w:pPr>
        <w:pStyle w:val="Text2-2"/>
      </w:pPr>
      <w:r w:rsidRPr="00CB6F94">
        <w:t xml:space="preserve">Pokud je </w:t>
      </w:r>
      <w:r w:rsidRPr="00CB6F94">
        <w:rPr>
          <w:b/>
        </w:rPr>
        <w:t>podzemní vedení</w:t>
      </w:r>
      <w:r w:rsidRPr="00CB6F94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:rsidR="00C711EA" w:rsidRPr="00CB6F94" w:rsidRDefault="00C711EA" w:rsidP="005220AF">
      <w:pPr>
        <w:pStyle w:val="Text2-2"/>
      </w:pPr>
      <w:r w:rsidRPr="00CB6F94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:rsidR="00C711EA" w:rsidRPr="00CB6F94" w:rsidRDefault="00C711EA" w:rsidP="005220AF">
      <w:pPr>
        <w:pStyle w:val="Text2-2"/>
      </w:pPr>
      <w:r w:rsidRPr="00CB6F94">
        <w:t>Výkopové práce pro podzemní vedení a zařízení technické infrastruktury se Zhotovitel zavazuje koordinovat s ostatní stavební činností v rámci Staveniště.</w:t>
      </w:r>
    </w:p>
    <w:p w:rsidR="00C711EA" w:rsidRPr="00CB6F94" w:rsidRDefault="00C711EA" w:rsidP="005220AF">
      <w:pPr>
        <w:pStyle w:val="Text2-2"/>
        <w:rPr>
          <w:b/>
        </w:rPr>
      </w:pPr>
      <w:r w:rsidRPr="00CB6F94">
        <w:t xml:space="preserve">Zhotovitel se zavazuje nejméně 5 dní před zahájením příslušné činnosti oznámit TDS a projednat s příslušným vlastníkem (správcem) </w:t>
      </w:r>
      <w:r w:rsidRPr="00CB6F94">
        <w:rPr>
          <w:b/>
        </w:rPr>
        <w:t>zásahy do jeho provozovaného zařízení technické infrastruktury.</w:t>
      </w:r>
    </w:p>
    <w:p w:rsidR="00E95BF0" w:rsidRPr="00CB6F94" w:rsidRDefault="00DD10A4" w:rsidP="005220AF">
      <w:pPr>
        <w:pStyle w:val="Text2-2"/>
      </w:pPr>
      <w:r w:rsidRPr="00CB6F94">
        <w:t xml:space="preserve">V případě plánované výluky (vypnutí) </w:t>
      </w:r>
      <w:r w:rsidRPr="00CB6F94">
        <w:rPr>
          <w:b/>
        </w:rPr>
        <w:t>přejezdového zabezpečovacího zařízení,</w:t>
      </w:r>
      <w:r w:rsidRPr="00CB6F94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:rsidR="00DD10A4" w:rsidRPr="00CB6F94" w:rsidRDefault="00DD10A4" w:rsidP="005220AF">
      <w:pPr>
        <w:pStyle w:val="Text2-2"/>
      </w:pPr>
      <w:r w:rsidRPr="00CB6F94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:rsidR="00F72FDF" w:rsidRPr="00CB6F94" w:rsidRDefault="00F72FDF" w:rsidP="00F21EDB">
      <w:pPr>
        <w:pStyle w:val="Text2-2"/>
      </w:pPr>
      <w:r w:rsidRPr="00CB6F94">
        <w:rPr>
          <w:b/>
        </w:rPr>
        <w:t>Změny během výstavby</w:t>
      </w:r>
      <w:r w:rsidRPr="00CB6F94">
        <w:t>,</w:t>
      </w:r>
      <w:r w:rsidR="00324E85" w:rsidRPr="00CB6F94">
        <w:t xml:space="preserve"> musí být</w:t>
      </w:r>
      <w:r w:rsidR="00D47647" w:rsidRPr="00CB6F94">
        <w:t xml:space="preserve"> řešeny</w:t>
      </w:r>
      <w:r w:rsidR="00857CC5" w:rsidRPr="00CB6F94">
        <w:t xml:space="preserve"> </w:t>
      </w:r>
      <w:r w:rsidR="008F6AC2" w:rsidRPr="00CB6F94">
        <w:t>a zpracovány</w:t>
      </w:r>
      <w:r w:rsidR="00D47647" w:rsidRPr="00CB6F94">
        <w:t xml:space="preserve"> </w:t>
      </w:r>
      <w:r w:rsidR="001401D5" w:rsidRPr="00CB6F94">
        <w:t xml:space="preserve">podle </w:t>
      </w:r>
      <w:r w:rsidR="00D47647" w:rsidRPr="00CB6F94">
        <w:t>směrnic</w:t>
      </w:r>
      <w:r w:rsidR="001401D5" w:rsidRPr="00CB6F94">
        <w:t>e</w:t>
      </w:r>
      <w:r w:rsidR="00F8680A" w:rsidRPr="00CB6F94">
        <w:t xml:space="preserve"> </w:t>
      </w:r>
      <w:r w:rsidR="00D47647" w:rsidRPr="00CB6F94">
        <w:t>SŽ SM105</w:t>
      </w:r>
      <w:r w:rsidR="00757E4D" w:rsidRPr="00CB6F94">
        <w:t>.</w:t>
      </w:r>
      <w:r w:rsidR="00857CC5" w:rsidRPr="00CB6F94">
        <w:t xml:space="preserve"> </w:t>
      </w:r>
    </w:p>
    <w:p w:rsidR="00744694" w:rsidRPr="00CB6F94" w:rsidRDefault="00744694" w:rsidP="00F21EDB">
      <w:pPr>
        <w:pStyle w:val="Text2-2"/>
      </w:pPr>
      <w:r w:rsidRPr="00CB6F94">
        <w:t xml:space="preserve">Zhotovitel se zavazuje zajistit </w:t>
      </w:r>
      <w:r w:rsidRPr="00CB6F94">
        <w:rPr>
          <w:b/>
        </w:rPr>
        <w:t>kompatibilitu nových vnitřních a vnějších částí zabezpečovacího zařízení</w:t>
      </w:r>
      <w:r w:rsidRPr="00CB6F94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:rsidR="00744694" w:rsidRPr="00CB6F94" w:rsidRDefault="00744694" w:rsidP="00F21EDB">
      <w:pPr>
        <w:pStyle w:val="Text2-2"/>
        <w:rPr>
          <w:bCs/>
        </w:rPr>
      </w:pPr>
      <w:r w:rsidRPr="00CB6F94">
        <w:t xml:space="preserve">Pro přesnou </w:t>
      </w:r>
      <w:r w:rsidRPr="00CB6F94">
        <w:rPr>
          <w:b/>
        </w:rPr>
        <w:t>identifikaci podzemních sítí,</w:t>
      </w:r>
      <w:r w:rsidRPr="00CB6F94">
        <w:t xml:space="preserve"> metalických a optických kabelů, kanalizace, vody a plynu budou použity </w:t>
      </w:r>
      <w:r w:rsidRPr="00CB6F94">
        <w:rPr>
          <w:b/>
          <w:bCs/>
        </w:rPr>
        <w:t xml:space="preserve">RFID </w:t>
      </w:r>
      <w:proofErr w:type="spellStart"/>
      <w:r w:rsidRPr="00CB6F94">
        <w:rPr>
          <w:b/>
          <w:bCs/>
        </w:rPr>
        <w:t>markery</w:t>
      </w:r>
      <w:proofErr w:type="spellEnd"/>
      <w:r w:rsidRPr="00CB6F94">
        <w:t xml:space="preserve">. Mohou se používat pouze </w:t>
      </w:r>
      <w:proofErr w:type="spellStart"/>
      <w:r w:rsidRPr="00CB6F94">
        <w:t>markery</w:t>
      </w:r>
      <w:proofErr w:type="spellEnd"/>
      <w:r w:rsidRPr="00CB6F94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CB6F94">
        <w:t>markerů</w:t>
      </w:r>
      <w:proofErr w:type="spellEnd"/>
      <w:r w:rsidRPr="00CB6F94">
        <w:t xml:space="preserve"> jsou následující:</w:t>
      </w:r>
    </w:p>
    <w:p w:rsidR="00744694" w:rsidRPr="00CB6F94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B6F94">
        <w:rPr>
          <w:sz w:val="18"/>
          <w:szCs w:val="18"/>
        </w:rPr>
        <w:t xml:space="preserve">Silová </w:t>
      </w:r>
      <w:r w:rsidRPr="00CB6F94">
        <w:rPr>
          <w:b/>
          <w:sz w:val="18"/>
          <w:szCs w:val="18"/>
        </w:rPr>
        <w:t>zařízení a kabely</w:t>
      </w:r>
      <w:r w:rsidRPr="00CB6F94">
        <w:rPr>
          <w:sz w:val="18"/>
          <w:szCs w:val="18"/>
        </w:rPr>
        <w:t xml:space="preserve"> (včetně kabelů určených k napájení zabezpečovacích zařízení) – </w:t>
      </w:r>
      <w:r w:rsidRPr="00CB6F94">
        <w:rPr>
          <w:b/>
          <w:sz w:val="18"/>
          <w:szCs w:val="18"/>
        </w:rPr>
        <w:t xml:space="preserve">červený </w:t>
      </w:r>
      <w:proofErr w:type="spellStart"/>
      <w:r w:rsidRPr="00CB6F94">
        <w:rPr>
          <w:b/>
          <w:sz w:val="18"/>
          <w:szCs w:val="18"/>
        </w:rPr>
        <w:t>marker</w:t>
      </w:r>
      <w:proofErr w:type="spellEnd"/>
      <w:r w:rsidRPr="00CB6F94">
        <w:rPr>
          <w:sz w:val="18"/>
          <w:szCs w:val="18"/>
        </w:rPr>
        <w:t xml:space="preserve"> [169,8 kHz] - trasy kabelů (v případě požadavku umístění po cca 50 m); přípojky; zakopané spojky; křížení kabelů; servisní </w:t>
      </w:r>
      <w:r w:rsidRPr="00CB6F94">
        <w:rPr>
          <w:sz w:val="18"/>
          <w:szCs w:val="18"/>
        </w:rPr>
        <w:lastRenderedPageBreak/>
        <w:t>smyčky; paty instalačních trubek; ohyby, změny hloubky; poklopy; rozvodové smyčky.</w:t>
      </w:r>
    </w:p>
    <w:p w:rsidR="00C711EA" w:rsidRPr="00CB6F94" w:rsidRDefault="00744694" w:rsidP="00F21EDB">
      <w:pPr>
        <w:pStyle w:val="Text2-2"/>
        <w:numPr>
          <w:ilvl w:val="4"/>
          <w:numId w:val="14"/>
        </w:numPr>
      </w:pPr>
      <w:r w:rsidRPr="00CB6F94">
        <w:rPr>
          <w:b/>
        </w:rPr>
        <w:t xml:space="preserve">Sdělovací zařízení a kabely – oranžový </w:t>
      </w:r>
      <w:proofErr w:type="spellStart"/>
      <w:r w:rsidRPr="00CB6F94">
        <w:rPr>
          <w:b/>
        </w:rPr>
        <w:t>marker</w:t>
      </w:r>
      <w:proofErr w:type="spellEnd"/>
      <w:r w:rsidRPr="00CB6F9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CB6F94">
        <w:t>markery</w:t>
      </w:r>
      <w:proofErr w:type="spellEnd"/>
      <w:r w:rsidRPr="00CB6F94">
        <w:t xml:space="preserve"> v </w:t>
      </w:r>
      <w:proofErr w:type="spellStart"/>
      <w:r w:rsidRPr="00CB6F94">
        <w:t>zapisovatelném</w:t>
      </w:r>
      <w:proofErr w:type="spellEnd"/>
      <w:r w:rsidRPr="00CB6F94">
        <w:t xml:space="preserve"> provedení).</w:t>
      </w:r>
    </w:p>
    <w:p w:rsidR="00FD0503" w:rsidRPr="00CB6F94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B6F94">
        <w:rPr>
          <w:b/>
          <w:sz w:val="18"/>
          <w:szCs w:val="18"/>
        </w:rPr>
        <w:t xml:space="preserve">Zabezpečovací zařízení – fialový </w:t>
      </w:r>
      <w:proofErr w:type="spellStart"/>
      <w:r w:rsidRPr="00CB6F94">
        <w:rPr>
          <w:b/>
          <w:sz w:val="18"/>
          <w:szCs w:val="18"/>
        </w:rPr>
        <w:t>marker</w:t>
      </w:r>
      <w:proofErr w:type="spellEnd"/>
      <w:r w:rsidRPr="00CB6F94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CB6F94">
        <w:rPr>
          <w:sz w:val="18"/>
          <w:szCs w:val="18"/>
        </w:rPr>
        <w:t>markeru</w:t>
      </w:r>
      <w:proofErr w:type="spellEnd"/>
      <w:r w:rsidRPr="00CB6F94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CB6F94">
        <w:rPr>
          <w:sz w:val="18"/>
          <w:szCs w:val="18"/>
        </w:rPr>
        <w:t>markery</w:t>
      </w:r>
      <w:proofErr w:type="spellEnd"/>
      <w:r w:rsidRPr="00CB6F94">
        <w:rPr>
          <w:sz w:val="18"/>
          <w:szCs w:val="18"/>
        </w:rPr>
        <w:t xml:space="preserve"> v </w:t>
      </w:r>
      <w:proofErr w:type="spellStart"/>
      <w:r w:rsidRPr="00CB6F94">
        <w:rPr>
          <w:sz w:val="18"/>
          <w:szCs w:val="18"/>
        </w:rPr>
        <w:t>zapisovatelném</w:t>
      </w:r>
      <w:proofErr w:type="spellEnd"/>
      <w:r w:rsidRPr="00CB6F94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CB6F94">
        <w:rPr>
          <w:sz w:val="18"/>
          <w:szCs w:val="18"/>
        </w:rPr>
        <w:t>markery</w:t>
      </w:r>
      <w:proofErr w:type="spellEnd"/>
      <w:r w:rsidRPr="00CB6F94">
        <w:rPr>
          <w:sz w:val="18"/>
          <w:szCs w:val="18"/>
        </w:rPr>
        <w:t xml:space="preserve"> v </w:t>
      </w:r>
      <w:proofErr w:type="spellStart"/>
      <w:r w:rsidRPr="00CB6F94">
        <w:rPr>
          <w:sz w:val="18"/>
          <w:szCs w:val="18"/>
        </w:rPr>
        <w:t>zapisovatelném</w:t>
      </w:r>
      <w:proofErr w:type="spellEnd"/>
      <w:r w:rsidRPr="00CB6F94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CB6F94">
        <w:rPr>
          <w:sz w:val="18"/>
          <w:szCs w:val="18"/>
        </w:rPr>
        <w:t>markery</w:t>
      </w:r>
      <w:proofErr w:type="spellEnd"/>
      <w:r w:rsidRPr="00CB6F94">
        <w:rPr>
          <w:sz w:val="18"/>
          <w:szCs w:val="18"/>
        </w:rPr>
        <w:t xml:space="preserve"> v </w:t>
      </w:r>
      <w:proofErr w:type="spellStart"/>
      <w:r w:rsidRPr="00CB6F94">
        <w:rPr>
          <w:sz w:val="18"/>
          <w:szCs w:val="18"/>
        </w:rPr>
        <w:t>zapisovatelném</w:t>
      </w:r>
      <w:proofErr w:type="spellEnd"/>
      <w:r w:rsidRPr="00CB6F94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CB6F94">
        <w:rPr>
          <w:sz w:val="18"/>
          <w:szCs w:val="18"/>
        </w:rPr>
        <w:t>markery</w:t>
      </w:r>
      <w:proofErr w:type="spellEnd"/>
      <w:r w:rsidRPr="00CB6F94">
        <w:rPr>
          <w:sz w:val="18"/>
          <w:szCs w:val="18"/>
        </w:rPr>
        <w:t xml:space="preserve"> v </w:t>
      </w:r>
      <w:proofErr w:type="spellStart"/>
      <w:r w:rsidRPr="00CB6F94">
        <w:rPr>
          <w:sz w:val="18"/>
          <w:szCs w:val="18"/>
        </w:rPr>
        <w:t>zapisovatelném</w:t>
      </w:r>
      <w:proofErr w:type="spellEnd"/>
      <w:r w:rsidRPr="00CB6F94">
        <w:rPr>
          <w:sz w:val="18"/>
          <w:szCs w:val="18"/>
        </w:rPr>
        <w:t xml:space="preserve"> provedení).</w:t>
      </w:r>
    </w:p>
    <w:p w:rsidR="00FD0503" w:rsidRPr="00CB6F94" w:rsidRDefault="00FD0503" w:rsidP="00F21EDB">
      <w:pPr>
        <w:pStyle w:val="Text2-2"/>
      </w:pPr>
      <w:r w:rsidRPr="00CB6F94">
        <w:t>Označníky je nutno k uloženým kabelům, potrubím a podzemním zařízením pevně upevňovat (např. plastovou vázací páskou).</w:t>
      </w:r>
    </w:p>
    <w:p w:rsidR="00FD0503" w:rsidRPr="00CB6F94" w:rsidRDefault="00FD0503" w:rsidP="00F21EDB">
      <w:pPr>
        <w:pStyle w:val="Text2-2"/>
      </w:pPr>
      <w:r w:rsidRPr="00CB6F94">
        <w:t xml:space="preserve">Informace o použití </w:t>
      </w:r>
      <w:proofErr w:type="spellStart"/>
      <w:r w:rsidRPr="00CB6F94">
        <w:t>markerů</w:t>
      </w:r>
      <w:proofErr w:type="spellEnd"/>
      <w:r w:rsidRPr="00CB6F94">
        <w:t xml:space="preserve"> bude zaznamenaná do DSPS.</w:t>
      </w:r>
    </w:p>
    <w:p w:rsidR="00FD0503" w:rsidRPr="00CB6F94" w:rsidRDefault="00FD0503" w:rsidP="000C3375">
      <w:pPr>
        <w:pStyle w:val="Text2-2"/>
      </w:pPr>
      <w:r w:rsidRPr="00CB6F94">
        <w:t xml:space="preserve">Do digitální dokumentace se budou zaznamenávat </w:t>
      </w:r>
      <w:proofErr w:type="spellStart"/>
      <w:r w:rsidRPr="00CB6F94">
        <w:t>markery</w:t>
      </w:r>
      <w:proofErr w:type="spellEnd"/>
      <w:r w:rsidRPr="00CB6F94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CB6F94">
        <w:t>markeru</w:t>
      </w:r>
      <w:proofErr w:type="spellEnd"/>
      <w:r w:rsidRPr="00CB6F94">
        <w:t>.</w:t>
      </w:r>
    </w:p>
    <w:p w:rsidR="00FD0503" w:rsidRPr="00CB6F94" w:rsidRDefault="00FD0503" w:rsidP="00F21EDB">
      <w:pPr>
        <w:pStyle w:val="Text2-2"/>
      </w:pPr>
      <w:r w:rsidRPr="00CB6F94">
        <w:rPr>
          <w:b/>
        </w:rPr>
        <w:t xml:space="preserve">V </w:t>
      </w:r>
      <w:r w:rsidR="000C3375" w:rsidRPr="00CB6F94">
        <w:rPr>
          <w:b/>
        </w:rPr>
        <w:t>dokumentaci skutečného provedení stavby (</w:t>
      </w:r>
      <w:r w:rsidRPr="00CB6F94">
        <w:rPr>
          <w:b/>
        </w:rPr>
        <w:t>DSPS</w:t>
      </w:r>
      <w:r w:rsidR="000C3375" w:rsidRPr="00CB6F94">
        <w:rPr>
          <w:b/>
        </w:rPr>
        <w:t>)</w:t>
      </w:r>
      <w:r w:rsidRPr="00CB6F94">
        <w:rPr>
          <w:b/>
        </w:rPr>
        <w:t xml:space="preserve"> </w:t>
      </w:r>
      <w:r w:rsidRPr="00CB6F94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CB6F94">
        <w:t>markerů</w:t>
      </w:r>
      <w:proofErr w:type="spellEnd"/>
      <w:r w:rsidRPr="00CB6F94">
        <w:t xml:space="preserve"> k lokalizaci podzemních inženýrských sítí v majetku SŽ.</w:t>
      </w:r>
    </w:p>
    <w:p w:rsidR="00531DB7" w:rsidRPr="00CB6F94" w:rsidRDefault="00531DB7" w:rsidP="00531DB7">
      <w:pPr>
        <w:pStyle w:val="Text2-2"/>
      </w:pPr>
      <w:r w:rsidRPr="00CB6F94">
        <w:rPr>
          <w:b/>
        </w:rPr>
        <w:t>Souborné zpracování geodetické části DSPS</w:t>
      </w:r>
      <w:r w:rsidRPr="00CB6F94">
        <w:t xml:space="preserve"> bude předáno Objednateli v listinné a elektronické podobě</w:t>
      </w:r>
      <w:r w:rsidR="00C369C5" w:rsidRPr="00CB6F94">
        <w:t>.</w:t>
      </w:r>
    </w:p>
    <w:p w:rsidR="00531DB7" w:rsidRPr="00CB6F94" w:rsidRDefault="00531DB7" w:rsidP="00531DB7">
      <w:pPr>
        <w:pStyle w:val="Text2-2"/>
        <w:numPr>
          <w:ilvl w:val="4"/>
          <w:numId w:val="6"/>
        </w:numPr>
      </w:pPr>
      <w:r w:rsidRPr="00CB6F94">
        <w:t>Předané geodetické části DSPS jednotlivých PS a SO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</w:pPr>
      <w:r w:rsidRPr="00CB6F94">
        <w:t>Seznam čísel a názvů PS a SO s uvedením zhotovitele geodetické části DSPS jednotlivých PS a SO (ve formátu *.</w:t>
      </w:r>
      <w:proofErr w:type="spellStart"/>
      <w:r w:rsidRPr="00CB6F94">
        <w:t>xlsx</w:t>
      </w:r>
      <w:proofErr w:type="spellEnd"/>
      <w:r w:rsidRPr="00CB6F94">
        <w:t>),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</w:pPr>
      <w:r w:rsidRPr="00CB6F94">
        <w:t>TZ k jednotlivým PS a SO (ve formátu *.</w:t>
      </w:r>
      <w:proofErr w:type="spellStart"/>
      <w:r w:rsidRPr="00CB6F94">
        <w:t>pdf</w:t>
      </w:r>
      <w:proofErr w:type="spellEnd"/>
      <w:r w:rsidRPr="00CB6F94">
        <w:t>),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</w:pPr>
      <w:r w:rsidRPr="00CB6F94">
        <w:t>Seznam souřadnic, výšek a charakteristik podrobných bodů k jednotlivým SO a PS (ve formátu *.</w:t>
      </w:r>
      <w:proofErr w:type="spellStart"/>
      <w:r w:rsidRPr="00CB6F94">
        <w:t>txt</w:t>
      </w:r>
      <w:proofErr w:type="spellEnd"/>
      <w:r w:rsidRPr="00CB6F94">
        <w:t>),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</w:pPr>
      <w:r w:rsidRPr="00CB6F94">
        <w:t>Výpočetní protokol a editované zápisníky ve formátu *.</w:t>
      </w:r>
      <w:proofErr w:type="spellStart"/>
      <w:r w:rsidRPr="00CB6F94">
        <w:t>txt</w:t>
      </w:r>
      <w:proofErr w:type="spellEnd"/>
      <w:r w:rsidRPr="00CB6F94">
        <w:t>; originální zápisníky ve formátu stroje, doložení splnění požadované přesnosti, kalibrační listy, fotodokumentace a další,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</w:pPr>
      <w:r w:rsidRPr="00CB6F94">
        <w:t>Výkresy jednotlivých PS a SO v M 1:1000 (ve formátu *.</w:t>
      </w:r>
      <w:proofErr w:type="spellStart"/>
      <w:r w:rsidRPr="00CB6F94">
        <w:t>dgn</w:t>
      </w:r>
      <w:proofErr w:type="spellEnd"/>
      <w:r w:rsidRPr="00CB6F94">
        <w:t xml:space="preserve"> a *.</w:t>
      </w:r>
      <w:proofErr w:type="spellStart"/>
      <w:r w:rsidRPr="00CB6F94">
        <w:t>pdf</w:t>
      </w:r>
      <w:proofErr w:type="spellEnd"/>
      <w:r w:rsidRPr="00CB6F94">
        <w:t>). Pokud jsou kóty a detaily vyžadovány ZTP, jsou zakresleny v samostatném pomocném výkrese DGN. Soubor PDF zachycuje soutisk hlavního a pomocného výkresu.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</w:pPr>
      <w:r w:rsidRPr="00CB6F94">
        <w:t>Seznam PS a SO identifikovaných ve vztahu k parcelním číslům pozemků podle evidence právních vztahů KN. Formu a obsah seznamu upřesní ÚOZI Objednatele.</w:t>
      </w:r>
    </w:p>
    <w:p w:rsidR="00102B45" w:rsidRPr="00CB6F94" w:rsidRDefault="00102B45" w:rsidP="00102B45">
      <w:pPr>
        <w:pStyle w:val="Text2-2"/>
        <w:numPr>
          <w:ilvl w:val="0"/>
          <w:numId w:val="0"/>
        </w:numPr>
        <w:ind w:left="1701"/>
      </w:pPr>
    </w:p>
    <w:p w:rsidR="00102B45" w:rsidRPr="00CB6F94" w:rsidRDefault="00102B45" w:rsidP="00102B45">
      <w:pPr>
        <w:pStyle w:val="Text2-2"/>
        <w:numPr>
          <w:ilvl w:val="0"/>
          <w:numId w:val="0"/>
        </w:numPr>
        <w:ind w:left="1701"/>
      </w:pPr>
    </w:p>
    <w:p w:rsidR="00531DB7" w:rsidRPr="00CB6F94" w:rsidRDefault="00531DB7" w:rsidP="00531DB7">
      <w:pPr>
        <w:pStyle w:val="Text2-2"/>
        <w:numPr>
          <w:ilvl w:val="4"/>
          <w:numId w:val="6"/>
        </w:numPr>
      </w:pPr>
      <w:r w:rsidRPr="00CB6F94">
        <w:lastRenderedPageBreak/>
        <w:t>Geometrické plány</w:t>
      </w:r>
    </w:p>
    <w:p w:rsidR="00531DB7" w:rsidRPr="00CB6F94" w:rsidRDefault="00531DB7" w:rsidP="00531DB7">
      <w:pPr>
        <w:pStyle w:val="Odstavecseseznamem"/>
        <w:numPr>
          <w:ilvl w:val="5"/>
          <w:numId w:val="6"/>
        </w:numPr>
        <w:spacing w:after="120"/>
        <w:jc w:val="both"/>
        <w:rPr>
          <w:sz w:val="18"/>
          <w:szCs w:val="18"/>
        </w:rPr>
      </w:pPr>
      <w:r w:rsidRPr="00CB6F94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:rsidR="00531DB7" w:rsidRPr="00CB6F94" w:rsidRDefault="00531DB7" w:rsidP="00531DB7">
      <w:pPr>
        <w:pStyle w:val="Text2-2"/>
        <w:numPr>
          <w:ilvl w:val="5"/>
          <w:numId w:val="6"/>
        </w:numPr>
        <w:spacing w:after="240"/>
      </w:pPr>
      <w:r w:rsidRPr="00CB6F94">
        <w:t xml:space="preserve">Geometrické plány a přílohy dle </w:t>
      </w:r>
      <w:proofErr w:type="spellStart"/>
      <w:r w:rsidRPr="00CB6F94">
        <w:t>podčlánku</w:t>
      </w:r>
      <w:proofErr w:type="spellEnd"/>
      <w:r w:rsidRPr="00CB6F94">
        <w:t xml:space="preserve"> 1.7.3.5 Kapitoly 1 TKP.</w:t>
      </w:r>
    </w:p>
    <w:p w:rsidR="00531DB7" w:rsidRPr="00CB6F94" w:rsidRDefault="00531DB7" w:rsidP="00531DB7">
      <w:pPr>
        <w:pStyle w:val="Text2-2"/>
      </w:pPr>
      <w:r w:rsidRPr="00CB6F94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:rsidR="009F244D" w:rsidRPr="00CB6F94" w:rsidRDefault="009F244D" w:rsidP="00F21EDB">
      <w:pPr>
        <w:pStyle w:val="Text2-2"/>
      </w:pPr>
      <w:r w:rsidRPr="00CB6F94">
        <w:t xml:space="preserve">Zhotovitel je v termínu do 7 dnů od účinnosti SOD povinen písemně oznámit Objednateli (TDS) </w:t>
      </w:r>
      <w:r w:rsidRPr="00CB6F94">
        <w:rPr>
          <w:b/>
        </w:rPr>
        <w:t>vady a nedostatky v Projektové dokumentaci</w:t>
      </w:r>
      <w:r w:rsidRPr="00CB6F94">
        <w:t xml:space="preserve">, u kterých lze oprávněně předpokládat, že vlivem stavební činnosti a veškeré činnosti Zhotovitele, spojené s prováděním Díla, </w:t>
      </w:r>
      <w:r w:rsidRPr="00CB6F94">
        <w:rPr>
          <w:b/>
        </w:rPr>
        <w:t>budou mít negativní/škodlivý</w:t>
      </w:r>
      <w:r w:rsidRPr="00CB6F94">
        <w:t xml:space="preserve"> </w:t>
      </w:r>
      <w:r w:rsidRPr="00CB6F94">
        <w:rPr>
          <w:b/>
        </w:rPr>
        <w:t>vliv na životní prostředí</w:t>
      </w:r>
      <w:r w:rsidRPr="00CB6F94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:rsidR="006F687F" w:rsidRPr="00CB6F94" w:rsidRDefault="006F687F" w:rsidP="00F21EDB">
      <w:pPr>
        <w:pStyle w:val="Text2-2"/>
      </w:pPr>
      <w:r w:rsidRPr="00CB6F94">
        <w:t xml:space="preserve">Zhotovitel vždy předloží Objednateli před převzetím části Díla nebo Díla jako podklad ke kolaudačnímu souhlasu nebo kolaudačnímu rozhodnutí </w:t>
      </w:r>
      <w:r w:rsidRPr="00CB6F94">
        <w:rPr>
          <w:b/>
        </w:rPr>
        <w:t>doklady o nakládání s odpady</w:t>
      </w:r>
      <w:r w:rsidRPr="00CB6F94">
        <w:t>.</w:t>
      </w:r>
    </w:p>
    <w:p w:rsidR="006F687F" w:rsidRPr="00CB6F94" w:rsidRDefault="006F687F" w:rsidP="00F21EDB">
      <w:pPr>
        <w:pStyle w:val="Text2-2"/>
      </w:pPr>
      <w:r w:rsidRPr="00CB6F94">
        <w:t xml:space="preserve">Zhotovitel zpracuje </w:t>
      </w:r>
      <w:r w:rsidRPr="00CB6F94">
        <w:rPr>
          <w:b/>
        </w:rPr>
        <w:t>Závěrečnou zprávu odpadového hospodářství stavby</w:t>
      </w:r>
      <w:r w:rsidRPr="00CB6F94">
        <w:t xml:space="preserve"> podle závazné osnovy uvedené v Příloze B.1 směrnice SŽ SM096, Směrnice pro nakládání s odpady, čj. 36061/2022-SŽ-GŘ-O15 ze dne 1. 6. 2022 (dále jen „SŽ SM096“), včetně </w:t>
      </w:r>
      <w:r w:rsidRPr="00CB6F94">
        <w:rPr>
          <w:b/>
        </w:rPr>
        <w:t>Výkazu o předcházení vzniku odpadu a nakládání s odpady</w:t>
      </w:r>
      <w:r w:rsidRPr="00CB6F94">
        <w:t xml:space="preserve"> dle Přílohy B.2 směrnice SŽ SM096.</w:t>
      </w:r>
    </w:p>
    <w:p w:rsidR="006C44FD" w:rsidRPr="00CB6F94" w:rsidRDefault="006C44FD" w:rsidP="006C44FD">
      <w:pPr>
        <w:pStyle w:val="Text2-2"/>
      </w:pPr>
      <w:r w:rsidRPr="00CB6F94">
        <w:t>Zhotovitel se zavazuje Objednateli sdělit, kde bude dle požadavků právních předpisů uchovávat potřebné doklady o nakládání s odpady.</w:t>
      </w:r>
    </w:p>
    <w:p w:rsidR="00F978A1" w:rsidRPr="00CB6F94" w:rsidRDefault="00F978A1" w:rsidP="00F978A1">
      <w:pPr>
        <w:pStyle w:val="Text2-2"/>
      </w:pPr>
      <w:r w:rsidRPr="00CB6F94">
        <w:t xml:space="preserve">Zhotovitel se zavazuje zajistit u svých zaměstnanců a zaměstnanců poddodavatelů prokazatelné seznámení s plánem BOZP Díla (dle zákona č. 309/2006 Sb. (zákon o zajištění dalších podmínek bezpečnosti a ochrany zdraví při práci)) a doložit splnění této povinnosti písemně před předáním Staveniště Zhotoviteli. </w:t>
      </w:r>
    </w:p>
    <w:p w:rsidR="00421120" w:rsidRPr="00CB6F94" w:rsidRDefault="00421120" w:rsidP="00F21EDB">
      <w:pPr>
        <w:pStyle w:val="Text2-2"/>
      </w:pPr>
      <w:r w:rsidRPr="00CB6F94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:rsidR="006F687F" w:rsidRPr="00CB6F94" w:rsidRDefault="006F687F" w:rsidP="00F21EDB">
      <w:pPr>
        <w:pStyle w:val="Text2-2"/>
      </w:pPr>
      <w:r w:rsidRPr="00CB6F94">
        <w:t>Zhotovitel se zavazuje zajistit, že na všech vozidlech Zhotovitele a Poddodavatelů, používaných na Staveništi, bude viditelně vyznačena obchodní firma nebo jméno.</w:t>
      </w:r>
    </w:p>
    <w:p w:rsidR="00161BD6" w:rsidRPr="00CB6F94" w:rsidRDefault="00421120" w:rsidP="00161BD6">
      <w:pPr>
        <w:pStyle w:val="Text2-2"/>
      </w:pPr>
      <w:r w:rsidRPr="00CB6F94">
        <w:t xml:space="preserve">Zhotovitel u </w:t>
      </w:r>
      <w:r w:rsidRPr="00CB6F94">
        <w:rPr>
          <w:b/>
        </w:rPr>
        <w:t xml:space="preserve">provozované činnosti se zvýšeným/vysokým požárním nebezpečím </w:t>
      </w:r>
      <w:r w:rsidRPr="00CB6F94">
        <w:t>(§ 4 zákona č. 133/1985 Sb.</w:t>
      </w:r>
      <w:r w:rsidR="006C44FD" w:rsidRPr="00CB6F94">
        <w:t>, o požární ochraně, včetně prováděcích předpisu k tomuto zákonu</w:t>
      </w:r>
      <w:r w:rsidRPr="00CB6F94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:rsidR="00DF7BAA" w:rsidRPr="00CB6F94" w:rsidRDefault="00DF7BAA" w:rsidP="00DF7BAA">
      <w:pPr>
        <w:pStyle w:val="Nadpis2-2"/>
      </w:pPr>
      <w:bookmarkStart w:id="34" w:name="_Toc137124672"/>
      <w:r w:rsidRPr="00CB6F94">
        <w:lastRenderedPageBreak/>
        <w:t>Zeměměřická činnost zhotovitele</w:t>
      </w:r>
      <w:bookmarkEnd w:id="34"/>
    </w:p>
    <w:p w:rsidR="00DC55C8" w:rsidRPr="00CB6F94" w:rsidRDefault="00DC55C8" w:rsidP="00DC55C8">
      <w:pPr>
        <w:pStyle w:val="Text2-1"/>
      </w:pPr>
      <w:r w:rsidRPr="00CB6F94">
        <w:t xml:space="preserve">Zhotovitel zažádá jmenovaného ÚOZI (úředně oprávněný zeměměřičský inženýr) Objednatele </w:t>
      </w:r>
      <w:r w:rsidR="00A51BF5" w:rsidRPr="00CB6F94">
        <w:t>Ing. Ivana Lišku, tel.: 606 709 855, email: LiskaI@spravazeleznic.cz</w:t>
      </w:r>
      <w:r w:rsidRPr="00CB6F94">
        <w:t xml:space="preserve"> o zajištění aktuálních podkladů a postupu vyplývajícího z požadavků uvedených v TKP a těchto ZTP pro provedení díla nejpozději do termínu předání Staveniště.</w:t>
      </w:r>
    </w:p>
    <w:p w:rsidR="00DC55C8" w:rsidRPr="00CB6F94" w:rsidRDefault="00DC55C8" w:rsidP="00DC55C8">
      <w:pPr>
        <w:pStyle w:val="Text2-1"/>
      </w:pPr>
      <w:r w:rsidRPr="00CB6F94">
        <w:t>Poskytování geodetických podkladů se řídí Pokynem generálního ředitele</w:t>
      </w:r>
      <w:bookmarkStart w:id="35" w:name="_Hlk113520772"/>
      <w:bookmarkStart w:id="36" w:name="_Hlk113520921"/>
      <w:r w:rsidR="00234F48" w:rsidRPr="00CB6F94">
        <w:t xml:space="preserve"> </w:t>
      </w:r>
      <w:r w:rsidRPr="00CB6F94">
        <w:t>SŽ</w:t>
      </w:r>
      <w:r w:rsidR="00C54E22" w:rsidRPr="00CB6F94">
        <w:t xml:space="preserve"> </w:t>
      </w:r>
      <w:r w:rsidRPr="00CB6F94">
        <w:t>PO-06/2020-GŘ</w:t>
      </w:r>
      <w:bookmarkEnd w:id="35"/>
      <w:bookmarkEnd w:id="36"/>
      <w:r w:rsidR="00157FB9" w:rsidRPr="00CB6F94">
        <w:t>, Pokyn generálního ředitele k poskytování geodetických podkladů a činností pro přípravu a realizaci opravných a investičních akcí.</w:t>
      </w:r>
    </w:p>
    <w:p w:rsidR="00DC55C8" w:rsidRPr="00CB6F94" w:rsidRDefault="00DC55C8" w:rsidP="00DC55C8">
      <w:pPr>
        <w:pStyle w:val="Text2-1"/>
      </w:pPr>
      <w:r w:rsidRPr="00CB6F94">
        <w:t xml:space="preserve">V případě staveb, které nejsou realizovány podle projektové dokumentace, bude přiměřeně uplatněno ustanovení TKP a dále zjednodušený postup popsaný v následujících bodech. </w:t>
      </w:r>
    </w:p>
    <w:p w:rsidR="00DC55C8" w:rsidRPr="00CB6F94" w:rsidRDefault="00DC55C8" w:rsidP="00DC55C8">
      <w:pPr>
        <w:pStyle w:val="Text2-1"/>
      </w:pPr>
      <w:r w:rsidRPr="00CB6F94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:rsidR="00DC55C8" w:rsidRPr="00CB6F94" w:rsidRDefault="00DC55C8" w:rsidP="00DC55C8">
      <w:pPr>
        <w:pStyle w:val="Text2-1"/>
      </w:pPr>
      <w:r w:rsidRPr="00CB6F94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CB6F94">
        <w:t>SŽG - ŽBP</w:t>
      </w:r>
      <w:proofErr w:type="gramEnd"/>
      <w:r w:rsidRPr="00CB6F94">
        <w:t xml:space="preserve">, ŽMP, PPK, popř. se správcem železničního katastru nemovitostí (dále jen „ŽKN“). </w:t>
      </w:r>
    </w:p>
    <w:p w:rsidR="00DC55C8" w:rsidRPr="00CB6F94" w:rsidRDefault="00DC55C8" w:rsidP="00DC55C8">
      <w:pPr>
        <w:pStyle w:val="Text2-1"/>
      </w:pPr>
      <w:r w:rsidRPr="00CB6F94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:rsidR="00DC55C8" w:rsidRPr="00CB6F94" w:rsidRDefault="00DC55C8" w:rsidP="00DC55C8">
      <w:pPr>
        <w:pStyle w:val="Text2-1"/>
      </w:pPr>
      <w:r w:rsidRPr="00CB6F94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CB6F94">
        <w:t> čl. 1.7.3 TKP ZEMĚMĚŘICKÁ ČINNOST ZAJIŠŤOVANÁ ZHOTOVITELEM</w:t>
      </w:r>
      <w:bookmarkEnd w:id="37"/>
      <w:r w:rsidRPr="00CB6F94">
        <w:t xml:space="preserve"> a předá ÚOZI Objednatele ke kontrole.</w:t>
      </w:r>
    </w:p>
    <w:p w:rsidR="00DC55C8" w:rsidRPr="00CB6F94" w:rsidRDefault="00DC55C8" w:rsidP="00DC55C8">
      <w:pPr>
        <w:pStyle w:val="Text2-1"/>
      </w:pPr>
      <w:r w:rsidRPr="00CB6F94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CB6F94">
        <w:t>ŽBP</w:t>
      </w:r>
      <w:proofErr w:type="gramEnd"/>
      <w:r w:rsidRPr="00CB6F94">
        <w:t xml:space="preserve"> a to na</w:t>
      </w:r>
      <w:r w:rsidRPr="00CB6F94">
        <w:rPr>
          <w:sz w:val="20"/>
          <w:szCs w:val="20"/>
        </w:rPr>
        <w:t xml:space="preserve"> </w:t>
      </w:r>
      <w:r w:rsidRPr="00CB6F94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:rsidR="00DC55C8" w:rsidRPr="00CB6F94" w:rsidRDefault="00DC55C8" w:rsidP="00DC55C8">
      <w:pPr>
        <w:pStyle w:val="Text2-1"/>
      </w:pPr>
      <w:r w:rsidRPr="00CB6F94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:rsidR="00DC55C8" w:rsidRPr="00CB6F94" w:rsidRDefault="00DC55C8" w:rsidP="00DC55C8">
      <w:pPr>
        <w:pStyle w:val="Text2-1"/>
      </w:pPr>
      <w:r w:rsidRPr="00CB6F94">
        <w:t>V případě úpravy GPK metodou propracování (popř. metodou zmenšování chyb) bude její zaměření součástí dokumentace zaměření skutečného stavu.</w:t>
      </w:r>
    </w:p>
    <w:p w:rsidR="00DC55C8" w:rsidRPr="00CB6F94" w:rsidRDefault="00DC55C8" w:rsidP="00DC55C8">
      <w:pPr>
        <w:pStyle w:val="Text2-1"/>
      </w:pPr>
      <w:r w:rsidRPr="00CB6F94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:rsidR="00DC55C8" w:rsidRPr="00CB6F94" w:rsidRDefault="00DC55C8" w:rsidP="00DC55C8">
      <w:pPr>
        <w:pStyle w:val="Text2-1"/>
      </w:pPr>
      <w:r w:rsidRPr="00CB6F94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:rsidR="00DC55C8" w:rsidRPr="00CB6F94" w:rsidRDefault="00DC55C8" w:rsidP="00DC55C8">
      <w:pPr>
        <w:pStyle w:val="Text2-1"/>
      </w:pPr>
      <w:r w:rsidRPr="00CB6F94">
        <w:lastRenderedPageBreak/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:rsidR="00DC55C8" w:rsidRPr="00CB6F94" w:rsidRDefault="00DC55C8" w:rsidP="00DC55C8">
      <w:pPr>
        <w:pStyle w:val="Text2-1"/>
      </w:pPr>
      <w:r w:rsidRPr="00CB6F94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:rsidR="00DF7BAA" w:rsidRPr="00CB6F94" w:rsidRDefault="00DF7BAA" w:rsidP="00DF7BAA">
      <w:pPr>
        <w:pStyle w:val="Nadpis2-2"/>
      </w:pPr>
      <w:bookmarkStart w:id="38" w:name="_Toc6410438"/>
      <w:bookmarkStart w:id="39" w:name="_Toc137124673"/>
      <w:r w:rsidRPr="00CB6F94">
        <w:t>Doklady překládané zhotovitelem</w:t>
      </w:r>
      <w:bookmarkEnd w:id="38"/>
      <w:bookmarkEnd w:id="39"/>
    </w:p>
    <w:p w:rsidR="00D12C76" w:rsidRPr="00CB6F94" w:rsidRDefault="00562909" w:rsidP="00562909">
      <w:pPr>
        <w:pStyle w:val="Text2-1"/>
      </w:pPr>
      <w:r w:rsidRPr="00CB6F94">
        <w:t>Pokud již Zhotovitel nepředložil dále uvedené doklady pře uzavřením SOD, předloží p</w:t>
      </w:r>
      <w:r w:rsidR="00D12C76" w:rsidRPr="00CB6F94">
        <w:t>řed zahájením prací na objektech, jejichž součástí jsou „Určená technická zařízení“ ve smyslu vyhlášky MD č. 100/1995 Sb., kterou se stanoví podmínky pro provoz, konstrukci a</w:t>
      </w:r>
      <w:r w:rsidRPr="00CB6F94">
        <w:t> </w:t>
      </w:r>
      <w:r w:rsidR="00D12C76" w:rsidRPr="00CB6F94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CB6F94">
        <w:t xml:space="preserve">pověření nebo má </w:t>
      </w:r>
      <w:r w:rsidR="00D12C76" w:rsidRPr="00CB6F94">
        <w:t xml:space="preserve">zajištěnou spolupráci </w:t>
      </w:r>
      <w:r w:rsidRPr="00CB6F94">
        <w:t>s </w:t>
      </w:r>
      <w:r w:rsidR="00D12C76" w:rsidRPr="00CB6F94">
        <w:t>právnick</w:t>
      </w:r>
      <w:r w:rsidRPr="00CB6F94">
        <w:t xml:space="preserve">ou </w:t>
      </w:r>
      <w:r w:rsidR="00D12C76" w:rsidRPr="00CB6F94">
        <w:t>osob</w:t>
      </w:r>
      <w:r w:rsidRPr="00CB6F94">
        <w:t>ou, která má pověření</w:t>
      </w:r>
      <w:r w:rsidR="00D12C76" w:rsidRPr="00CB6F94">
        <w:t xml:space="preserve"> podle ustanovení § 47 odst. 4 zákona č. 266/1994 Sb. o drahách v platném znění pro všechny druhy „Určených technických zařízení“, dotčených </w:t>
      </w:r>
      <w:r w:rsidR="00840EA1" w:rsidRPr="00CB6F94">
        <w:t>stavebními pr</w:t>
      </w:r>
      <w:r w:rsidR="00174630" w:rsidRPr="00CB6F94">
        <w:t>a</w:t>
      </w:r>
      <w:r w:rsidR="00840EA1" w:rsidRPr="00CB6F94">
        <w:t xml:space="preserve">cemi. </w:t>
      </w:r>
      <w:r w:rsidR="00D12C76" w:rsidRPr="00CB6F94">
        <w:t>Z tohoto dokladu musí být zřejmé, že se vztahuje k plnění předmětné zakázky a bez jeho předložení těchto dokladů nebude možné zahájit práce na výše uvedených objektech.</w:t>
      </w:r>
    </w:p>
    <w:p w:rsidR="00DF7BAA" w:rsidRPr="00CB6F94" w:rsidRDefault="00DF7BAA" w:rsidP="00DF7BAA">
      <w:pPr>
        <w:pStyle w:val="Text2-1"/>
      </w:pPr>
      <w:r w:rsidRPr="00CB6F94">
        <w:t xml:space="preserve">Zhotovitel doloží </w:t>
      </w:r>
      <w:r w:rsidRPr="00CB6F94">
        <w:rPr>
          <w:b/>
        </w:rPr>
        <w:t>mimo jiné</w:t>
      </w:r>
      <w:r w:rsidRPr="00CB6F9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F7BAA" w:rsidRPr="00CB6F94" w:rsidRDefault="004159A3" w:rsidP="0047647C">
      <w:pPr>
        <w:pStyle w:val="Odrka1-1"/>
        <w:numPr>
          <w:ilvl w:val="0"/>
          <w:numId w:val="4"/>
        </w:numPr>
        <w:spacing w:after="60"/>
      </w:pPr>
      <w:r w:rsidRPr="00CB6F94">
        <w:t xml:space="preserve">Z-06 c) </w:t>
      </w:r>
      <w:r w:rsidR="005B033C" w:rsidRPr="00CB6F94">
        <w:t>řízení prací při stavbách na neprovozovaném zabezpečovacím zařízení</w:t>
      </w:r>
      <w:r w:rsidR="00C369C5" w:rsidRPr="00CB6F94">
        <w:rPr>
          <w:lang w:val="en-US"/>
        </w:rPr>
        <w:t>;</w:t>
      </w:r>
      <w:r w:rsidR="00DF7BAA" w:rsidRPr="00CB6F94">
        <w:t xml:space="preserve"> </w:t>
      </w:r>
    </w:p>
    <w:p w:rsidR="00C369C5" w:rsidRPr="00CB6F94" w:rsidRDefault="00C369C5" w:rsidP="00C369C5">
      <w:pPr>
        <w:pStyle w:val="Odrka1-1"/>
        <w:numPr>
          <w:ilvl w:val="0"/>
          <w:numId w:val="4"/>
        </w:numPr>
        <w:spacing w:after="60"/>
      </w:pPr>
      <w:r w:rsidRPr="00CB6F94">
        <w:t>Z</w:t>
      </w:r>
      <w:r w:rsidR="005B033C" w:rsidRPr="00CB6F94">
        <w:t>-</w:t>
      </w:r>
      <w:r w:rsidRPr="00CB6F94">
        <w:t>06 e) projektování a související činnosti na zabezpečovacím zařízení.</w:t>
      </w:r>
    </w:p>
    <w:p w:rsidR="00DF7BAA" w:rsidRPr="00CB6F94" w:rsidRDefault="00DF7BAA" w:rsidP="00DF7BAA">
      <w:pPr>
        <w:pStyle w:val="Text2-1"/>
      </w:pPr>
      <w:r w:rsidRPr="00CB6F9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Pr="00CB6F94" w:rsidRDefault="00DF7BAA" w:rsidP="00DF7BAA">
      <w:pPr>
        <w:pStyle w:val="Nadpis2-2"/>
      </w:pPr>
      <w:bookmarkStart w:id="40" w:name="_Toc6410439"/>
      <w:bookmarkStart w:id="41" w:name="_Toc137124674"/>
      <w:r w:rsidRPr="00CB6F94">
        <w:t>Dokumentace zhotovitele pro stavbu</w:t>
      </w:r>
      <w:bookmarkEnd w:id="40"/>
      <w:bookmarkEnd w:id="41"/>
    </w:p>
    <w:p w:rsidR="008E6D32" w:rsidRPr="00CB6F94" w:rsidRDefault="00740821" w:rsidP="006B2776">
      <w:pPr>
        <w:pStyle w:val="Text2-1"/>
      </w:pPr>
      <w:r w:rsidRPr="00CB6F94">
        <w:t xml:space="preserve">Součástí předmětu díla je i vyhotovení Realizační dokumentace stavby (výrobní, montážní, dílenské), která v případě potřeby rozpracovává podrobně zadávací dokumentaci </w:t>
      </w:r>
      <w:r w:rsidR="00DF7BAA" w:rsidRPr="00CB6F94">
        <w:t>staniční</w:t>
      </w:r>
      <w:r w:rsidR="005B033C" w:rsidRPr="00CB6F94">
        <w:t>c</w:t>
      </w:r>
      <w:r w:rsidR="00DF7BAA" w:rsidRPr="00CB6F94">
        <w:t>h, traťov</w:t>
      </w:r>
      <w:r w:rsidR="005B033C" w:rsidRPr="00CB6F94">
        <w:t>ých</w:t>
      </w:r>
      <w:r w:rsidR="00DF7BAA" w:rsidRPr="00CB6F94">
        <w:t xml:space="preserve"> a přejezdov</w:t>
      </w:r>
      <w:r w:rsidR="005B033C" w:rsidRPr="00CB6F94">
        <w:t xml:space="preserve">ých </w:t>
      </w:r>
      <w:r w:rsidR="00DF7BAA" w:rsidRPr="00CB6F94">
        <w:t>zabezpečovací</w:t>
      </w:r>
      <w:r w:rsidR="005B033C" w:rsidRPr="00CB6F94">
        <w:t>c</w:t>
      </w:r>
      <w:r w:rsidR="00DF7BAA" w:rsidRPr="00CB6F94">
        <w:t>h zařízení včetně návazností na technologie sdělovacího zařízení a včetně zapracování přechodových stavů sdělovacího a zabezpečovacího zařízení v souladu s</w:t>
      </w:r>
      <w:r w:rsidR="006B2776" w:rsidRPr="00CB6F94">
        <w:t> </w:t>
      </w:r>
      <w:r w:rsidR="00DF7BAA" w:rsidRPr="00CB6F94">
        <w:t>ZOV</w:t>
      </w:r>
      <w:r w:rsidR="006B2776" w:rsidRPr="00CB6F94">
        <w:t>.</w:t>
      </w:r>
      <w:r w:rsidR="001A305A" w:rsidRPr="00CB6F94">
        <w:t xml:space="preserve"> </w:t>
      </w:r>
    </w:p>
    <w:p w:rsidR="00DF7BAA" w:rsidRPr="00CB6F94" w:rsidRDefault="008E6D32" w:rsidP="006B2776">
      <w:pPr>
        <w:pStyle w:val="Text2-1"/>
      </w:pPr>
      <w:r w:rsidRPr="00CB6F94">
        <w:t xml:space="preserve">Součástí zpracování projektové dokumentace bude i </w:t>
      </w:r>
      <w:r w:rsidR="001A305A" w:rsidRPr="00CB6F94">
        <w:t>návod pro obsluhu zařízení</w:t>
      </w:r>
      <w:r w:rsidRPr="00CB6F94">
        <w:t xml:space="preserve"> – podklad pro zpracování </w:t>
      </w:r>
      <w:proofErr w:type="gramStart"/>
      <w:r w:rsidRPr="00CB6F94">
        <w:t xml:space="preserve">Doplňujícího </w:t>
      </w:r>
      <w:r w:rsidR="001A305A" w:rsidRPr="00CB6F94">
        <w:t xml:space="preserve"> </w:t>
      </w:r>
      <w:r w:rsidRPr="00CB6F94">
        <w:t>ustanovení</w:t>
      </w:r>
      <w:proofErr w:type="gramEnd"/>
      <w:r w:rsidRPr="00CB6F94">
        <w:t xml:space="preserve"> k předpisům SŽDC (ČD) </w:t>
      </w:r>
      <w:r w:rsidR="001A305A" w:rsidRPr="00CB6F94">
        <w:t>Z1</w:t>
      </w:r>
      <w:r w:rsidRPr="00CB6F94">
        <w:t xml:space="preserve"> a Z2.</w:t>
      </w:r>
    </w:p>
    <w:p w:rsidR="00740821" w:rsidRPr="00CB6F94" w:rsidRDefault="00740821" w:rsidP="00F21EDB">
      <w:pPr>
        <w:pStyle w:val="Text2-1"/>
      </w:pPr>
      <w:r w:rsidRPr="00CB6F94">
        <w:t>Zhotovitel zpracuje technologické předpisy (</w:t>
      </w:r>
      <w:proofErr w:type="spellStart"/>
      <w:r w:rsidRPr="00CB6F94">
        <w:t>TePř</w:t>
      </w:r>
      <w:proofErr w:type="spellEnd"/>
      <w:r w:rsidRPr="00CB6F94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CB6F94">
        <w:t>.</w:t>
      </w:r>
    </w:p>
    <w:p w:rsidR="00B53E41" w:rsidRPr="00CB6F94" w:rsidRDefault="00DF7BAA" w:rsidP="0060019A">
      <w:pPr>
        <w:pStyle w:val="Nadpis2-2"/>
      </w:pPr>
      <w:bookmarkStart w:id="42" w:name="_Toc6410440"/>
      <w:bookmarkStart w:id="43" w:name="_Toc137124675"/>
      <w:r w:rsidRPr="00CB6F94">
        <w:t>Dokumentace skutečného provedení stavby</w:t>
      </w:r>
      <w:bookmarkEnd w:id="42"/>
      <w:bookmarkEnd w:id="43"/>
    </w:p>
    <w:p w:rsidR="00DF7BAA" w:rsidRPr="00CB6F94" w:rsidRDefault="00F310FA" w:rsidP="00F21EDB">
      <w:pPr>
        <w:pStyle w:val="Text2-1"/>
      </w:pPr>
      <w:r w:rsidRPr="00CB6F94">
        <w:t>Součástí dokumentace dle skutečného stavu provedení kromě jiného bud</w:t>
      </w:r>
      <w:r w:rsidR="006B2776" w:rsidRPr="00CB6F94">
        <w:t>e geodetická dokumentace k nově položeným kabelům.</w:t>
      </w:r>
    </w:p>
    <w:p w:rsidR="00470F14" w:rsidRPr="00CB6F94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CB6F94">
        <w:t xml:space="preserve">Předání DSPS dle oddílu 1.11.5 Kapitoly 1 TKP </w:t>
      </w:r>
      <w:r w:rsidR="00525C0C" w:rsidRPr="00CB6F94">
        <w:t>a dle</w:t>
      </w:r>
      <w:r w:rsidRPr="00CB6F94">
        <w:t xml:space="preserve"> čl. 4.1.2.23 - 4.1.2.28 těchto ZTP proběhne na médiu: </w:t>
      </w:r>
      <w:r w:rsidR="006B2776" w:rsidRPr="00CB6F94">
        <w:rPr>
          <w:b/>
        </w:rPr>
        <w:t>CD</w:t>
      </w:r>
      <w:r w:rsidR="006B2776" w:rsidRPr="00CB6F94">
        <w:t xml:space="preserve">, nebo </w:t>
      </w:r>
      <w:r w:rsidRPr="00CB6F94">
        <w:rPr>
          <w:b/>
        </w:rPr>
        <w:t xml:space="preserve">USB </w:t>
      </w:r>
      <w:proofErr w:type="spellStart"/>
      <w:r w:rsidRPr="00CB6F94">
        <w:rPr>
          <w:b/>
        </w:rPr>
        <w:t>flash</w:t>
      </w:r>
      <w:proofErr w:type="spellEnd"/>
      <w:r w:rsidRPr="00CB6F94">
        <w:rPr>
          <w:b/>
        </w:rPr>
        <w:t xml:space="preserve"> </w:t>
      </w:r>
      <w:proofErr w:type="spellStart"/>
      <w:r w:rsidRPr="00CB6F94">
        <w:rPr>
          <w:b/>
        </w:rPr>
        <w:t>disk</w:t>
      </w:r>
      <w:r w:rsidR="00470F14" w:rsidRPr="00CB6F94">
        <w:rPr>
          <w:rFonts w:eastAsia="Verdana" w:cs="Times New Roman"/>
          <w:b/>
        </w:rPr>
        <w:t>disk</w:t>
      </w:r>
      <w:proofErr w:type="spellEnd"/>
      <w:r w:rsidR="006B2776" w:rsidRPr="00CB6F94">
        <w:rPr>
          <w:rFonts w:eastAsia="Verdana" w:cs="Times New Roman"/>
          <w:b/>
        </w:rPr>
        <w:t>.</w:t>
      </w:r>
    </w:p>
    <w:p w:rsidR="005758EF" w:rsidRPr="00CB6F94" w:rsidRDefault="005758EF" w:rsidP="005758EF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5758EF" w:rsidRPr="00CB6F94" w:rsidRDefault="005758EF" w:rsidP="005758EF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5758EF" w:rsidRPr="00CB6F94" w:rsidRDefault="005758EF" w:rsidP="005758EF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:rsidR="00DF7BAA" w:rsidRPr="00CB6F94" w:rsidRDefault="00DF7BAA" w:rsidP="00842C1B">
      <w:pPr>
        <w:pStyle w:val="Nadpis2-2"/>
      </w:pPr>
      <w:bookmarkStart w:id="44" w:name="_Toc6410441"/>
      <w:bookmarkStart w:id="45" w:name="_Toc137124676"/>
      <w:r w:rsidRPr="00CB6F94">
        <w:lastRenderedPageBreak/>
        <w:t>Zabezpečovací zařízení</w:t>
      </w:r>
      <w:bookmarkEnd w:id="44"/>
      <w:bookmarkEnd w:id="45"/>
    </w:p>
    <w:p w:rsidR="00DF7BAA" w:rsidRPr="00CB6F94" w:rsidRDefault="00630A93" w:rsidP="00842C1B">
      <w:pPr>
        <w:pStyle w:val="Text2-1"/>
        <w:jc w:val="left"/>
        <w:rPr>
          <w:rStyle w:val="Tun"/>
          <w:b w:val="0"/>
        </w:rPr>
      </w:pPr>
      <w:r w:rsidRPr="00CB6F94">
        <w:rPr>
          <w:rStyle w:val="Tun"/>
          <w:b w:val="0"/>
        </w:rPr>
        <w:t>Současný stav</w:t>
      </w:r>
    </w:p>
    <w:p w:rsidR="0029767C" w:rsidRPr="00CB6F94" w:rsidRDefault="00630A93" w:rsidP="00842C1B">
      <w:pPr>
        <w:pStyle w:val="Text2-2"/>
        <w:jc w:val="left"/>
      </w:pPr>
      <w:r w:rsidRPr="00CB6F94">
        <w:t>ŽST Čejč</w:t>
      </w:r>
    </w:p>
    <w:p w:rsidR="000A0727" w:rsidRPr="00CB6F94" w:rsidRDefault="0022233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Staniční zabezpečovací zařízení v ŽST Čejč je reléové</w:t>
      </w:r>
      <w:r w:rsidR="00FD3003" w:rsidRPr="00CB6F94">
        <w:rPr>
          <w:sz w:val="18"/>
          <w:szCs w:val="18"/>
        </w:rPr>
        <w:t xml:space="preserve">, </w:t>
      </w:r>
      <w:r w:rsidRPr="00CB6F94">
        <w:rPr>
          <w:sz w:val="18"/>
          <w:szCs w:val="18"/>
        </w:rPr>
        <w:t xml:space="preserve">typu TEST 14. </w:t>
      </w:r>
      <w:r w:rsidR="000A0727" w:rsidRPr="00CB6F94">
        <w:rPr>
          <w:sz w:val="18"/>
          <w:szCs w:val="18"/>
        </w:rPr>
        <w:t>Kolejové obvody jsou jednopásové, typu 3710 s kolejovými přijímači EFCP2, vyjma kolejových úseků T11 MU-ČE, LK1 a LK2, které jsou tvořeny počítači náprav.</w:t>
      </w:r>
    </w:p>
    <w:p w:rsidR="00222338" w:rsidRPr="00CB6F94" w:rsidRDefault="0022233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Vnitřní výstroj je umístěna ve staniční budově v samostatné místnosti. Ovládací pult je umístěn v dopravní kanceláři spolu s ovládacím pracovištěm JOP</w:t>
      </w:r>
      <w:r w:rsidR="000A0727" w:rsidRPr="00CB6F94">
        <w:rPr>
          <w:sz w:val="18"/>
          <w:szCs w:val="18"/>
        </w:rPr>
        <w:t xml:space="preserve"> PZS</w:t>
      </w:r>
      <w:r w:rsidRPr="00CB6F94">
        <w:rPr>
          <w:sz w:val="18"/>
          <w:szCs w:val="18"/>
        </w:rPr>
        <w:t xml:space="preserve">. Na </w:t>
      </w:r>
      <w:r w:rsidR="00FD3003" w:rsidRPr="00CB6F94">
        <w:rPr>
          <w:sz w:val="18"/>
          <w:szCs w:val="18"/>
        </w:rPr>
        <w:t xml:space="preserve">JOP </w:t>
      </w:r>
      <w:r w:rsidRPr="00CB6F94">
        <w:rPr>
          <w:sz w:val="18"/>
          <w:szCs w:val="18"/>
        </w:rPr>
        <w:t xml:space="preserve">jsou indikace </w:t>
      </w:r>
      <w:r w:rsidR="00FD3003" w:rsidRPr="00CB6F94">
        <w:rPr>
          <w:sz w:val="18"/>
          <w:szCs w:val="18"/>
        </w:rPr>
        <w:t xml:space="preserve">a ovládání </w:t>
      </w:r>
      <w:r w:rsidRPr="00CB6F94">
        <w:rPr>
          <w:sz w:val="18"/>
          <w:szCs w:val="18"/>
        </w:rPr>
        <w:t>PZS v km 14,490</w:t>
      </w:r>
      <w:r w:rsidR="00FD3003" w:rsidRPr="00CB6F94">
        <w:rPr>
          <w:sz w:val="18"/>
          <w:szCs w:val="18"/>
        </w:rPr>
        <w:t xml:space="preserve"> (P7148)</w:t>
      </w:r>
      <w:r w:rsidRPr="00CB6F94">
        <w:rPr>
          <w:sz w:val="18"/>
          <w:szCs w:val="18"/>
        </w:rPr>
        <w:t xml:space="preserve">; </w:t>
      </w:r>
      <w:r w:rsidR="005758EF" w:rsidRPr="00CB6F94">
        <w:rPr>
          <w:sz w:val="18"/>
          <w:szCs w:val="18"/>
        </w:rPr>
        <w:t xml:space="preserve">km </w:t>
      </w:r>
      <w:r w:rsidRPr="00CB6F94">
        <w:rPr>
          <w:sz w:val="18"/>
          <w:szCs w:val="18"/>
        </w:rPr>
        <w:t>18,751</w:t>
      </w:r>
      <w:r w:rsidR="00FD3003" w:rsidRPr="00CB6F94">
        <w:rPr>
          <w:sz w:val="18"/>
          <w:szCs w:val="18"/>
        </w:rPr>
        <w:t xml:space="preserve"> (P7152)</w:t>
      </w:r>
      <w:r w:rsidR="005758EF" w:rsidRPr="00CB6F94">
        <w:rPr>
          <w:sz w:val="18"/>
          <w:szCs w:val="18"/>
        </w:rPr>
        <w:t xml:space="preserve"> a km </w:t>
      </w:r>
      <w:r w:rsidRPr="00CB6F94">
        <w:rPr>
          <w:sz w:val="18"/>
          <w:szCs w:val="18"/>
        </w:rPr>
        <w:t>24,320</w:t>
      </w:r>
      <w:r w:rsidR="00FD3003" w:rsidRPr="00CB6F94">
        <w:rPr>
          <w:sz w:val="18"/>
          <w:szCs w:val="18"/>
        </w:rPr>
        <w:t xml:space="preserve"> (P7160)</w:t>
      </w:r>
      <w:r w:rsidRPr="00CB6F94">
        <w:rPr>
          <w:sz w:val="18"/>
          <w:szCs w:val="18"/>
        </w:rPr>
        <w:t>.</w:t>
      </w:r>
    </w:p>
    <w:p w:rsidR="00222338" w:rsidRPr="00CB6F94" w:rsidRDefault="0022233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Kabelizace je mimo kabely PZS v km 18,751 původní, 40 let stará.</w:t>
      </w:r>
    </w:p>
    <w:p w:rsidR="00FD3003" w:rsidRPr="00CB6F94" w:rsidRDefault="00FD3003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FD3003" w:rsidRPr="00CB6F94" w:rsidRDefault="00FD3003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 xml:space="preserve">V ŽST Čejč </w:t>
      </w:r>
      <w:r w:rsidR="005758EF" w:rsidRPr="00CB6F94">
        <w:rPr>
          <w:sz w:val="18"/>
          <w:szCs w:val="18"/>
        </w:rPr>
        <w:t xml:space="preserve">je </w:t>
      </w:r>
      <w:r w:rsidRPr="00CB6F94">
        <w:rPr>
          <w:sz w:val="18"/>
          <w:szCs w:val="18"/>
        </w:rPr>
        <w:t xml:space="preserve">na ovládacím pultu z důvodu občasného neobsazení ŽST Kobylí na Moravě a ŽST Velké Pavlovice instalováno zařízení T-CZ pro přenos nežádoucí výstrahy </w:t>
      </w:r>
      <w:r w:rsidR="00630A93" w:rsidRPr="00CB6F94">
        <w:rPr>
          <w:sz w:val="18"/>
          <w:szCs w:val="18"/>
        </w:rPr>
        <w:t xml:space="preserve">PZS v km </w:t>
      </w:r>
      <w:r w:rsidRPr="00CB6F94">
        <w:rPr>
          <w:sz w:val="18"/>
          <w:szCs w:val="18"/>
        </w:rPr>
        <w:t>3,641</w:t>
      </w:r>
      <w:r w:rsidR="00630A93" w:rsidRPr="00CB6F94">
        <w:rPr>
          <w:sz w:val="18"/>
          <w:szCs w:val="18"/>
        </w:rPr>
        <w:t xml:space="preserve"> (P7139)</w:t>
      </w:r>
      <w:r w:rsidRPr="00CB6F94">
        <w:rPr>
          <w:sz w:val="18"/>
          <w:szCs w:val="18"/>
        </w:rPr>
        <w:t xml:space="preserve">; </w:t>
      </w:r>
      <w:r w:rsidR="00630A93" w:rsidRPr="00CB6F94">
        <w:rPr>
          <w:sz w:val="18"/>
          <w:szCs w:val="18"/>
        </w:rPr>
        <w:t xml:space="preserve">km </w:t>
      </w:r>
      <w:r w:rsidRPr="00CB6F94">
        <w:rPr>
          <w:sz w:val="18"/>
          <w:szCs w:val="18"/>
        </w:rPr>
        <w:t>4,737</w:t>
      </w:r>
      <w:r w:rsidR="00630A93" w:rsidRPr="00CB6F94">
        <w:rPr>
          <w:sz w:val="18"/>
          <w:szCs w:val="18"/>
        </w:rPr>
        <w:t xml:space="preserve"> (P7140)</w:t>
      </w:r>
      <w:r w:rsidRPr="00CB6F94">
        <w:rPr>
          <w:sz w:val="18"/>
          <w:szCs w:val="18"/>
        </w:rPr>
        <w:t xml:space="preserve">; </w:t>
      </w:r>
      <w:r w:rsidR="00630A93" w:rsidRPr="00CB6F94">
        <w:rPr>
          <w:sz w:val="18"/>
          <w:szCs w:val="18"/>
        </w:rPr>
        <w:t xml:space="preserve">km </w:t>
      </w:r>
      <w:r w:rsidRPr="00CB6F94">
        <w:rPr>
          <w:sz w:val="18"/>
          <w:szCs w:val="18"/>
        </w:rPr>
        <w:t>8,834</w:t>
      </w:r>
      <w:r w:rsidR="00630A93" w:rsidRPr="00CB6F94">
        <w:rPr>
          <w:sz w:val="18"/>
          <w:szCs w:val="18"/>
        </w:rPr>
        <w:t xml:space="preserve"> (P7144)</w:t>
      </w:r>
      <w:r w:rsidRPr="00CB6F94">
        <w:rPr>
          <w:sz w:val="18"/>
          <w:szCs w:val="18"/>
        </w:rPr>
        <w:t xml:space="preserve"> a </w:t>
      </w:r>
      <w:r w:rsidR="00630A93" w:rsidRPr="00CB6F94">
        <w:rPr>
          <w:sz w:val="18"/>
          <w:szCs w:val="18"/>
        </w:rPr>
        <w:t xml:space="preserve">km </w:t>
      </w:r>
      <w:r w:rsidRPr="00CB6F94">
        <w:rPr>
          <w:sz w:val="18"/>
          <w:szCs w:val="18"/>
        </w:rPr>
        <w:t>11,955</w:t>
      </w:r>
      <w:r w:rsidR="00630A93" w:rsidRPr="00CB6F94">
        <w:rPr>
          <w:sz w:val="18"/>
          <w:szCs w:val="18"/>
        </w:rPr>
        <w:t xml:space="preserve"> (P7146)</w:t>
      </w:r>
      <w:r w:rsidRPr="00CB6F94">
        <w:rPr>
          <w:sz w:val="18"/>
          <w:szCs w:val="18"/>
        </w:rPr>
        <w:t>.</w:t>
      </w:r>
    </w:p>
    <w:p w:rsidR="00FD3003" w:rsidRPr="00CB6F94" w:rsidRDefault="00FD3003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630A93" w:rsidRPr="00CB6F94" w:rsidRDefault="00630A93" w:rsidP="00842C1B">
      <w:pPr>
        <w:pStyle w:val="Text2-2"/>
        <w:jc w:val="left"/>
      </w:pPr>
      <w:r w:rsidRPr="00CB6F94">
        <w:t>ŽST Kobylí na Moravě</w:t>
      </w:r>
    </w:p>
    <w:p w:rsidR="000A0727" w:rsidRPr="00CB6F94" w:rsidRDefault="0022233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Staniční zabezpečovací zařízení v ŽST Kobylí na Mo</w:t>
      </w:r>
      <w:r w:rsidR="00FD3003" w:rsidRPr="00CB6F94">
        <w:rPr>
          <w:sz w:val="18"/>
          <w:szCs w:val="18"/>
        </w:rPr>
        <w:t>r</w:t>
      </w:r>
      <w:r w:rsidRPr="00CB6F94">
        <w:rPr>
          <w:sz w:val="18"/>
          <w:szCs w:val="18"/>
        </w:rPr>
        <w:t>avě je reléové</w:t>
      </w:r>
      <w:r w:rsidR="00FD3003" w:rsidRPr="00CB6F94">
        <w:rPr>
          <w:sz w:val="18"/>
          <w:szCs w:val="18"/>
        </w:rPr>
        <w:t xml:space="preserve">, </w:t>
      </w:r>
      <w:r w:rsidRPr="00CB6F94">
        <w:rPr>
          <w:sz w:val="18"/>
          <w:szCs w:val="18"/>
        </w:rPr>
        <w:t>typu TEST 14.</w:t>
      </w:r>
      <w:r w:rsidR="000A0727" w:rsidRPr="00CB6F94">
        <w:rPr>
          <w:sz w:val="18"/>
          <w:szCs w:val="18"/>
        </w:rPr>
        <w:t xml:space="preserve"> Kolejové obvody jsou jednopásové, typu 3710 s kolejovými přijímači EFCP2.</w:t>
      </w:r>
      <w:r w:rsidRPr="00CB6F94">
        <w:rPr>
          <w:sz w:val="18"/>
          <w:szCs w:val="18"/>
        </w:rPr>
        <w:t xml:space="preserve"> Vnitřní výstroj je umístěna ve staniční budově v samostatné místnosti. </w:t>
      </w:r>
    </w:p>
    <w:p w:rsidR="000A0727" w:rsidRPr="00CB6F94" w:rsidRDefault="000A0727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222338" w:rsidRPr="00CB6F94" w:rsidRDefault="0022233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 xml:space="preserve">Ovládací pult je umístěn v dopravní kanceláři. </w:t>
      </w:r>
      <w:r w:rsidR="005758EF" w:rsidRPr="00CB6F94">
        <w:rPr>
          <w:sz w:val="18"/>
          <w:szCs w:val="18"/>
        </w:rPr>
        <w:t xml:space="preserve">Jeho součástí </w:t>
      </w:r>
      <w:r w:rsidRPr="00CB6F94">
        <w:rPr>
          <w:sz w:val="18"/>
          <w:szCs w:val="18"/>
        </w:rPr>
        <w:t>jsou indikac</w:t>
      </w:r>
      <w:r w:rsidR="00C80C50" w:rsidRPr="00CB6F94">
        <w:rPr>
          <w:sz w:val="18"/>
          <w:szCs w:val="18"/>
        </w:rPr>
        <w:t>e</w:t>
      </w:r>
      <w:r w:rsidR="00FD3003" w:rsidRPr="00CB6F94">
        <w:rPr>
          <w:sz w:val="18"/>
          <w:szCs w:val="18"/>
        </w:rPr>
        <w:t xml:space="preserve"> a ovládání </w:t>
      </w:r>
      <w:r w:rsidR="00C80C50" w:rsidRPr="00CB6F94">
        <w:rPr>
          <w:sz w:val="18"/>
          <w:szCs w:val="18"/>
        </w:rPr>
        <w:t>PZS v </w:t>
      </w:r>
      <w:r w:rsidR="005758EF" w:rsidRPr="00CB6F94">
        <w:rPr>
          <w:sz w:val="18"/>
          <w:szCs w:val="18"/>
        </w:rPr>
        <w:t xml:space="preserve">km 8,834 (P7144) a </w:t>
      </w:r>
      <w:r w:rsidR="00C80C50" w:rsidRPr="00CB6F94">
        <w:rPr>
          <w:sz w:val="18"/>
          <w:szCs w:val="18"/>
        </w:rPr>
        <w:t>km 11,955</w:t>
      </w:r>
      <w:r w:rsidR="00FD3003" w:rsidRPr="00CB6F94">
        <w:rPr>
          <w:sz w:val="18"/>
          <w:szCs w:val="18"/>
        </w:rPr>
        <w:t xml:space="preserve"> (P7146)</w:t>
      </w:r>
      <w:r w:rsidR="00C80C50" w:rsidRPr="00CB6F94">
        <w:rPr>
          <w:sz w:val="18"/>
          <w:szCs w:val="18"/>
        </w:rPr>
        <w:t>.</w:t>
      </w:r>
    </w:p>
    <w:p w:rsidR="00FD3003" w:rsidRPr="00CB6F94" w:rsidRDefault="00FD3003" w:rsidP="00842C1B">
      <w:pPr>
        <w:pStyle w:val="Zkladntextodsazen3"/>
        <w:spacing w:after="0"/>
        <w:ind w:left="992"/>
        <w:rPr>
          <w:sz w:val="18"/>
          <w:szCs w:val="18"/>
        </w:rPr>
      </w:pPr>
    </w:p>
    <w:p w:rsidR="00630A93" w:rsidRPr="00CB6F94" w:rsidRDefault="00630A93" w:rsidP="00842C1B">
      <w:pPr>
        <w:pStyle w:val="Text2-2"/>
        <w:jc w:val="left"/>
      </w:pPr>
      <w:r w:rsidRPr="00CB6F94">
        <w:t>TZZ</w:t>
      </w:r>
    </w:p>
    <w:p w:rsidR="00222338" w:rsidRPr="00CB6F94" w:rsidRDefault="000A0727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V</w:t>
      </w:r>
      <w:r w:rsidR="00222338" w:rsidRPr="00CB6F94">
        <w:rPr>
          <w:sz w:val="18"/>
          <w:szCs w:val="18"/>
        </w:rPr>
        <w:t xml:space="preserve"> úseku Mutěnice – Čejč </w:t>
      </w:r>
      <w:r w:rsidR="00630A93" w:rsidRPr="00CB6F94">
        <w:rPr>
          <w:sz w:val="18"/>
          <w:szCs w:val="18"/>
        </w:rPr>
        <w:t xml:space="preserve">a Čejč – Kobylí na Moravě </w:t>
      </w:r>
      <w:r w:rsidR="00222338" w:rsidRPr="00CB6F94">
        <w:rPr>
          <w:sz w:val="18"/>
          <w:szCs w:val="18"/>
        </w:rPr>
        <w:t xml:space="preserve">je </w:t>
      </w:r>
      <w:r w:rsidRPr="00CB6F94">
        <w:rPr>
          <w:sz w:val="18"/>
          <w:szCs w:val="18"/>
        </w:rPr>
        <w:t xml:space="preserve">TZZ </w:t>
      </w:r>
      <w:r w:rsidR="00222338" w:rsidRPr="00CB6F94">
        <w:rPr>
          <w:sz w:val="18"/>
          <w:szCs w:val="18"/>
        </w:rPr>
        <w:t>2. kategorie</w:t>
      </w:r>
      <w:r w:rsidR="00FD3003" w:rsidRPr="00CB6F94">
        <w:rPr>
          <w:sz w:val="18"/>
          <w:szCs w:val="18"/>
        </w:rPr>
        <w:t>, typ</w:t>
      </w:r>
      <w:r w:rsidR="004625D1" w:rsidRPr="00CB6F94">
        <w:rPr>
          <w:sz w:val="18"/>
          <w:szCs w:val="18"/>
        </w:rPr>
        <w:t>u</w:t>
      </w:r>
      <w:r w:rsidR="00FD3003" w:rsidRPr="00CB6F94">
        <w:rPr>
          <w:sz w:val="18"/>
          <w:szCs w:val="18"/>
        </w:rPr>
        <w:t xml:space="preserve"> </w:t>
      </w:r>
      <w:r w:rsidR="00222338" w:rsidRPr="00CB6F94">
        <w:rPr>
          <w:sz w:val="18"/>
          <w:szCs w:val="18"/>
        </w:rPr>
        <w:t>RPB</w:t>
      </w:r>
      <w:r w:rsidR="00630A93" w:rsidRPr="00CB6F94">
        <w:rPr>
          <w:sz w:val="18"/>
          <w:szCs w:val="18"/>
        </w:rPr>
        <w:t>.</w:t>
      </w:r>
    </w:p>
    <w:p w:rsidR="00FD3003" w:rsidRPr="00CB6F94" w:rsidRDefault="00FD3003" w:rsidP="00842C1B">
      <w:pPr>
        <w:pStyle w:val="Zkladntextodsazen3"/>
        <w:spacing w:after="0"/>
        <w:ind w:left="992"/>
        <w:rPr>
          <w:sz w:val="18"/>
          <w:szCs w:val="18"/>
          <w:highlight w:val="yellow"/>
        </w:rPr>
      </w:pPr>
    </w:p>
    <w:p w:rsidR="003E3FD8" w:rsidRPr="00CB6F94" w:rsidRDefault="003E3FD8" w:rsidP="00842C1B">
      <w:pPr>
        <w:pStyle w:val="Text2-2"/>
        <w:jc w:val="left"/>
      </w:pPr>
      <w:r w:rsidRPr="00CB6F94">
        <w:t>PZS</w:t>
      </w: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 xml:space="preserve">Ovládací kolejové úseky PZS jsou tvořeny: </w:t>
      </w: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km 11,955 (P7146)</w:t>
      </w:r>
      <w:r w:rsidR="00C24E5E" w:rsidRPr="00CB6F94">
        <w:rPr>
          <w:sz w:val="18"/>
          <w:szCs w:val="18"/>
        </w:rPr>
        <w:t>, typ AŽD 71</w:t>
      </w:r>
      <w:r w:rsidRPr="00CB6F94">
        <w:rPr>
          <w:sz w:val="18"/>
          <w:szCs w:val="18"/>
        </w:rPr>
        <w:t xml:space="preserve"> – kolejovými obvody,</w:t>
      </w: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km 14,490 (P7148)</w:t>
      </w:r>
      <w:r w:rsidR="00C24E5E" w:rsidRPr="00CB6F94">
        <w:rPr>
          <w:sz w:val="18"/>
          <w:szCs w:val="18"/>
        </w:rPr>
        <w:t>, typ PZZ-RE</w:t>
      </w:r>
      <w:r w:rsidRPr="00CB6F94">
        <w:rPr>
          <w:sz w:val="18"/>
          <w:szCs w:val="18"/>
        </w:rPr>
        <w:t xml:space="preserve"> – počítači náprav,</w:t>
      </w: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km 18,751 (P7152)</w:t>
      </w:r>
      <w:r w:rsidR="00C24E5E" w:rsidRPr="00CB6F94">
        <w:rPr>
          <w:sz w:val="18"/>
          <w:szCs w:val="18"/>
        </w:rPr>
        <w:t xml:space="preserve">, typ PZZ-RE </w:t>
      </w:r>
      <w:r w:rsidRPr="00CB6F94">
        <w:rPr>
          <w:sz w:val="18"/>
          <w:szCs w:val="18"/>
        </w:rPr>
        <w:t>– kolejovými obvody a počítači náprav,</w:t>
      </w: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km 24,320 (P7160)</w:t>
      </w:r>
      <w:r w:rsidR="00C24E5E" w:rsidRPr="00CB6F94">
        <w:rPr>
          <w:sz w:val="18"/>
          <w:szCs w:val="18"/>
        </w:rPr>
        <w:t>, typ BUES 2000</w:t>
      </w:r>
      <w:r w:rsidRPr="00CB6F94">
        <w:rPr>
          <w:sz w:val="18"/>
          <w:szCs w:val="18"/>
        </w:rPr>
        <w:t xml:space="preserve"> – počítači náprav,</w:t>
      </w: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</w:rPr>
      </w:pPr>
      <w:r w:rsidRPr="00CB6F94">
        <w:rPr>
          <w:sz w:val="18"/>
          <w:szCs w:val="18"/>
        </w:rPr>
        <w:t>km 26,628 (P7164)</w:t>
      </w:r>
      <w:r w:rsidR="00C24E5E" w:rsidRPr="00CB6F94">
        <w:rPr>
          <w:sz w:val="18"/>
          <w:szCs w:val="18"/>
        </w:rPr>
        <w:t>, typ AŽD 71</w:t>
      </w:r>
      <w:r w:rsidRPr="00CB6F94">
        <w:rPr>
          <w:sz w:val="18"/>
          <w:szCs w:val="18"/>
        </w:rPr>
        <w:t xml:space="preserve"> – kolejovými obvody a počítači náprav.</w:t>
      </w:r>
    </w:p>
    <w:p w:rsidR="00630A93" w:rsidRPr="00CB6F94" w:rsidRDefault="00630A93" w:rsidP="00842C1B">
      <w:pPr>
        <w:pStyle w:val="Zkladntextodsazen3"/>
        <w:spacing w:after="0"/>
        <w:ind w:left="992"/>
        <w:rPr>
          <w:sz w:val="18"/>
          <w:szCs w:val="18"/>
          <w:highlight w:val="yellow"/>
        </w:rPr>
      </w:pPr>
    </w:p>
    <w:p w:rsidR="003E3FD8" w:rsidRPr="00CB6F94" w:rsidRDefault="003E3FD8" w:rsidP="00842C1B">
      <w:pPr>
        <w:pStyle w:val="Zkladntextodsazen3"/>
        <w:spacing w:after="0"/>
        <w:ind w:left="992"/>
        <w:rPr>
          <w:sz w:val="18"/>
          <w:szCs w:val="18"/>
          <w:highlight w:val="yellow"/>
        </w:rPr>
      </w:pPr>
    </w:p>
    <w:p w:rsidR="00630A93" w:rsidRPr="00CB6F94" w:rsidRDefault="00630A93" w:rsidP="00842C1B">
      <w:pPr>
        <w:pStyle w:val="Text2-1"/>
        <w:jc w:val="left"/>
        <w:rPr>
          <w:rStyle w:val="Tun"/>
          <w:b w:val="0"/>
        </w:rPr>
      </w:pPr>
      <w:r w:rsidRPr="00CB6F94">
        <w:rPr>
          <w:rStyle w:val="Tun"/>
          <w:b w:val="0"/>
        </w:rPr>
        <w:t>Požadavky na nový stav</w:t>
      </w:r>
    </w:p>
    <w:p w:rsidR="00C24E5E" w:rsidRPr="00CB6F94" w:rsidRDefault="00C24E5E" w:rsidP="00C24E5E">
      <w:pPr>
        <w:pStyle w:val="Text2-2"/>
        <w:numPr>
          <w:ilvl w:val="0"/>
          <w:numId w:val="0"/>
        </w:numPr>
        <w:spacing w:after="0"/>
        <w:ind w:left="737"/>
        <w:jc w:val="left"/>
      </w:pPr>
      <w:r w:rsidRPr="00CB6F94">
        <w:rPr>
          <w:u w:val="single"/>
        </w:rPr>
        <w:t>SZZ ŽST Čejč</w:t>
      </w:r>
      <w:r w:rsidRPr="00CB6F94">
        <w:t xml:space="preserve">: Zabezpečovací zařízení bude umožňovat dva způsoby jízd vlaků. První způsob je obsluha SZZ z ovládacího pultu v dopravní kanceláři, kdy bude umožněna jízda vlaků a posunujících dílů v rozsahu závěrové tabulky. Při druhém způsobu bude možná jízda vlaků jen po 1. staniční koleji při zavedení výluky dopravní služby (VDS) ve stanici. Na vjezdová, odjezdová a cestová návěstidla </w:t>
      </w:r>
      <w:r w:rsidR="00D12C5F" w:rsidRPr="00CB6F94">
        <w:t xml:space="preserve">u koleje č.1 </w:t>
      </w:r>
      <w:r w:rsidRPr="00CB6F94">
        <w:t>budou doplněny světelné kříže neplatnosti. Podmínkou pro svícení křížů neplatnosti na vjezdových návěstidlech a návěstidle Sc2a (v posunuté poloze) bude správné přestavení výhybek, jejich zapevnění pro cestu po 1. staniční koleji a volnost přilehlých kolejových úseků. U odjezdových návěstidlech bude navíc podmínkou přijatý traťový souhlas, volnost tratě pro příslušný směr a pohotovostní stav přejezdů.</w:t>
      </w:r>
    </w:p>
    <w:p w:rsidR="00C24E5E" w:rsidRPr="00CB6F94" w:rsidRDefault="00C24E5E" w:rsidP="00C24E5E">
      <w:pPr>
        <w:pStyle w:val="Text2-2"/>
        <w:numPr>
          <w:ilvl w:val="0"/>
          <w:numId w:val="0"/>
        </w:numPr>
        <w:spacing w:after="0"/>
        <w:ind w:left="737"/>
        <w:jc w:val="left"/>
      </w:pPr>
    </w:p>
    <w:p w:rsidR="00C24E5E" w:rsidRPr="00CB6F94" w:rsidRDefault="00C24E5E" w:rsidP="00C24E5E">
      <w:pPr>
        <w:pStyle w:val="Text2-2"/>
        <w:numPr>
          <w:ilvl w:val="0"/>
          <w:numId w:val="0"/>
        </w:numPr>
        <w:spacing w:after="0"/>
        <w:ind w:left="737"/>
        <w:jc w:val="left"/>
      </w:pPr>
      <w:r w:rsidRPr="00CB6F94">
        <w:rPr>
          <w:u w:val="single"/>
        </w:rPr>
        <w:t>SZZ ŽST Kobylí na Moravě:</w:t>
      </w:r>
      <w:r w:rsidRPr="00CB6F94">
        <w:t xml:space="preserve"> V DK bude umístěno ovládací pracoviště JOP zabezpečovacích zařízení v úseku ŽST Kobylí na Moravě (mimo) – Hodonín (mimo). </w:t>
      </w:r>
    </w:p>
    <w:p w:rsidR="00C24E5E" w:rsidRPr="00CB6F94" w:rsidRDefault="00C24E5E" w:rsidP="002D31C8">
      <w:pPr>
        <w:pStyle w:val="Text2-2"/>
        <w:numPr>
          <w:ilvl w:val="0"/>
          <w:numId w:val="0"/>
        </w:numPr>
        <w:spacing w:after="60"/>
        <w:ind w:left="737"/>
        <w:jc w:val="left"/>
        <w:rPr>
          <w:highlight w:val="yellow"/>
        </w:rPr>
      </w:pPr>
    </w:p>
    <w:p w:rsidR="00163CE7" w:rsidRPr="00CB6F94" w:rsidRDefault="00163CE7" w:rsidP="002D31C8">
      <w:pPr>
        <w:pStyle w:val="Text2-2"/>
        <w:numPr>
          <w:ilvl w:val="0"/>
          <w:numId w:val="0"/>
        </w:numPr>
        <w:spacing w:after="60"/>
        <w:ind w:left="737"/>
        <w:jc w:val="left"/>
        <w:rPr>
          <w:highlight w:val="yellow"/>
        </w:rPr>
      </w:pPr>
    </w:p>
    <w:p w:rsidR="0029767C" w:rsidRPr="00CB6F94" w:rsidRDefault="0029767C" w:rsidP="00842C1B">
      <w:pPr>
        <w:pStyle w:val="Text2-2"/>
        <w:numPr>
          <w:ilvl w:val="0"/>
          <w:numId w:val="0"/>
        </w:numPr>
        <w:spacing w:after="60"/>
        <w:ind w:left="737"/>
        <w:jc w:val="left"/>
      </w:pPr>
      <w:r w:rsidRPr="00CB6F94">
        <w:lastRenderedPageBreak/>
        <w:t xml:space="preserve">Pro </w:t>
      </w:r>
      <w:r w:rsidR="00707717" w:rsidRPr="00CB6F94">
        <w:t xml:space="preserve">zajištění provozuschopnosti zabezpečovacích zařízení </w:t>
      </w:r>
      <w:r w:rsidRPr="00CB6F94">
        <w:t>bude provedeno:</w:t>
      </w:r>
    </w:p>
    <w:p w:rsidR="002D31C8" w:rsidRPr="00CB6F94" w:rsidRDefault="00E91576" w:rsidP="007B7FFC">
      <w:pPr>
        <w:pStyle w:val="Odrka1-2-"/>
        <w:jc w:val="left"/>
      </w:pPr>
      <w:r w:rsidRPr="00CB6F94">
        <w:t>Náhrada kolejových obvodů V1-3</w:t>
      </w:r>
      <w:r w:rsidR="00B74CF8" w:rsidRPr="00CB6F94">
        <w:t xml:space="preserve">, </w:t>
      </w:r>
      <w:r w:rsidRPr="00CB6F94">
        <w:t>V2</w:t>
      </w:r>
      <w:r w:rsidR="00B74CF8" w:rsidRPr="00CB6F94">
        <w:t xml:space="preserve">, </w:t>
      </w:r>
      <w:r w:rsidRPr="00CB6F94">
        <w:t xml:space="preserve">V4, </w:t>
      </w:r>
      <w:r w:rsidR="00B74CF8" w:rsidRPr="00CB6F94">
        <w:t xml:space="preserve">V5, </w:t>
      </w:r>
      <w:proofErr w:type="gramStart"/>
      <w:r w:rsidRPr="00CB6F94">
        <w:t>1K</w:t>
      </w:r>
      <w:proofErr w:type="gramEnd"/>
      <w:r w:rsidRPr="00CB6F94">
        <w:t>, 2K, V12</w:t>
      </w:r>
      <w:r w:rsidR="00B74CF8" w:rsidRPr="00CB6F94">
        <w:t>,</w:t>
      </w:r>
      <w:r w:rsidRPr="00CB6F94">
        <w:t xml:space="preserve"> V14</w:t>
      </w:r>
      <w:r w:rsidR="00616A9D" w:rsidRPr="00CB6F94">
        <w:t xml:space="preserve">, V15, </w:t>
      </w:r>
      <w:r w:rsidRPr="00CB6F94">
        <w:t>V16</w:t>
      </w:r>
      <w:r w:rsidR="002D31C8" w:rsidRPr="00CB6F94">
        <w:t xml:space="preserve">, </w:t>
      </w:r>
      <w:r w:rsidRPr="00CB6F94">
        <w:t>V17, V18, 2</w:t>
      </w:r>
      <w:r w:rsidR="000A0727" w:rsidRPr="00CB6F94">
        <w:t>a</w:t>
      </w:r>
      <w:r w:rsidRPr="00CB6F94">
        <w:t xml:space="preserve">K, </w:t>
      </w:r>
      <w:r w:rsidR="0052384B" w:rsidRPr="00CB6F94">
        <w:t>ZK, V101 a 4J v</w:t>
      </w:r>
      <w:r w:rsidRPr="00CB6F94">
        <w:t xml:space="preserve"> ŽST </w:t>
      </w:r>
      <w:r w:rsidR="0052384B" w:rsidRPr="00CB6F94">
        <w:t xml:space="preserve">Čejč </w:t>
      </w:r>
      <w:r w:rsidRPr="00CB6F94">
        <w:t>za počítače náprav</w:t>
      </w:r>
      <w:r w:rsidR="00616A9D" w:rsidRPr="00CB6F94">
        <w:t xml:space="preserve"> (PCN)</w:t>
      </w:r>
      <w:r w:rsidRPr="00CB6F94">
        <w:t>.</w:t>
      </w:r>
      <w:r w:rsidR="002D31C8" w:rsidRPr="00CB6F94">
        <w:t xml:space="preserve"> Ostatní kolejové obvody budou zachovány.</w:t>
      </w:r>
      <w:r w:rsidR="00D12C5F" w:rsidRPr="00CB6F94">
        <w:t xml:space="preserve"> </w:t>
      </w:r>
      <w:r w:rsidR="008E6D32" w:rsidRPr="00CB6F94">
        <w:t>U PCN b</w:t>
      </w:r>
      <w:r w:rsidR="00D12C5F" w:rsidRPr="00CB6F94">
        <w:t xml:space="preserve">ude provedena </w:t>
      </w:r>
      <w:r w:rsidR="008E6D32" w:rsidRPr="00CB6F94">
        <w:t xml:space="preserve">pasivní </w:t>
      </w:r>
      <w:r w:rsidR="00D12C5F" w:rsidRPr="00CB6F94">
        <w:t>ochrana proti atmosférickým vlivům</w:t>
      </w:r>
      <w:r w:rsidR="008E6D32" w:rsidRPr="00CB6F94">
        <w:t xml:space="preserve"> uzemněním kolejnicových pásů</w:t>
      </w:r>
      <w:r w:rsidR="00D12C5F" w:rsidRPr="00CB6F94">
        <w:t>.</w:t>
      </w:r>
    </w:p>
    <w:p w:rsidR="00616A9D" w:rsidRPr="00CB6F94" w:rsidRDefault="00B74CF8" w:rsidP="00616A9D">
      <w:pPr>
        <w:pStyle w:val="Odrka1-2-"/>
        <w:jc w:val="left"/>
      </w:pPr>
      <w:r w:rsidRPr="00CB6F94">
        <w:t xml:space="preserve">Náhrada kolejových obvodů </w:t>
      </w:r>
      <w:proofErr w:type="gramStart"/>
      <w:r w:rsidRPr="00CB6F94">
        <w:t>1K</w:t>
      </w:r>
      <w:proofErr w:type="gramEnd"/>
      <w:r w:rsidRPr="00CB6F94">
        <w:t xml:space="preserve">, 2K, V2, LK a 1J v ŽST Kobylí na Moravě za </w:t>
      </w:r>
      <w:r w:rsidR="00616A9D" w:rsidRPr="00CB6F94">
        <w:t>PCN</w:t>
      </w:r>
      <w:r w:rsidRPr="00CB6F94">
        <w:t>.</w:t>
      </w:r>
      <w:r w:rsidR="00616A9D" w:rsidRPr="00CB6F94">
        <w:t xml:space="preserve"> Ostatní kolejové obvody budou zachovány.</w:t>
      </w:r>
    </w:p>
    <w:p w:rsidR="00877566" w:rsidRPr="00CB6F94" w:rsidRDefault="00877566" w:rsidP="00877566">
      <w:pPr>
        <w:pStyle w:val="Odrka1-2-"/>
      </w:pPr>
      <w:r w:rsidRPr="00CB6F94">
        <w:t xml:space="preserve">Resety PCN </w:t>
      </w:r>
      <w:r w:rsidR="000214ED" w:rsidRPr="00CB6F94">
        <w:t xml:space="preserve">v ŽST Čejč </w:t>
      </w:r>
      <w:r w:rsidRPr="00CB6F94">
        <w:t xml:space="preserve">bude možné provádět z JOP v ŽST Čejč, nebo dálkově z JOP v ŽST Kobylí na Moravě. </w:t>
      </w:r>
    </w:p>
    <w:p w:rsidR="004F0E18" w:rsidRPr="00CB6F94" w:rsidRDefault="004F0E18" w:rsidP="007B7FFC">
      <w:pPr>
        <w:pStyle w:val="Odrka1-2-"/>
        <w:jc w:val="left"/>
      </w:pPr>
      <w:r w:rsidRPr="00CB6F94">
        <w:t xml:space="preserve">SZZ ŽST Čejč bude doplněno o funkci VDS, kdy po jejím zavedení a splnění podmínek pro VDS budou rozsvíceny na příslušných vjezdových, odjezdových a cestových návěstidlech pro jízdu po 1. staniční koleji </w:t>
      </w:r>
      <w:r w:rsidR="002D31C8" w:rsidRPr="00CB6F94">
        <w:t>nově doplněné světelné kříže neplatnosti</w:t>
      </w:r>
      <w:r w:rsidRPr="00CB6F94">
        <w:t>.</w:t>
      </w:r>
    </w:p>
    <w:p w:rsidR="00877566" w:rsidRPr="00CB6F94" w:rsidRDefault="00616A9D" w:rsidP="00877566">
      <w:pPr>
        <w:pStyle w:val="Odrka1-2-"/>
      </w:pPr>
      <w:r w:rsidRPr="00CB6F94">
        <w:t xml:space="preserve">Při zavedené VDS budou blokovány </w:t>
      </w:r>
      <w:proofErr w:type="spellStart"/>
      <w:r w:rsidRPr="00CB6F94">
        <w:t>přestavné</w:t>
      </w:r>
      <w:proofErr w:type="spellEnd"/>
      <w:r w:rsidRPr="00CB6F94">
        <w:t xml:space="preserve"> proudy výhybek ve vlakové cestě, nebude možné stavění jízdních cest a rozsvěcování PN</w:t>
      </w:r>
      <w:r w:rsidR="00877566" w:rsidRPr="00CB6F94">
        <w:t>.</w:t>
      </w:r>
    </w:p>
    <w:p w:rsidR="00842C1B" w:rsidRPr="00CB6F94" w:rsidRDefault="00842C1B" w:rsidP="00842C1B">
      <w:pPr>
        <w:pStyle w:val="Odrka1-2-"/>
        <w:jc w:val="left"/>
      </w:pPr>
      <w:r w:rsidRPr="00CB6F94">
        <w:t xml:space="preserve">Ovládání SZZ ŽST Čejč bude ponecháno ze stávající DK </w:t>
      </w:r>
      <w:r w:rsidR="002D31C8" w:rsidRPr="00CB6F94">
        <w:t>s možností zavedení VDS</w:t>
      </w:r>
      <w:r w:rsidRPr="00CB6F94">
        <w:t xml:space="preserve">. </w:t>
      </w:r>
      <w:r w:rsidR="00616A9D" w:rsidRPr="00CB6F94">
        <w:t>Současně bude kontrola volnosti kolejových úseků, dohledů výhybek a světelných křížů neplatnosti návěstidel pro jízdu po 1. staniční koleji přenášena na pracoviště JOP v ŽST Kobylí na Moravě</w:t>
      </w:r>
      <w:r w:rsidRPr="00CB6F94">
        <w:t xml:space="preserve">. </w:t>
      </w:r>
    </w:p>
    <w:p w:rsidR="00ED66D9" w:rsidRPr="00CB6F94" w:rsidRDefault="007B7FFC" w:rsidP="00842C1B">
      <w:pPr>
        <w:pStyle w:val="Odrka1-2-"/>
        <w:jc w:val="left"/>
      </w:pPr>
      <w:r w:rsidRPr="00CB6F94">
        <w:t xml:space="preserve">Doplnění </w:t>
      </w:r>
      <w:r w:rsidR="00ED66D9" w:rsidRPr="00CB6F94">
        <w:t xml:space="preserve">indikací a ovládání PZS </w:t>
      </w:r>
      <w:r w:rsidRPr="00CB6F94">
        <w:t>v km 14,490</w:t>
      </w:r>
      <w:r w:rsidR="004113B6" w:rsidRPr="00CB6F94">
        <w:rPr>
          <w:lang w:val="en-US"/>
        </w:rPr>
        <w:t xml:space="preserve">; </w:t>
      </w:r>
      <w:r w:rsidRPr="00CB6F94">
        <w:t xml:space="preserve">km 18,751 a km 24,320 </w:t>
      </w:r>
      <w:r w:rsidR="00ED66D9" w:rsidRPr="00CB6F94">
        <w:t xml:space="preserve">do </w:t>
      </w:r>
      <w:r w:rsidR="00877566" w:rsidRPr="00CB6F94">
        <w:t xml:space="preserve">JOP </w:t>
      </w:r>
      <w:r w:rsidR="00ED66D9" w:rsidRPr="00CB6F94">
        <w:t>ŽST Kobylí na Moravě.</w:t>
      </w:r>
    </w:p>
    <w:p w:rsidR="00842C1B" w:rsidRPr="00CB6F94" w:rsidRDefault="00A757E3" w:rsidP="00842C1B">
      <w:pPr>
        <w:pStyle w:val="Odrka1-2-"/>
        <w:numPr>
          <w:ilvl w:val="1"/>
          <w:numId w:val="4"/>
        </w:numPr>
        <w:jc w:val="left"/>
      </w:pPr>
      <w:r w:rsidRPr="00CB6F94">
        <w:rPr>
          <w:rFonts w:asciiTheme="minorHAnsi" w:hAnsiTheme="minorHAnsi" w:cstheme="minorHAnsi"/>
        </w:rPr>
        <w:t xml:space="preserve">Při zavedení VDS se </w:t>
      </w:r>
      <w:r w:rsidR="008A04BA" w:rsidRPr="00CB6F94">
        <w:rPr>
          <w:rFonts w:asciiTheme="minorHAnsi" w:hAnsiTheme="minorHAnsi" w:cstheme="minorHAnsi"/>
        </w:rPr>
        <w:t xml:space="preserve">PZS v km 18,751 </w:t>
      </w:r>
      <w:r w:rsidRPr="00CB6F94">
        <w:rPr>
          <w:rFonts w:asciiTheme="minorHAnsi" w:hAnsiTheme="minorHAnsi" w:cstheme="minorHAnsi"/>
        </w:rPr>
        <w:t xml:space="preserve">bude chovat jako traťový </w:t>
      </w:r>
      <w:r w:rsidR="008A04BA" w:rsidRPr="00CB6F94">
        <w:rPr>
          <w:rFonts w:asciiTheme="minorHAnsi" w:hAnsiTheme="minorHAnsi" w:cstheme="minorHAnsi"/>
        </w:rPr>
        <w:t xml:space="preserve">přejezd </w:t>
      </w:r>
      <w:r w:rsidRPr="00CB6F94">
        <w:rPr>
          <w:rFonts w:asciiTheme="minorHAnsi" w:hAnsiTheme="minorHAnsi" w:cstheme="minorHAnsi"/>
        </w:rPr>
        <w:t xml:space="preserve">s ovládacími obvody pro jízdu po 1. </w:t>
      </w:r>
      <w:r w:rsidR="008A04BA" w:rsidRPr="00CB6F94">
        <w:rPr>
          <w:rFonts w:asciiTheme="minorHAnsi" w:hAnsiTheme="minorHAnsi" w:cstheme="minorHAnsi"/>
        </w:rPr>
        <w:t xml:space="preserve">staniční </w:t>
      </w:r>
      <w:r w:rsidRPr="00CB6F94">
        <w:rPr>
          <w:rFonts w:asciiTheme="minorHAnsi" w:hAnsiTheme="minorHAnsi" w:cstheme="minorHAnsi"/>
        </w:rPr>
        <w:t>koleji, vč. zajištění anulace PZS.</w:t>
      </w:r>
      <w:r w:rsidR="00B324A1" w:rsidRPr="00CB6F94">
        <w:rPr>
          <w:rFonts w:asciiTheme="minorHAnsi" w:hAnsiTheme="minorHAnsi" w:cstheme="minorHAnsi"/>
        </w:rPr>
        <w:t xml:space="preserve"> </w:t>
      </w:r>
    </w:p>
    <w:p w:rsidR="00877566" w:rsidRPr="00CB6F94" w:rsidRDefault="00ED66D9" w:rsidP="00877566">
      <w:pPr>
        <w:pStyle w:val="Odrka1-2-"/>
        <w:numPr>
          <w:ilvl w:val="1"/>
          <w:numId w:val="4"/>
        </w:numPr>
        <w:jc w:val="left"/>
      </w:pPr>
      <w:r w:rsidRPr="00CB6F94">
        <w:t xml:space="preserve">TZZ </w:t>
      </w:r>
      <w:r w:rsidRPr="00CB6F94">
        <w:rPr>
          <w:rFonts w:asciiTheme="minorHAnsi" w:hAnsiTheme="minorHAnsi" w:cstheme="minorHAnsi"/>
        </w:rPr>
        <w:t>Kobylí na Moravě</w:t>
      </w:r>
      <w:r w:rsidR="00842C1B" w:rsidRPr="00CB6F94">
        <w:rPr>
          <w:rFonts w:asciiTheme="minorHAnsi" w:hAnsiTheme="minorHAnsi" w:cstheme="minorHAnsi"/>
        </w:rPr>
        <w:t xml:space="preserve"> – Čejč a </w:t>
      </w:r>
      <w:proofErr w:type="gramStart"/>
      <w:r w:rsidR="00842C1B" w:rsidRPr="00CB6F94">
        <w:rPr>
          <w:rFonts w:asciiTheme="minorHAnsi" w:hAnsiTheme="minorHAnsi" w:cstheme="minorHAnsi"/>
        </w:rPr>
        <w:t>Čejč - Mutěnice</w:t>
      </w:r>
      <w:proofErr w:type="gramEnd"/>
      <w:r w:rsidRPr="00CB6F94">
        <w:rPr>
          <w:rFonts w:asciiTheme="minorHAnsi" w:hAnsiTheme="minorHAnsi" w:cstheme="minorHAnsi"/>
        </w:rPr>
        <w:t xml:space="preserve"> (RPB) </w:t>
      </w:r>
      <w:r w:rsidR="00616A9D" w:rsidRPr="00CB6F94">
        <w:rPr>
          <w:rFonts w:asciiTheme="minorHAnsi" w:hAnsiTheme="minorHAnsi" w:cstheme="minorHAnsi"/>
        </w:rPr>
        <w:t>budou nahrazeny TZZ</w:t>
      </w:r>
      <w:r w:rsidR="00616A9D" w:rsidRPr="00CB6F94">
        <w:rPr>
          <w:rFonts w:asciiTheme="minorHAnsi" w:hAnsiTheme="minorHAnsi" w:cstheme="minorHAnsi"/>
        </w:rPr>
        <w:br/>
        <w:t>3. kategorie, typu AH s kontrolou mezistaničního úseku pomocí počítačů náprav</w:t>
      </w:r>
      <w:r w:rsidR="008A04BA" w:rsidRPr="00CB6F94">
        <w:rPr>
          <w:rFonts w:asciiTheme="minorHAnsi" w:hAnsiTheme="minorHAnsi" w:cstheme="minorHAnsi"/>
        </w:rPr>
        <w:t>.</w:t>
      </w:r>
      <w:r w:rsidR="00877566" w:rsidRPr="00CB6F94">
        <w:rPr>
          <w:rFonts w:asciiTheme="minorHAnsi" w:hAnsiTheme="minorHAnsi" w:cstheme="minorHAnsi"/>
        </w:rPr>
        <w:t xml:space="preserve"> </w:t>
      </w:r>
    </w:p>
    <w:p w:rsidR="00E17417" w:rsidRPr="00CB6F94" w:rsidRDefault="00E17417" w:rsidP="00842C1B">
      <w:pPr>
        <w:pStyle w:val="Odrka1-2-"/>
        <w:numPr>
          <w:ilvl w:val="1"/>
          <w:numId w:val="4"/>
        </w:numPr>
        <w:jc w:val="left"/>
      </w:pPr>
      <w:r w:rsidRPr="00CB6F94">
        <w:rPr>
          <w:rFonts w:asciiTheme="minorHAnsi" w:hAnsiTheme="minorHAnsi" w:cstheme="minorHAnsi"/>
        </w:rPr>
        <w:t>K zajištění přenosu a ovládání bude nutné vyčlenit potřebné množství žil ve stávajícím traťovém kabelu v úseku Čejč</w:t>
      </w:r>
      <w:r w:rsidR="00ED66D9" w:rsidRPr="00CB6F94">
        <w:rPr>
          <w:rFonts w:asciiTheme="minorHAnsi" w:hAnsiTheme="minorHAnsi" w:cstheme="minorHAnsi"/>
        </w:rPr>
        <w:t xml:space="preserve"> – Kobylí na Moravě</w:t>
      </w:r>
      <w:r w:rsidRPr="00CB6F94">
        <w:rPr>
          <w:rFonts w:asciiTheme="minorHAnsi" w:hAnsiTheme="minorHAnsi" w:cstheme="minorHAnsi"/>
        </w:rPr>
        <w:t>.</w:t>
      </w:r>
    </w:p>
    <w:p w:rsidR="00C229EF" w:rsidRPr="00CB6F94" w:rsidRDefault="00842C1B" w:rsidP="00842C1B">
      <w:pPr>
        <w:pStyle w:val="Odrka1-2-"/>
        <w:numPr>
          <w:ilvl w:val="1"/>
          <w:numId w:val="4"/>
        </w:numPr>
        <w:jc w:val="left"/>
      </w:pPr>
      <w:r w:rsidRPr="00CB6F94">
        <w:t xml:space="preserve">Před krajními výhybkami </w:t>
      </w:r>
      <w:r w:rsidR="004113B6" w:rsidRPr="00CB6F94">
        <w:t xml:space="preserve">v ŽST Čejč </w:t>
      </w:r>
      <w:r w:rsidRPr="00CB6F94">
        <w:t xml:space="preserve">bude rychlost upravena </w:t>
      </w:r>
      <w:proofErr w:type="spellStart"/>
      <w:r w:rsidRPr="00CB6F94">
        <w:t>rychlostníky</w:t>
      </w:r>
      <w:proofErr w:type="spellEnd"/>
      <w:r w:rsidRPr="00CB6F94">
        <w:t xml:space="preserve"> na </w:t>
      </w:r>
      <w:r w:rsidR="00C229EF" w:rsidRPr="00CB6F94">
        <w:t>40 km/hod.</w:t>
      </w:r>
    </w:p>
    <w:p w:rsidR="004113B6" w:rsidRPr="00CB6F94" w:rsidRDefault="00163CE7" w:rsidP="00842C1B">
      <w:pPr>
        <w:pStyle w:val="Odrka1-2-"/>
        <w:numPr>
          <w:ilvl w:val="1"/>
          <w:numId w:val="4"/>
        </w:numPr>
        <w:jc w:val="left"/>
      </w:pPr>
      <w:bookmarkStart w:id="46" w:name="_Hlk129692988"/>
      <w:r w:rsidRPr="00CB6F94">
        <w:t>Vzhledem k nárůstu počtu vodičů k návěstidlům a přípravě pro ETCS budou v nutném rozsahu položeny k návěstidlům nové kabely. Původní kabely pro kolejové obvody budou využity pro počítače náprav, v případě nedostatku volných vodičů budou položeny kabely nové</w:t>
      </w:r>
      <w:bookmarkEnd w:id="46"/>
      <w:r w:rsidR="004113B6" w:rsidRPr="00CB6F94">
        <w:t>.</w:t>
      </w:r>
    </w:p>
    <w:p w:rsidR="00DF7BAA" w:rsidRPr="00CB6F94" w:rsidRDefault="00DF7BAA" w:rsidP="00842C1B">
      <w:pPr>
        <w:pStyle w:val="Nadpis2-2"/>
      </w:pPr>
      <w:bookmarkStart w:id="47" w:name="_Toc6410442"/>
      <w:bookmarkStart w:id="48" w:name="_Toc137124677"/>
      <w:r w:rsidRPr="00CB6F94">
        <w:t>Sdělovací zařízení</w:t>
      </w:r>
      <w:bookmarkEnd w:id="47"/>
      <w:bookmarkEnd w:id="48"/>
    </w:p>
    <w:p w:rsidR="00EF58EE" w:rsidRPr="00CB6F94" w:rsidRDefault="00EF58EE" w:rsidP="00842C1B">
      <w:pPr>
        <w:pStyle w:val="Text2-1"/>
        <w:jc w:val="left"/>
      </w:pPr>
      <w:r w:rsidRPr="00CB6F94">
        <w:t>Neobsazeno</w:t>
      </w:r>
    </w:p>
    <w:p w:rsidR="00DF7BAA" w:rsidRPr="00CB6F94" w:rsidRDefault="00DF7BAA" w:rsidP="00DF7BAA">
      <w:pPr>
        <w:pStyle w:val="Nadpis2-2"/>
      </w:pPr>
      <w:bookmarkStart w:id="49" w:name="_Toc6410443"/>
      <w:bookmarkStart w:id="50" w:name="_Toc137124678"/>
      <w:r w:rsidRPr="00CB6F94">
        <w:t>Silnoproudá technologie včetně DŘT, trakční a energetická zařízení</w:t>
      </w:r>
      <w:bookmarkEnd w:id="49"/>
      <w:bookmarkEnd w:id="50"/>
    </w:p>
    <w:p w:rsidR="006B2776" w:rsidRPr="00CB6F94" w:rsidRDefault="006B2776" w:rsidP="006B2776">
      <w:pPr>
        <w:pStyle w:val="Text2-1"/>
      </w:pPr>
      <w:bookmarkStart w:id="51" w:name="_Toc6410444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52" w:name="_Toc137124679"/>
      <w:r w:rsidRPr="00CB6F94">
        <w:t>Ostatní technologická zařízení</w:t>
      </w:r>
      <w:bookmarkEnd w:id="51"/>
      <w:bookmarkEnd w:id="52"/>
    </w:p>
    <w:p w:rsidR="006B2776" w:rsidRPr="00CB6F94" w:rsidRDefault="006B2776" w:rsidP="006B2776">
      <w:pPr>
        <w:pStyle w:val="Text2-1"/>
      </w:pPr>
      <w:bookmarkStart w:id="53" w:name="_Toc6410445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54" w:name="_Toc137124680"/>
      <w:r w:rsidRPr="00CB6F94">
        <w:t>Železniční svršek</w:t>
      </w:r>
      <w:bookmarkEnd w:id="53"/>
      <w:bookmarkEnd w:id="54"/>
      <w:r w:rsidRPr="00CB6F94">
        <w:t xml:space="preserve"> </w:t>
      </w:r>
    </w:p>
    <w:p w:rsidR="004113B6" w:rsidRPr="00CB6F94" w:rsidRDefault="00163CE7" w:rsidP="004113B6">
      <w:pPr>
        <w:pStyle w:val="Text2-1"/>
      </w:pPr>
      <w:bookmarkStart w:id="55" w:name="_Toc6410446"/>
      <w:r w:rsidRPr="00CB6F94">
        <w:t>Izolované styky v kolejišti s náhradou KO za PCN nebudou rušeny. Výjimkou může být nemožnost dodržení minimální vzdálenosti počítacího bodu od izolovaného styku.</w:t>
      </w:r>
      <w:r w:rsidRPr="00CB6F94">
        <w:br/>
        <w:t>Kosé propojky od kolejových obvodů zůstanou zachovány</w:t>
      </w:r>
      <w:r w:rsidR="004113B6" w:rsidRPr="00CB6F94">
        <w:t xml:space="preserve">. </w:t>
      </w:r>
    </w:p>
    <w:p w:rsidR="008E6D32" w:rsidRPr="00CB6F94" w:rsidRDefault="008E6D32" w:rsidP="008E6D32">
      <w:pPr>
        <w:pStyle w:val="Text2-1"/>
        <w:numPr>
          <w:ilvl w:val="0"/>
          <w:numId w:val="0"/>
        </w:numPr>
        <w:ind w:left="737"/>
      </w:pPr>
    </w:p>
    <w:p w:rsidR="00DF7BAA" w:rsidRPr="00CB6F94" w:rsidRDefault="00DF7BAA" w:rsidP="00DF7BAA">
      <w:pPr>
        <w:pStyle w:val="Nadpis2-2"/>
      </w:pPr>
      <w:bookmarkStart w:id="56" w:name="_Toc137124681"/>
      <w:r w:rsidRPr="00CB6F94">
        <w:lastRenderedPageBreak/>
        <w:t>Železniční spodek</w:t>
      </w:r>
      <w:bookmarkEnd w:id="55"/>
      <w:bookmarkEnd w:id="56"/>
    </w:p>
    <w:p w:rsidR="009948ED" w:rsidRPr="00CB6F94" w:rsidRDefault="005B033C" w:rsidP="009948ED">
      <w:pPr>
        <w:pStyle w:val="Text2-1"/>
      </w:pPr>
      <w:bookmarkStart w:id="57" w:name="_Toc6410447"/>
      <w:r w:rsidRPr="00CB6F94">
        <w:t>Kabelové trasy musí být vedeny a uloženy dle předpisu SŽ S4 Železniční spodek, následně musí být povrch uveden do původního stavu. Přechody pod kolejemi musí odpovídat předpisu SŽ S4 Železniční spodek. Trasy vedení a uložení kabelových tras musí být konzultováno s</w:t>
      </w:r>
      <w:r w:rsidR="00974263" w:rsidRPr="00CB6F94">
        <w:t>e</w:t>
      </w:r>
      <w:r w:rsidRPr="00CB6F94">
        <w:t xml:space="preserve"> ST Brno.</w:t>
      </w:r>
    </w:p>
    <w:p w:rsidR="00DF7BAA" w:rsidRPr="00CB6F94" w:rsidRDefault="00DF7BAA" w:rsidP="00DF7BAA">
      <w:pPr>
        <w:pStyle w:val="Nadpis2-2"/>
      </w:pPr>
      <w:bookmarkStart w:id="58" w:name="_Toc137124682"/>
      <w:r w:rsidRPr="00CB6F94">
        <w:t>Nástupiště</w:t>
      </w:r>
      <w:bookmarkEnd w:id="57"/>
      <w:bookmarkEnd w:id="58"/>
    </w:p>
    <w:p w:rsidR="006B2776" w:rsidRPr="00CB6F94" w:rsidRDefault="006B2776" w:rsidP="006B2776">
      <w:pPr>
        <w:pStyle w:val="Text2-1"/>
      </w:pPr>
      <w:bookmarkStart w:id="59" w:name="_Toc6410448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60" w:name="_Toc137124683"/>
      <w:r w:rsidRPr="00CB6F94">
        <w:t>Železniční přejezdy</w:t>
      </w:r>
      <w:bookmarkEnd w:id="59"/>
      <w:bookmarkEnd w:id="60"/>
    </w:p>
    <w:p w:rsidR="006B2776" w:rsidRPr="00CB6F94" w:rsidRDefault="006B2776" w:rsidP="006B2776">
      <w:pPr>
        <w:pStyle w:val="Text2-1"/>
      </w:pPr>
      <w:bookmarkStart w:id="61" w:name="_Toc6410449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62" w:name="_Toc137124684"/>
      <w:r w:rsidRPr="00CB6F94">
        <w:t>Mosty, propustky a zdi</w:t>
      </w:r>
      <w:bookmarkEnd w:id="61"/>
      <w:bookmarkEnd w:id="62"/>
    </w:p>
    <w:p w:rsidR="00974263" w:rsidRPr="00CB6F94" w:rsidRDefault="00974263" w:rsidP="00974263">
      <w:pPr>
        <w:pStyle w:val="Text2-1"/>
      </w:pPr>
      <w:bookmarkStart w:id="63" w:name="_Toc6410450"/>
      <w:r w:rsidRPr="00CB6F94">
        <w:t>V obvodu ŽST Čejč jsou tyto propustky a objekty:</w:t>
      </w:r>
    </w:p>
    <w:p w:rsidR="00974263" w:rsidRPr="00CB6F94" w:rsidRDefault="00974263" w:rsidP="00974263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CB6F94">
        <w:t>Km 17,217 – propustek</w:t>
      </w:r>
    </w:p>
    <w:p w:rsidR="00974263" w:rsidRPr="00CB6F94" w:rsidRDefault="00974263" w:rsidP="00974263">
      <w:pPr>
        <w:spacing w:after="60" w:line="240" w:lineRule="auto"/>
        <w:ind w:left="737"/>
        <w:rPr>
          <w:sz w:val="18"/>
          <w:szCs w:val="18"/>
        </w:rPr>
      </w:pPr>
      <w:r w:rsidRPr="00CB6F94">
        <w:rPr>
          <w:sz w:val="18"/>
          <w:szCs w:val="18"/>
        </w:rPr>
        <w:t xml:space="preserve">Km 18,230 - propustek </w:t>
      </w:r>
    </w:p>
    <w:p w:rsidR="00974263" w:rsidRPr="00CB6F94" w:rsidRDefault="00974263" w:rsidP="00974263">
      <w:pPr>
        <w:spacing w:after="60" w:line="240" w:lineRule="auto"/>
        <w:ind w:left="737"/>
        <w:rPr>
          <w:sz w:val="18"/>
          <w:szCs w:val="18"/>
        </w:rPr>
      </w:pPr>
      <w:r w:rsidRPr="00CB6F94">
        <w:rPr>
          <w:sz w:val="18"/>
          <w:szCs w:val="18"/>
        </w:rPr>
        <w:t>Km 18,548 – základy zrušené kolejové váhy na koleji č. 3</w:t>
      </w:r>
    </w:p>
    <w:p w:rsidR="00974263" w:rsidRPr="00CB6F94" w:rsidRDefault="00974263" w:rsidP="00974263">
      <w:pPr>
        <w:spacing w:after="60" w:line="240" w:lineRule="auto"/>
        <w:ind w:left="737"/>
        <w:rPr>
          <w:sz w:val="18"/>
          <w:szCs w:val="18"/>
        </w:rPr>
      </w:pPr>
      <w:r w:rsidRPr="00CB6F94">
        <w:rPr>
          <w:sz w:val="18"/>
          <w:szCs w:val="18"/>
        </w:rPr>
        <w:t>Km 18,757 – propustek</w:t>
      </w:r>
    </w:p>
    <w:p w:rsidR="00974263" w:rsidRPr="00CB6F94" w:rsidRDefault="00974263" w:rsidP="00974263">
      <w:pPr>
        <w:spacing w:after="0" w:line="240" w:lineRule="auto"/>
        <w:ind w:left="737"/>
        <w:rPr>
          <w:sz w:val="18"/>
          <w:szCs w:val="18"/>
        </w:rPr>
      </w:pPr>
      <w:r w:rsidRPr="00CB6F94">
        <w:rPr>
          <w:sz w:val="18"/>
          <w:szCs w:val="18"/>
        </w:rPr>
        <w:t>Km 18,902 - propustek</w:t>
      </w:r>
    </w:p>
    <w:p w:rsidR="00974263" w:rsidRPr="00CB6F94" w:rsidRDefault="00974263" w:rsidP="00163CE7">
      <w:pPr>
        <w:pStyle w:val="Text2-1"/>
        <w:numPr>
          <w:ilvl w:val="0"/>
          <w:numId w:val="0"/>
        </w:numPr>
        <w:spacing w:before="120"/>
        <w:ind w:left="737"/>
      </w:pPr>
      <w:r w:rsidRPr="00CB6F94">
        <w:t>Trasy vedení a uložení kabelových tras musí být konzultováno se SMT Brno.</w:t>
      </w:r>
    </w:p>
    <w:p w:rsidR="006B2776" w:rsidRPr="00CB6F94" w:rsidRDefault="00974263" w:rsidP="006B2776">
      <w:pPr>
        <w:pStyle w:val="Text2-1"/>
      </w:pPr>
      <w:r w:rsidRPr="00CB6F94">
        <w:t>V obvodu ŽST Kobylí na Moravě jsou tyto propustky a objekty:</w:t>
      </w:r>
    </w:p>
    <w:p w:rsidR="00974263" w:rsidRPr="00CB6F94" w:rsidRDefault="00974263" w:rsidP="00974263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CB6F94">
        <w:t>Km 11,598 - propustek</w:t>
      </w:r>
    </w:p>
    <w:p w:rsidR="00974263" w:rsidRPr="00CB6F94" w:rsidRDefault="00974263" w:rsidP="00974263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CB6F94">
        <w:t>Km 11,682 – propustek zrušen (obecní kanalizace)</w:t>
      </w:r>
    </w:p>
    <w:p w:rsidR="00974263" w:rsidRPr="00CB6F94" w:rsidRDefault="00974263" w:rsidP="00974263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CB6F94">
        <w:t>Km 11,948 - propustek</w:t>
      </w:r>
    </w:p>
    <w:p w:rsidR="00974263" w:rsidRPr="00CB6F94" w:rsidRDefault="00974263" w:rsidP="00974263">
      <w:pPr>
        <w:pStyle w:val="Text2-1"/>
        <w:numPr>
          <w:ilvl w:val="0"/>
          <w:numId w:val="0"/>
        </w:numPr>
        <w:spacing w:after="60" w:line="240" w:lineRule="auto"/>
        <w:ind w:left="737"/>
      </w:pPr>
      <w:r w:rsidRPr="00CB6F94">
        <w:t>Km 12,054 - propustek</w:t>
      </w:r>
    </w:p>
    <w:p w:rsidR="00974263" w:rsidRPr="00CB6F94" w:rsidRDefault="00974263" w:rsidP="00974263">
      <w:pPr>
        <w:spacing w:after="0" w:line="240" w:lineRule="auto"/>
        <w:ind w:left="737"/>
        <w:rPr>
          <w:sz w:val="18"/>
          <w:szCs w:val="18"/>
        </w:rPr>
      </w:pPr>
      <w:r w:rsidRPr="00CB6F94">
        <w:rPr>
          <w:sz w:val="18"/>
          <w:szCs w:val="18"/>
        </w:rPr>
        <w:t>Km 12,384 – propustek</w:t>
      </w:r>
    </w:p>
    <w:p w:rsidR="00974263" w:rsidRPr="00CB6F94" w:rsidRDefault="00974263" w:rsidP="00163CE7">
      <w:pPr>
        <w:pStyle w:val="Text2-1"/>
        <w:numPr>
          <w:ilvl w:val="0"/>
          <w:numId w:val="0"/>
        </w:numPr>
        <w:spacing w:before="120"/>
        <w:ind w:left="737"/>
      </w:pPr>
      <w:r w:rsidRPr="00CB6F94">
        <w:t>Trasy vedení a uložení kabelových tras musí být konzultováno se SMT Brno.</w:t>
      </w:r>
    </w:p>
    <w:p w:rsidR="00DF7BAA" w:rsidRPr="00CB6F94" w:rsidRDefault="00DF7BAA" w:rsidP="00DF7BAA">
      <w:pPr>
        <w:pStyle w:val="Nadpis2-2"/>
      </w:pPr>
      <w:bookmarkStart w:id="64" w:name="_Toc137124685"/>
      <w:r w:rsidRPr="00CB6F94">
        <w:t>Ostatní inženýrské objekty</w:t>
      </w:r>
      <w:bookmarkEnd w:id="63"/>
      <w:bookmarkEnd w:id="64"/>
    </w:p>
    <w:p w:rsidR="006B2776" w:rsidRPr="00CB6F94" w:rsidRDefault="006B2776" w:rsidP="006B2776">
      <w:pPr>
        <w:pStyle w:val="Text2-1"/>
      </w:pPr>
      <w:bookmarkStart w:id="65" w:name="_Toc6410451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66" w:name="_Toc137124686"/>
      <w:r w:rsidRPr="00CB6F94">
        <w:t>Železniční tunely</w:t>
      </w:r>
      <w:bookmarkEnd w:id="65"/>
      <w:bookmarkEnd w:id="66"/>
    </w:p>
    <w:p w:rsidR="006B2776" w:rsidRPr="00CB6F94" w:rsidRDefault="006B2776" w:rsidP="006B2776">
      <w:pPr>
        <w:pStyle w:val="Text2-1"/>
      </w:pPr>
      <w:bookmarkStart w:id="67" w:name="_Toc6410452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68" w:name="_Toc137124687"/>
      <w:r w:rsidRPr="00CB6F94">
        <w:t>Pozemní komunikace</w:t>
      </w:r>
      <w:bookmarkEnd w:id="67"/>
      <w:bookmarkEnd w:id="68"/>
    </w:p>
    <w:p w:rsidR="006B2776" w:rsidRPr="00CB6F94" w:rsidRDefault="006B2776" w:rsidP="006B2776">
      <w:pPr>
        <w:pStyle w:val="Text2-1"/>
      </w:pPr>
      <w:bookmarkStart w:id="69" w:name="_Toc6410453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70" w:name="_Toc137124688"/>
      <w:proofErr w:type="spellStart"/>
      <w:r w:rsidRPr="00CB6F94">
        <w:t>Kabelovody</w:t>
      </w:r>
      <w:proofErr w:type="spellEnd"/>
      <w:r w:rsidRPr="00CB6F94">
        <w:t>, kolektory</w:t>
      </w:r>
      <w:bookmarkEnd w:id="69"/>
      <w:bookmarkEnd w:id="70"/>
    </w:p>
    <w:p w:rsidR="006B2776" w:rsidRPr="00CB6F94" w:rsidRDefault="006B2776" w:rsidP="006B2776">
      <w:pPr>
        <w:pStyle w:val="Text2-1"/>
      </w:pPr>
      <w:bookmarkStart w:id="71" w:name="_Toc6410454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72" w:name="_Toc137124689"/>
      <w:r w:rsidRPr="00CB6F94">
        <w:t>Protihlukové objekty</w:t>
      </w:r>
      <w:bookmarkEnd w:id="71"/>
      <w:bookmarkEnd w:id="72"/>
    </w:p>
    <w:p w:rsidR="006B2776" w:rsidRPr="00CB6F94" w:rsidRDefault="006B2776" w:rsidP="006B2776">
      <w:pPr>
        <w:pStyle w:val="Text2-1"/>
      </w:pPr>
      <w:bookmarkStart w:id="73" w:name="_Toc6410455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74" w:name="_Toc137124690"/>
      <w:r w:rsidRPr="00CB6F94">
        <w:t>Pozemní stavební objekty</w:t>
      </w:r>
      <w:bookmarkEnd w:id="73"/>
      <w:bookmarkEnd w:id="74"/>
    </w:p>
    <w:p w:rsidR="006B2776" w:rsidRPr="00CB6F94" w:rsidRDefault="006B2776" w:rsidP="006B2776">
      <w:pPr>
        <w:pStyle w:val="Text2-1"/>
      </w:pPr>
      <w:bookmarkStart w:id="75" w:name="_Toc6410456"/>
      <w:r w:rsidRPr="00CB6F94">
        <w:t>Neobsazeno.</w:t>
      </w:r>
    </w:p>
    <w:p w:rsidR="00DF7BAA" w:rsidRPr="00CB6F94" w:rsidRDefault="00DF7BAA" w:rsidP="00DF7BAA">
      <w:pPr>
        <w:pStyle w:val="Nadpis2-2"/>
      </w:pPr>
      <w:bookmarkStart w:id="76" w:name="_Toc137124691"/>
      <w:r w:rsidRPr="00CB6F94">
        <w:t>Trakční a energická zařízení</w:t>
      </w:r>
      <w:bookmarkEnd w:id="75"/>
      <w:bookmarkEnd w:id="76"/>
    </w:p>
    <w:p w:rsidR="006B2776" w:rsidRPr="00CB6F94" w:rsidRDefault="006B2776" w:rsidP="006B2776">
      <w:pPr>
        <w:pStyle w:val="Text2-1"/>
      </w:pPr>
      <w:r w:rsidRPr="00CB6F94">
        <w:t>Neobsazeno.</w:t>
      </w:r>
    </w:p>
    <w:p w:rsidR="00163CE7" w:rsidRPr="00CB6F94" w:rsidRDefault="00163CE7" w:rsidP="00163CE7">
      <w:pPr>
        <w:pStyle w:val="Text2-1"/>
        <w:numPr>
          <w:ilvl w:val="0"/>
          <w:numId w:val="0"/>
        </w:numPr>
        <w:ind w:left="737"/>
      </w:pPr>
    </w:p>
    <w:p w:rsidR="00DF7BAA" w:rsidRPr="00CB6F94" w:rsidRDefault="00DF7BAA" w:rsidP="00DF7BAA">
      <w:pPr>
        <w:pStyle w:val="Nadpis2-2"/>
      </w:pPr>
      <w:bookmarkStart w:id="77" w:name="_Toc6410458"/>
      <w:bookmarkStart w:id="78" w:name="_Toc137124692"/>
      <w:r w:rsidRPr="00CB6F94">
        <w:lastRenderedPageBreak/>
        <w:t>Životní prostředí</w:t>
      </w:r>
      <w:bookmarkEnd w:id="78"/>
      <w:r w:rsidRPr="00CB6F94">
        <w:t xml:space="preserve"> </w:t>
      </w:r>
      <w:bookmarkEnd w:id="77"/>
    </w:p>
    <w:p w:rsidR="001860E7" w:rsidRPr="00CB6F94" w:rsidRDefault="001860E7" w:rsidP="001860E7">
      <w:pPr>
        <w:pStyle w:val="Text2-1"/>
        <w:rPr>
          <w:rStyle w:val="Tun"/>
        </w:rPr>
      </w:pPr>
      <w:r w:rsidRPr="00CB6F94">
        <w:rPr>
          <w:rStyle w:val="Tun"/>
        </w:rPr>
        <w:t xml:space="preserve">Nakládání s odpady </w:t>
      </w:r>
    </w:p>
    <w:p w:rsidR="00067FA3" w:rsidRPr="00CB6F94" w:rsidRDefault="00067FA3" w:rsidP="00067FA3">
      <w:pPr>
        <w:pStyle w:val="Text2-2"/>
        <w:rPr>
          <w:rStyle w:val="Tun"/>
          <w:b w:val="0"/>
        </w:rPr>
      </w:pPr>
      <w:r w:rsidRPr="00CB6F94">
        <w:rPr>
          <w:rStyle w:val="Tun"/>
          <w:b w:val="0"/>
        </w:rPr>
        <w:t xml:space="preserve">Zhotovitel se zavazuje zajistit </w:t>
      </w:r>
      <w:proofErr w:type="spellStart"/>
      <w:r w:rsidRPr="00CB6F94">
        <w:rPr>
          <w:rStyle w:val="Tun"/>
          <w:b w:val="0"/>
        </w:rPr>
        <w:t>převzorkování</w:t>
      </w:r>
      <w:proofErr w:type="spellEnd"/>
      <w:r w:rsidRPr="00CB6F94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CB6F94">
        <w:t xml:space="preserve"> </w:t>
      </w:r>
      <w:r w:rsidRPr="00CB6F94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:rsidR="00067FA3" w:rsidRPr="00CB6F94" w:rsidRDefault="00067FA3" w:rsidP="00067FA3">
      <w:pPr>
        <w:pStyle w:val="Text2-2"/>
        <w:rPr>
          <w:rStyle w:val="Tun"/>
          <w:b w:val="0"/>
        </w:rPr>
      </w:pPr>
      <w:r w:rsidRPr="00CB6F94">
        <w:rPr>
          <w:rStyle w:val="Tun"/>
          <w:b w:val="0"/>
        </w:rPr>
        <w:t>Zhotovitel předloží TDS a specialistovi ŽP Objednatele</w:t>
      </w:r>
      <w:r w:rsidRPr="00CB6F94" w:rsidDel="00C3773A">
        <w:rPr>
          <w:rStyle w:val="Tun"/>
          <w:b w:val="0"/>
        </w:rPr>
        <w:t xml:space="preserve"> </w:t>
      </w:r>
      <w:r w:rsidRPr="00CB6F94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:rsidR="00067FA3" w:rsidRPr="00CB6F94" w:rsidRDefault="00067FA3" w:rsidP="00067FA3">
      <w:pPr>
        <w:pStyle w:val="Text2-2"/>
        <w:rPr>
          <w:rStyle w:val="Tun"/>
          <w:b w:val="0"/>
        </w:rPr>
      </w:pPr>
      <w:r w:rsidRPr="00CB6F94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:rsidR="00E50E94" w:rsidRPr="00CB6F94" w:rsidRDefault="00E50E94" w:rsidP="00E50E94">
      <w:pPr>
        <w:pStyle w:val="Text2-2"/>
        <w:rPr>
          <w:rStyle w:val="Tun"/>
        </w:rPr>
      </w:pPr>
      <w:r w:rsidRPr="00CB6F94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:rsidR="00E50E94" w:rsidRPr="00CB6F94" w:rsidRDefault="00E50E94" w:rsidP="00E50E94">
      <w:pPr>
        <w:pStyle w:val="Text2-2"/>
        <w:rPr>
          <w:rStyle w:val="Tun"/>
        </w:rPr>
      </w:pPr>
      <w:r w:rsidRPr="00CB6F94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:rsidR="00DF7BAA" w:rsidRPr="00CB6F94" w:rsidRDefault="00DF7BAA" w:rsidP="00DF7BAA">
      <w:pPr>
        <w:pStyle w:val="Nadpis2-1"/>
      </w:pPr>
      <w:bookmarkStart w:id="79" w:name="_Toc6410460"/>
      <w:bookmarkStart w:id="80" w:name="_Toc137124693"/>
      <w:r w:rsidRPr="00CB6F94">
        <w:t>ORGANIZACE VÝSTAVBY, VÝLUKY</w:t>
      </w:r>
      <w:bookmarkEnd w:id="79"/>
      <w:bookmarkEnd w:id="80"/>
    </w:p>
    <w:p w:rsidR="00FE6D31" w:rsidRPr="00CB6F94" w:rsidRDefault="00FE6D31" w:rsidP="00FE6D31">
      <w:pPr>
        <w:pStyle w:val="Text2-1"/>
        <w:numPr>
          <w:ilvl w:val="2"/>
          <w:numId w:val="32"/>
        </w:numPr>
        <w:tabs>
          <w:tab w:val="clear" w:pos="737"/>
        </w:tabs>
      </w:pPr>
      <w:r w:rsidRPr="00CB6F94">
        <w:t xml:space="preserve">Zhotovitel je povinen respektovat ROV z hlediska rozsahu výluk a časového harmonogramu. Příprava ROV bude probíhat v součinnosti se Zhotovitelem. </w:t>
      </w:r>
    </w:p>
    <w:p w:rsidR="00FE6D31" w:rsidRPr="00CB6F94" w:rsidRDefault="00FE6D31" w:rsidP="00FE6D31">
      <w:pPr>
        <w:pStyle w:val="Text2-1"/>
        <w:numPr>
          <w:ilvl w:val="2"/>
          <w:numId w:val="32"/>
        </w:numPr>
        <w:tabs>
          <w:tab w:val="clear" w:pos="737"/>
        </w:tabs>
      </w:pPr>
      <w:r w:rsidRPr="00CB6F94">
        <w:t>Předpokládaný termín realizace stavby je v</w:t>
      </w:r>
      <w:r w:rsidR="005B033C" w:rsidRPr="00CB6F94">
        <w:t>e druhé polovině r. 2023</w:t>
      </w:r>
      <w:r w:rsidRPr="00CB6F94">
        <w:t xml:space="preserve"> s následným obdobím na drobné dokončovací práce.</w:t>
      </w:r>
    </w:p>
    <w:p w:rsidR="00DF7BAA" w:rsidRPr="00CB6F94" w:rsidRDefault="00DF7BAA" w:rsidP="00DF7BAA">
      <w:pPr>
        <w:pStyle w:val="Nadpis2-1"/>
      </w:pPr>
      <w:bookmarkStart w:id="81" w:name="_Toc6410461"/>
      <w:bookmarkStart w:id="82" w:name="_Toc137124694"/>
      <w:r w:rsidRPr="00CB6F94">
        <w:t>SOUVISEJÍCÍ DOKUMENTY A PŘEDPISY</w:t>
      </w:r>
      <w:bookmarkEnd w:id="81"/>
      <w:bookmarkEnd w:id="82"/>
    </w:p>
    <w:p w:rsidR="009C4EEA" w:rsidRPr="00CB6F94" w:rsidRDefault="009C4EEA" w:rsidP="009C4EEA">
      <w:pPr>
        <w:pStyle w:val="Text2-1"/>
      </w:pPr>
      <w:r w:rsidRPr="00CB6F94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CB6F94">
        <w:t xml:space="preserve"> (směrnice, vzorové listy, TKP, ZTP apod.), </w:t>
      </w:r>
      <w:r w:rsidRPr="00CB6F94">
        <w:rPr>
          <w:b/>
        </w:rPr>
        <w:t>vše v platném znění.</w:t>
      </w:r>
    </w:p>
    <w:p w:rsidR="00024EF0" w:rsidRPr="00CB6F94" w:rsidRDefault="00024EF0" w:rsidP="00024EF0">
      <w:pPr>
        <w:pStyle w:val="Text2-1"/>
      </w:pPr>
      <w:r w:rsidRPr="00CB6F94">
        <w:t xml:space="preserve">Objednatel umožňuje Zhotoviteli přístup ke svým vnitřním dokumentům a předpisům a typové dokumentaci na webových stránkách: </w:t>
      </w:r>
    </w:p>
    <w:p w:rsidR="00024EF0" w:rsidRPr="00CB6F94" w:rsidRDefault="00024EF0" w:rsidP="00024EF0">
      <w:pPr>
        <w:pStyle w:val="Textbezslovn"/>
      </w:pPr>
      <w:r w:rsidRPr="00CB6F94">
        <w:rPr>
          <w:rStyle w:val="Tun"/>
        </w:rPr>
        <w:t>www.spravazeleznic.cz v sekci „O nás / Vnitřní předpisy / odkaz Dokumenty a předpisy“</w:t>
      </w:r>
      <w:r w:rsidRPr="00CB6F94">
        <w:t xml:space="preserve"> </w:t>
      </w:r>
      <w:r w:rsidRPr="00CB6F94">
        <w:rPr>
          <w:spacing w:val="2"/>
        </w:rPr>
        <w:t>(https://www.spravazeleznic.cz/o-nas/vnitrni-predpisy-spravy-zeleznic/</w:t>
      </w:r>
      <w:r w:rsidRPr="00CB6F94">
        <w:rPr>
          <w:spacing w:val="2"/>
        </w:rPr>
        <w:br/>
        <w:t>dokumenty-a-</w:t>
      </w:r>
      <w:proofErr w:type="spellStart"/>
      <w:r w:rsidRPr="00CB6F94">
        <w:rPr>
          <w:spacing w:val="2"/>
        </w:rPr>
        <w:t>predpisy</w:t>
      </w:r>
      <w:proofErr w:type="spellEnd"/>
      <w:r w:rsidRPr="00CB6F94">
        <w:rPr>
          <w:spacing w:val="2"/>
        </w:rPr>
        <w:t>)</w:t>
      </w:r>
      <w:r w:rsidRPr="00CB6F94">
        <w:t xml:space="preserve"> a </w:t>
      </w:r>
      <w:r w:rsidRPr="00CB6F94">
        <w:rPr>
          <w:b/>
        </w:rPr>
        <w:t>https://typdok.tudc.cz/ v sekci „archiv TD“</w:t>
      </w:r>
      <w:r w:rsidRPr="00CB6F94">
        <w:t>.</w:t>
      </w:r>
    </w:p>
    <w:p w:rsidR="00163CE7" w:rsidRPr="00CB6F94" w:rsidRDefault="00163CE7" w:rsidP="00024EF0">
      <w:pPr>
        <w:pStyle w:val="Textbezslovn"/>
      </w:pPr>
    </w:p>
    <w:p w:rsidR="00163CE7" w:rsidRPr="00CB6F94" w:rsidRDefault="00163CE7" w:rsidP="00024EF0">
      <w:pPr>
        <w:pStyle w:val="Textbezslovn"/>
      </w:pPr>
    </w:p>
    <w:p w:rsidR="009C4EEA" w:rsidRPr="00CB6F94" w:rsidRDefault="009C4EEA" w:rsidP="009C4EEA">
      <w:pPr>
        <w:pStyle w:val="Textbezslovn"/>
      </w:pPr>
      <w:r w:rsidRPr="00CB6F94"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9C4EEA" w:rsidRPr="00CB6F94" w:rsidRDefault="009C4EEA" w:rsidP="009C4EEA">
      <w:pPr>
        <w:pStyle w:val="Textbezslovn"/>
        <w:keepNext/>
        <w:spacing w:after="0"/>
        <w:rPr>
          <w:rStyle w:val="Tun"/>
        </w:rPr>
      </w:pPr>
      <w:r w:rsidRPr="00CB6F94">
        <w:rPr>
          <w:rStyle w:val="Tun"/>
        </w:rPr>
        <w:t>Správa železnic, státní organizace</w:t>
      </w:r>
    </w:p>
    <w:p w:rsidR="009C4EEA" w:rsidRPr="00CB6F94" w:rsidRDefault="009C4EEA" w:rsidP="009C4EEA">
      <w:pPr>
        <w:pStyle w:val="Textbezslovn"/>
        <w:keepNext/>
        <w:spacing w:after="0"/>
        <w:rPr>
          <w:rStyle w:val="Tun"/>
        </w:rPr>
      </w:pPr>
      <w:r w:rsidRPr="00CB6F94">
        <w:rPr>
          <w:rStyle w:val="Tun"/>
        </w:rPr>
        <w:t>Centrum telematiky a diagnostiky</w:t>
      </w:r>
    </w:p>
    <w:p w:rsidR="00EF61C8" w:rsidRPr="00CB6F94" w:rsidRDefault="00EF61C8" w:rsidP="009C4EEA">
      <w:pPr>
        <w:pStyle w:val="Textbezslovn"/>
        <w:keepNext/>
        <w:spacing w:after="0"/>
        <w:rPr>
          <w:rStyle w:val="Tun"/>
        </w:rPr>
      </w:pPr>
      <w:r w:rsidRPr="00CB6F94">
        <w:rPr>
          <w:rStyle w:val="Tun"/>
        </w:rPr>
        <w:t>Úsek provozně technický, OHČ</w:t>
      </w:r>
    </w:p>
    <w:p w:rsidR="009C4EEA" w:rsidRPr="00CB6F94" w:rsidRDefault="009C4EEA" w:rsidP="009C4EEA">
      <w:pPr>
        <w:pStyle w:val="Textbezslovn"/>
        <w:keepNext/>
        <w:spacing w:after="0"/>
      </w:pPr>
      <w:r w:rsidRPr="00CB6F94">
        <w:t>Jeremenkova 103/23</w:t>
      </w:r>
    </w:p>
    <w:p w:rsidR="009C4EEA" w:rsidRPr="00CB6F94" w:rsidRDefault="009C4EEA" w:rsidP="009C4EEA">
      <w:pPr>
        <w:pStyle w:val="Textbezslovn"/>
      </w:pPr>
      <w:r w:rsidRPr="00CB6F94">
        <w:t>779 00 Olomouc</w:t>
      </w:r>
    </w:p>
    <w:p w:rsidR="009C4EEA" w:rsidRPr="00CB6F94" w:rsidRDefault="009C4EEA" w:rsidP="009C4EEA">
      <w:pPr>
        <w:pStyle w:val="Textbezslovn"/>
      </w:pPr>
      <w:r w:rsidRPr="00CB6F94">
        <w:t xml:space="preserve">nebo e-mail: </w:t>
      </w:r>
      <w:r w:rsidR="002C1A2B" w:rsidRPr="00CB6F94">
        <w:rPr>
          <w:b/>
        </w:rPr>
        <w:t>typdok@spravazeleznic.cz</w:t>
      </w:r>
    </w:p>
    <w:p w:rsidR="009C4EEA" w:rsidRPr="00CB6F94" w:rsidRDefault="009C4EEA" w:rsidP="009C4EEA">
      <w:pPr>
        <w:pStyle w:val="Textbezslovn"/>
        <w:spacing w:after="0"/>
      </w:pPr>
      <w:r w:rsidRPr="00CB6F94">
        <w:t>kontaktní osoba: paní Jarmila Strnadová, tel.: 972 742 396, mobil: 725 039 782</w:t>
      </w:r>
    </w:p>
    <w:p w:rsidR="009C4EEA" w:rsidRPr="00CB6F94" w:rsidRDefault="009C4EEA" w:rsidP="009C4EEA">
      <w:pPr>
        <w:pStyle w:val="Textbezslovn"/>
      </w:pPr>
      <w:r w:rsidRPr="00CB6F94">
        <w:t>Ceníky: https://typdok.tudc.cz/</w:t>
      </w:r>
    </w:p>
    <w:p w:rsidR="00DF7BAA" w:rsidRPr="00CB6F94" w:rsidRDefault="00DF7BAA" w:rsidP="00DF7BAA">
      <w:pPr>
        <w:pStyle w:val="Nadpis2-1"/>
      </w:pPr>
      <w:bookmarkStart w:id="83" w:name="_Toc6410462"/>
      <w:bookmarkStart w:id="84" w:name="_Toc137124695"/>
      <w:r w:rsidRPr="00CB6F94">
        <w:t>PŘÍLOHY</w:t>
      </w:r>
      <w:bookmarkEnd w:id="83"/>
      <w:bookmarkEnd w:id="84"/>
    </w:p>
    <w:p w:rsidR="00075675" w:rsidRPr="00CB6F94" w:rsidRDefault="001B099E" w:rsidP="00E875CA">
      <w:pPr>
        <w:pStyle w:val="Text2-1"/>
      </w:pPr>
      <w:bookmarkStart w:id="85" w:name="_Ref92267992"/>
      <w:r w:rsidRPr="00CB6F94">
        <w:t>Neobsazeno</w:t>
      </w:r>
    </w:p>
    <w:bookmarkEnd w:id="85"/>
    <w:p w:rsidR="00F01B21" w:rsidRPr="00CB6F94" w:rsidRDefault="00F01B21" w:rsidP="00F01B21">
      <w:pPr>
        <w:pStyle w:val="Textbezslovn"/>
      </w:pPr>
    </w:p>
    <w:p w:rsidR="00F01B21" w:rsidRPr="00CB6F94" w:rsidRDefault="00F01B21" w:rsidP="00F01B21">
      <w:pPr>
        <w:pStyle w:val="Textbezslovn"/>
      </w:pPr>
    </w:p>
    <w:p w:rsidR="00DF7BAA" w:rsidRPr="00CB6F94" w:rsidRDefault="00DF7BAA" w:rsidP="00264D52">
      <w:pPr>
        <w:pStyle w:val="Textbezodsazen"/>
      </w:pPr>
    </w:p>
    <w:p w:rsidR="00DF7BAA" w:rsidRPr="00CB6F94" w:rsidRDefault="00DF7BAA" w:rsidP="00264D52">
      <w:pPr>
        <w:pStyle w:val="Textbezodsazen"/>
      </w:pPr>
    </w:p>
    <w:p w:rsidR="00DF7BAA" w:rsidRPr="00CB6F94" w:rsidRDefault="00DF7BAA" w:rsidP="00264D52">
      <w:pPr>
        <w:pStyle w:val="Textbezodsazen"/>
      </w:pPr>
    </w:p>
    <w:p w:rsidR="002B6B58" w:rsidRPr="00CB6F94" w:rsidRDefault="002B6B58" w:rsidP="00264D52">
      <w:pPr>
        <w:pStyle w:val="Textbezodsazen"/>
      </w:pPr>
      <w:bookmarkStart w:id="86" w:name="_GoBack"/>
      <w:bookmarkEnd w:id="4"/>
      <w:bookmarkEnd w:id="5"/>
      <w:bookmarkEnd w:id="6"/>
      <w:bookmarkEnd w:id="7"/>
      <w:bookmarkEnd w:id="8"/>
      <w:bookmarkEnd w:id="86"/>
    </w:p>
    <w:sectPr w:rsidR="002B6B58" w:rsidRPr="00CB6F94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D32" w:rsidRDefault="008E6D32" w:rsidP="00962258">
      <w:pPr>
        <w:spacing w:after="0" w:line="240" w:lineRule="auto"/>
      </w:pPr>
      <w:r>
        <w:separator/>
      </w:r>
    </w:p>
  </w:endnote>
  <w:endnote w:type="continuationSeparator" w:id="0">
    <w:p w:rsidR="008E6D32" w:rsidRDefault="008E6D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E6D32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8E6D32" w:rsidRPr="00B8518B" w:rsidRDefault="008E6D3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8E6D32" w:rsidRDefault="008E6D32" w:rsidP="003462EB">
          <w:pPr>
            <w:pStyle w:val="Zpatvlevo"/>
          </w:pPr>
          <w:fldSimple w:instr=" STYLEREF  _Název_akce  \* MERGEFORMAT ">
            <w:r w:rsidR="00CB6F94">
              <w:rPr>
                <w:noProof/>
              </w:rPr>
              <w:t>Oprava SZZ Čejč a Kobylí na Moravě</w:t>
            </w:r>
            <w:r w:rsidR="00CB6F94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:rsidR="008E6D32" w:rsidRPr="003462EB" w:rsidRDefault="008E6D32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:rsidR="008E6D32" w:rsidRPr="00614E71" w:rsidRDefault="008E6D3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E6D32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8E6D32" w:rsidRDefault="008E6D32" w:rsidP="003B111D">
          <w:pPr>
            <w:pStyle w:val="Zpatvpravo"/>
          </w:pPr>
          <w:fldSimple w:instr=" STYLEREF  _Název_akce  \* MERGEFORMAT ">
            <w:r w:rsidR="00CB6F94">
              <w:rPr>
                <w:noProof/>
              </w:rPr>
              <w:t>Oprava SZZ Čejč a Kobylí na Moravě</w:t>
            </w:r>
            <w:r w:rsidR="00CB6F94">
              <w:rPr>
                <w:noProof/>
              </w:rPr>
              <w:cr/>
            </w:r>
          </w:fldSimple>
          <w:r>
            <w:t>Příloha č. 2 c)</w:t>
          </w:r>
        </w:p>
        <w:p w:rsidR="008E6D32" w:rsidRPr="003462EB" w:rsidRDefault="008E6D3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:rsidR="008E6D32" w:rsidRPr="009E09BE" w:rsidRDefault="008E6D3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:rsidR="008E6D32" w:rsidRPr="00B8518B" w:rsidRDefault="008E6D3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D32" w:rsidRPr="00B8518B" w:rsidRDefault="008E6D32" w:rsidP="00460660">
    <w:pPr>
      <w:pStyle w:val="Zpat"/>
      <w:rPr>
        <w:sz w:val="2"/>
        <w:szCs w:val="2"/>
      </w:rPr>
    </w:pPr>
  </w:p>
  <w:p w:rsidR="008E6D32" w:rsidRDefault="008E6D32" w:rsidP="00757290">
    <w:pPr>
      <w:pStyle w:val="Zpatvlevo"/>
      <w:rPr>
        <w:rFonts w:cs="Calibri"/>
        <w:szCs w:val="12"/>
      </w:rPr>
    </w:pPr>
  </w:p>
  <w:p w:rsidR="008E6D32" w:rsidRPr="00460660" w:rsidRDefault="008E6D3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D32" w:rsidRDefault="008E6D32" w:rsidP="00962258">
      <w:pPr>
        <w:spacing w:after="0" w:line="240" w:lineRule="auto"/>
      </w:pPr>
      <w:r>
        <w:separator/>
      </w:r>
    </w:p>
  </w:footnote>
  <w:footnote w:type="continuationSeparator" w:id="0">
    <w:p w:rsidR="008E6D32" w:rsidRDefault="008E6D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E6D3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E6D32" w:rsidRPr="00B8518B" w:rsidRDefault="008E6D3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E6D32" w:rsidRDefault="008E6D3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E6D32" w:rsidRPr="00D6163D" w:rsidRDefault="008E6D32" w:rsidP="00FC6389">
          <w:pPr>
            <w:pStyle w:val="Druhdokumentu"/>
          </w:pPr>
        </w:p>
      </w:tc>
    </w:tr>
    <w:tr w:rsidR="008E6D3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E6D32" w:rsidRPr="00B8518B" w:rsidRDefault="008E6D3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E6D32" w:rsidRDefault="008E6D3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E6D32" w:rsidRPr="00D6163D" w:rsidRDefault="008E6D32" w:rsidP="00FC6389">
          <w:pPr>
            <w:pStyle w:val="Druhdokumentu"/>
          </w:pPr>
        </w:p>
      </w:tc>
    </w:tr>
  </w:tbl>
  <w:p w:rsidR="008E6D32" w:rsidRPr="00D6163D" w:rsidRDefault="008E6D32" w:rsidP="00FC6389">
    <w:pPr>
      <w:pStyle w:val="Zhlav"/>
      <w:rPr>
        <w:sz w:val="8"/>
        <w:szCs w:val="8"/>
      </w:rPr>
    </w:pPr>
  </w:p>
  <w:p w:rsidR="008E6D32" w:rsidRPr="00460660" w:rsidRDefault="008E6D3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5841"/>
        </w:tabs>
        <w:ind w:left="5841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5F34854"/>
    <w:multiLevelType w:val="hybridMultilevel"/>
    <w:tmpl w:val="03460534"/>
    <w:lvl w:ilvl="0" w:tplc="925EB7CE">
      <w:start w:val="5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4"/>
  </w:num>
  <w:num w:numId="30">
    <w:abstractNumId w:val="4"/>
  </w:num>
  <w:num w:numId="31">
    <w:abstractNumId w:val="9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9"/>
  </w:num>
  <w:num w:numId="35">
    <w:abstractNumId w:val="4"/>
  </w:num>
  <w:num w:numId="36">
    <w:abstractNumId w:val="4"/>
  </w:num>
  <w:num w:numId="3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16F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4ED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4D8A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27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1BE6"/>
    <w:rsid w:val="00102B45"/>
    <w:rsid w:val="00103B38"/>
    <w:rsid w:val="00104CC3"/>
    <w:rsid w:val="00105CBE"/>
    <w:rsid w:val="00107233"/>
    <w:rsid w:val="00107E6D"/>
    <w:rsid w:val="00111F64"/>
    <w:rsid w:val="00112864"/>
    <w:rsid w:val="001133FC"/>
    <w:rsid w:val="00114472"/>
    <w:rsid w:val="00114988"/>
    <w:rsid w:val="00114B9B"/>
    <w:rsid w:val="00114DE9"/>
    <w:rsid w:val="00115069"/>
    <w:rsid w:val="001150F2"/>
    <w:rsid w:val="00116940"/>
    <w:rsid w:val="00116D36"/>
    <w:rsid w:val="0012299E"/>
    <w:rsid w:val="001233AE"/>
    <w:rsid w:val="001270F2"/>
    <w:rsid w:val="00130E62"/>
    <w:rsid w:val="0013142C"/>
    <w:rsid w:val="0013217D"/>
    <w:rsid w:val="001400AD"/>
    <w:rsid w:val="001401D5"/>
    <w:rsid w:val="00140433"/>
    <w:rsid w:val="00145535"/>
    <w:rsid w:val="001456A2"/>
    <w:rsid w:val="001458F9"/>
    <w:rsid w:val="00146BCB"/>
    <w:rsid w:val="001476BD"/>
    <w:rsid w:val="0015027B"/>
    <w:rsid w:val="00150C54"/>
    <w:rsid w:val="00153B6C"/>
    <w:rsid w:val="00153FF2"/>
    <w:rsid w:val="00157FB9"/>
    <w:rsid w:val="00161BD6"/>
    <w:rsid w:val="00163CE7"/>
    <w:rsid w:val="001656A2"/>
    <w:rsid w:val="0017050C"/>
    <w:rsid w:val="00170EC5"/>
    <w:rsid w:val="00174630"/>
    <w:rsid w:val="001747C1"/>
    <w:rsid w:val="001754E0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05A"/>
    <w:rsid w:val="001A3B3C"/>
    <w:rsid w:val="001A4CA5"/>
    <w:rsid w:val="001A5105"/>
    <w:rsid w:val="001A5B1E"/>
    <w:rsid w:val="001A649E"/>
    <w:rsid w:val="001B099E"/>
    <w:rsid w:val="001B1901"/>
    <w:rsid w:val="001B1CAB"/>
    <w:rsid w:val="001B20D3"/>
    <w:rsid w:val="001B3CD3"/>
    <w:rsid w:val="001B4180"/>
    <w:rsid w:val="001B4E74"/>
    <w:rsid w:val="001B531E"/>
    <w:rsid w:val="001B5BCA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5F67"/>
    <w:rsid w:val="001E678E"/>
    <w:rsid w:val="001E78D3"/>
    <w:rsid w:val="001F04A0"/>
    <w:rsid w:val="001F1699"/>
    <w:rsid w:val="001F74AD"/>
    <w:rsid w:val="001F7C12"/>
    <w:rsid w:val="002007BA"/>
    <w:rsid w:val="00202CF7"/>
    <w:rsid w:val="00202F90"/>
    <w:rsid w:val="002038C9"/>
    <w:rsid w:val="002071BB"/>
    <w:rsid w:val="00207DF5"/>
    <w:rsid w:val="00213784"/>
    <w:rsid w:val="00217951"/>
    <w:rsid w:val="00222338"/>
    <w:rsid w:val="00222F0B"/>
    <w:rsid w:val="00223CF2"/>
    <w:rsid w:val="00224E36"/>
    <w:rsid w:val="00230FC2"/>
    <w:rsid w:val="00232000"/>
    <w:rsid w:val="00234346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1E05"/>
    <w:rsid w:val="002944A6"/>
    <w:rsid w:val="0029767C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1C8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EFA"/>
    <w:rsid w:val="00304DAF"/>
    <w:rsid w:val="003063C0"/>
    <w:rsid w:val="00307207"/>
    <w:rsid w:val="003076AB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5FD8"/>
    <w:rsid w:val="00327EEF"/>
    <w:rsid w:val="00331AD7"/>
    <w:rsid w:val="0033239F"/>
    <w:rsid w:val="00334918"/>
    <w:rsid w:val="003418A3"/>
    <w:rsid w:val="0034274B"/>
    <w:rsid w:val="00344BB9"/>
    <w:rsid w:val="003462EB"/>
    <w:rsid w:val="00346D3F"/>
    <w:rsid w:val="0034719F"/>
    <w:rsid w:val="00350A35"/>
    <w:rsid w:val="00355002"/>
    <w:rsid w:val="00356C21"/>
    <w:rsid w:val="003571D8"/>
    <w:rsid w:val="00357BC6"/>
    <w:rsid w:val="00361422"/>
    <w:rsid w:val="00364D02"/>
    <w:rsid w:val="00364E2C"/>
    <w:rsid w:val="00367A82"/>
    <w:rsid w:val="003728A8"/>
    <w:rsid w:val="003729DD"/>
    <w:rsid w:val="0037545D"/>
    <w:rsid w:val="00376246"/>
    <w:rsid w:val="00381272"/>
    <w:rsid w:val="003827BF"/>
    <w:rsid w:val="0038346B"/>
    <w:rsid w:val="00383774"/>
    <w:rsid w:val="0038556A"/>
    <w:rsid w:val="00386FF1"/>
    <w:rsid w:val="00392EB6"/>
    <w:rsid w:val="00394893"/>
    <w:rsid w:val="003956C6"/>
    <w:rsid w:val="00395AFD"/>
    <w:rsid w:val="00397056"/>
    <w:rsid w:val="003A4F81"/>
    <w:rsid w:val="003A72CE"/>
    <w:rsid w:val="003B0494"/>
    <w:rsid w:val="003B111D"/>
    <w:rsid w:val="003B2407"/>
    <w:rsid w:val="003B7D96"/>
    <w:rsid w:val="003C33F2"/>
    <w:rsid w:val="003C6679"/>
    <w:rsid w:val="003C7295"/>
    <w:rsid w:val="003D354E"/>
    <w:rsid w:val="003D3906"/>
    <w:rsid w:val="003D756E"/>
    <w:rsid w:val="003D7905"/>
    <w:rsid w:val="003E2851"/>
    <w:rsid w:val="003E29C0"/>
    <w:rsid w:val="003E3EDF"/>
    <w:rsid w:val="003E3FD8"/>
    <w:rsid w:val="003E420D"/>
    <w:rsid w:val="003E4C13"/>
    <w:rsid w:val="003E5252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07C7E"/>
    <w:rsid w:val="00410C44"/>
    <w:rsid w:val="0041104B"/>
    <w:rsid w:val="004113B6"/>
    <w:rsid w:val="00412D61"/>
    <w:rsid w:val="004159A3"/>
    <w:rsid w:val="00421120"/>
    <w:rsid w:val="004211D8"/>
    <w:rsid w:val="00421C8D"/>
    <w:rsid w:val="00422860"/>
    <w:rsid w:val="0042581E"/>
    <w:rsid w:val="0042598C"/>
    <w:rsid w:val="00427794"/>
    <w:rsid w:val="00427A9F"/>
    <w:rsid w:val="0043237D"/>
    <w:rsid w:val="00433963"/>
    <w:rsid w:val="004378C9"/>
    <w:rsid w:val="00443210"/>
    <w:rsid w:val="00443D42"/>
    <w:rsid w:val="004461DF"/>
    <w:rsid w:val="00447DC6"/>
    <w:rsid w:val="00450F07"/>
    <w:rsid w:val="00453CD3"/>
    <w:rsid w:val="00454ECB"/>
    <w:rsid w:val="0045657D"/>
    <w:rsid w:val="00460660"/>
    <w:rsid w:val="004625D1"/>
    <w:rsid w:val="00462A46"/>
    <w:rsid w:val="00462DB8"/>
    <w:rsid w:val="00463785"/>
    <w:rsid w:val="00463BD5"/>
    <w:rsid w:val="00464BA9"/>
    <w:rsid w:val="00464D4A"/>
    <w:rsid w:val="00470F14"/>
    <w:rsid w:val="004725AC"/>
    <w:rsid w:val="00475CAA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1B99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0E18"/>
    <w:rsid w:val="004F4B9B"/>
    <w:rsid w:val="004F70CD"/>
    <w:rsid w:val="00500C8E"/>
    <w:rsid w:val="0050221A"/>
    <w:rsid w:val="00502B16"/>
    <w:rsid w:val="0050443C"/>
    <w:rsid w:val="00505A2B"/>
    <w:rsid w:val="00505A3F"/>
    <w:rsid w:val="0050666E"/>
    <w:rsid w:val="005074F3"/>
    <w:rsid w:val="00510FBA"/>
    <w:rsid w:val="00511AB9"/>
    <w:rsid w:val="00515137"/>
    <w:rsid w:val="005220AF"/>
    <w:rsid w:val="0052384B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1DB7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1286"/>
    <w:rsid w:val="0056233E"/>
    <w:rsid w:val="0056243B"/>
    <w:rsid w:val="00562909"/>
    <w:rsid w:val="00562A0B"/>
    <w:rsid w:val="005736B7"/>
    <w:rsid w:val="005758EF"/>
    <w:rsid w:val="00575E5A"/>
    <w:rsid w:val="00580245"/>
    <w:rsid w:val="00580BF5"/>
    <w:rsid w:val="00585A86"/>
    <w:rsid w:val="0058742A"/>
    <w:rsid w:val="00587CA4"/>
    <w:rsid w:val="00590B8A"/>
    <w:rsid w:val="005925C7"/>
    <w:rsid w:val="005974CE"/>
    <w:rsid w:val="005A1F44"/>
    <w:rsid w:val="005A499F"/>
    <w:rsid w:val="005A6C0C"/>
    <w:rsid w:val="005B033C"/>
    <w:rsid w:val="005B2B35"/>
    <w:rsid w:val="005C4F2D"/>
    <w:rsid w:val="005C68BF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D7A2F"/>
    <w:rsid w:val="005E0049"/>
    <w:rsid w:val="005E1267"/>
    <w:rsid w:val="005E3125"/>
    <w:rsid w:val="005F0383"/>
    <w:rsid w:val="005F63AC"/>
    <w:rsid w:val="0060019A"/>
    <w:rsid w:val="00601A8C"/>
    <w:rsid w:val="0060289C"/>
    <w:rsid w:val="00602AFF"/>
    <w:rsid w:val="0060442E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A9D"/>
    <w:rsid w:val="00616EAA"/>
    <w:rsid w:val="00616F81"/>
    <w:rsid w:val="006208DF"/>
    <w:rsid w:val="00630A93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9FF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277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17"/>
    <w:rsid w:val="007077E5"/>
    <w:rsid w:val="00710723"/>
    <w:rsid w:val="007161BD"/>
    <w:rsid w:val="00720802"/>
    <w:rsid w:val="00720CB5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179F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0675"/>
    <w:rsid w:val="0076286B"/>
    <w:rsid w:val="00766846"/>
    <w:rsid w:val="0076790E"/>
    <w:rsid w:val="00770601"/>
    <w:rsid w:val="0077673A"/>
    <w:rsid w:val="00776C2B"/>
    <w:rsid w:val="00776DD2"/>
    <w:rsid w:val="00777B1F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FFC"/>
    <w:rsid w:val="007C15BD"/>
    <w:rsid w:val="007C4C8F"/>
    <w:rsid w:val="007D1E1A"/>
    <w:rsid w:val="007D309B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2DEB"/>
    <w:rsid w:val="00824893"/>
    <w:rsid w:val="00825589"/>
    <w:rsid w:val="00826B7B"/>
    <w:rsid w:val="0083158B"/>
    <w:rsid w:val="0083197D"/>
    <w:rsid w:val="00831E0F"/>
    <w:rsid w:val="00833AC0"/>
    <w:rsid w:val="00834146"/>
    <w:rsid w:val="00840EA1"/>
    <w:rsid w:val="00842C1B"/>
    <w:rsid w:val="00846789"/>
    <w:rsid w:val="008516D4"/>
    <w:rsid w:val="00854B3C"/>
    <w:rsid w:val="00855188"/>
    <w:rsid w:val="008579F7"/>
    <w:rsid w:val="00857CC5"/>
    <w:rsid w:val="00865541"/>
    <w:rsid w:val="00865F5F"/>
    <w:rsid w:val="00872C00"/>
    <w:rsid w:val="00877566"/>
    <w:rsid w:val="00877579"/>
    <w:rsid w:val="00877EEA"/>
    <w:rsid w:val="0088200B"/>
    <w:rsid w:val="00887F36"/>
    <w:rsid w:val="00890A4F"/>
    <w:rsid w:val="00893DFC"/>
    <w:rsid w:val="00896BAA"/>
    <w:rsid w:val="008975AC"/>
    <w:rsid w:val="008A01EA"/>
    <w:rsid w:val="008A04BA"/>
    <w:rsid w:val="008A19E2"/>
    <w:rsid w:val="008A23C0"/>
    <w:rsid w:val="008A3568"/>
    <w:rsid w:val="008A3ACD"/>
    <w:rsid w:val="008A4FE4"/>
    <w:rsid w:val="008A6999"/>
    <w:rsid w:val="008B152E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3E63"/>
    <w:rsid w:val="008D440D"/>
    <w:rsid w:val="008D73F8"/>
    <w:rsid w:val="008D791A"/>
    <w:rsid w:val="008D7BB9"/>
    <w:rsid w:val="008E0271"/>
    <w:rsid w:val="008E1CE1"/>
    <w:rsid w:val="008E216F"/>
    <w:rsid w:val="008E54C8"/>
    <w:rsid w:val="008E6D32"/>
    <w:rsid w:val="008F0628"/>
    <w:rsid w:val="008F18D6"/>
    <w:rsid w:val="008F2C9B"/>
    <w:rsid w:val="008F3613"/>
    <w:rsid w:val="008F4FFC"/>
    <w:rsid w:val="008F6AC2"/>
    <w:rsid w:val="008F797B"/>
    <w:rsid w:val="0090019A"/>
    <w:rsid w:val="00901561"/>
    <w:rsid w:val="00904780"/>
    <w:rsid w:val="009048B2"/>
    <w:rsid w:val="00904CC9"/>
    <w:rsid w:val="0090635B"/>
    <w:rsid w:val="00906434"/>
    <w:rsid w:val="009072CA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4A33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4263"/>
    <w:rsid w:val="009774EB"/>
    <w:rsid w:val="00980A43"/>
    <w:rsid w:val="00980EEF"/>
    <w:rsid w:val="00981A8E"/>
    <w:rsid w:val="009830A5"/>
    <w:rsid w:val="009903C3"/>
    <w:rsid w:val="009920E1"/>
    <w:rsid w:val="00992D9C"/>
    <w:rsid w:val="00992FC6"/>
    <w:rsid w:val="0099373F"/>
    <w:rsid w:val="009948ED"/>
    <w:rsid w:val="00996CB8"/>
    <w:rsid w:val="009A2596"/>
    <w:rsid w:val="009A2B1A"/>
    <w:rsid w:val="009A2E9E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78E3"/>
    <w:rsid w:val="009F0AF2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2442"/>
    <w:rsid w:val="00A23726"/>
    <w:rsid w:val="00A23CD5"/>
    <w:rsid w:val="00A24D8A"/>
    <w:rsid w:val="00A304E3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1BF5"/>
    <w:rsid w:val="00A530BF"/>
    <w:rsid w:val="00A533DD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0E74"/>
    <w:rsid w:val="00A71189"/>
    <w:rsid w:val="00A7364A"/>
    <w:rsid w:val="00A74DCC"/>
    <w:rsid w:val="00A753ED"/>
    <w:rsid w:val="00A757E3"/>
    <w:rsid w:val="00A774DB"/>
    <w:rsid w:val="00A77512"/>
    <w:rsid w:val="00A80CE4"/>
    <w:rsid w:val="00A8227E"/>
    <w:rsid w:val="00A8254C"/>
    <w:rsid w:val="00A8385E"/>
    <w:rsid w:val="00A858A1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452C"/>
    <w:rsid w:val="00AD5EA8"/>
    <w:rsid w:val="00AD5F1A"/>
    <w:rsid w:val="00AD6731"/>
    <w:rsid w:val="00AD75BB"/>
    <w:rsid w:val="00AF0FD3"/>
    <w:rsid w:val="00AF1C5F"/>
    <w:rsid w:val="00AF2E9E"/>
    <w:rsid w:val="00AF45E7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42A3"/>
    <w:rsid w:val="00B15371"/>
    <w:rsid w:val="00B15D0D"/>
    <w:rsid w:val="00B179FE"/>
    <w:rsid w:val="00B22106"/>
    <w:rsid w:val="00B22892"/>
    <w:rsid w:val="00B26806"/>
    <w:rsid w:val="00B31D98"/>
    <w:rsid w:val="00B324A1"/>
    <w:rsid w:val="00B331AB"/>
    <w:rsid w:val="00B344A3"/>
    <w:rsid w:val="00B36DC5"/>
    <w:rsid w:val="00B46BA5"/>
    <w:rsid w:val="00B46F33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4CF8"/>
    <w:rsid w:val="00B75155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394F"/>
    <w:rsid w:val="00B94742"/>
    <w:rsid w:val="00B94F10"/>
    <w:rsid w:val="00B961F9"/>
    <w:rsid w:val="00B97CC3"/>
    <w:rsid w:val="00BA15C6"/>
    <w:rsid w:val="00BA2F47"/>
    <w:rsid w:val="00BB274D"/>
    <w:rsid w:val="00BB5D60"/>
    <w:rsid w:val="00BB7876"/>
    <w:rsid w:val="00BC0405"/>
    <w:rsid w:val="00BC06C4"/>
    <w:rsid w:val="00BC5413"/>
    <w:rsid w:val="00BC56A0"/>
    <w:rsid w:val="00BC5755"/>
    <w:rsid w:val="00BC62DD"/>
    <w:rsid w:val="00BC6856"/>
    <w:rsid w:val="00BD43C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01BE"/>
    <w:rsid w:val="00C13860"/>
    <w:rsid w:val="00C15981"/>
    <w:rsid w:val="00C226C0"/>
    <w:rsid w:val="00C229EF"/>
    <w:rsid w:val="00C22D8F"/>
    <w:rsid w:val="00C23FB5"/>
    <w:rsid w:val="00C24A6A"/>
    <w:rsid w:val="00C24E5E"/>
    <w:rsid w:val="00C3030A"/>
    <w:rsid w:val="00C30CA8"/>
    <w:rsid w:val="00C33D7C"/>
    <w:rsid w:val="00C3492B"/>
    <w:rsid w:val="00C365DA"/>
    <w:rsid w:val="00C36679"/>
    <w:rsid w:val="00C369C5"/>
    <w:rsid w:val="00C4162B"/>
    <w:rsid w:val="00C42FE6"/>
    <w:rsid w:val="00C44F6A"/>
    <w:rsid w:val="00C468CB"/>
    <w:rsid w:val="00C51B48"/>
    <w:rsid w:val="00C53FFF"/>
    <w:rsid w:val="00C54E22"/>
    <w:rsid w:val="00C56FB9"/>
    <w:rsid w:val="00C61218"/>
    <w:rsid w:val="00C6198E"/>
    <w:rsid w:val="00C64180"/>
    <w:rsid w:val="00C708EA"/>
    <w:rsid w:val="00C709C9"/>
    <w:rsid w:val="00C70D3E"/>
    <w:rsid w:val="00C711EA"/>
    <w:rsid w:val="00C7130F"/>
    <w:rsid w:val="00C71821"/>
    <w:rsid w:val="00C73385"/>
    <w:rsid w:val="00C740F4"/>
    <w:rsid w:val="00C76278"/>
    <w:rsid w:val="00C778A5"/>
    <w:rsid w:val="00C801D2"/>
    <w:rsid w:val="00C80C50"/>
    <w:rsid w:val="00C84106"/>
    <w:rsid w:val="00C86957"/>
    <w:rsid w:val="00C876BD"/>
    <w:rsid w:val="00C900AC"/>
    <w:rsid w:val="00C94236"/>
    <w:rsid w:val="00C95162"/>
    <w:rsid w:val="00C96F07"/>
    <w:rsid w:val="00C97B3D"/>
    <w:rsid w:val="00CA3604"/>
    <w:rsid w:val="00CA4259"/>
    <w:rsid w:val="00CB05FC"/>
    <w:rsid w:val="00CB2703"/>
    <w:rsid w:val="00CB3363"/>
    <w:rsid w:val="00CB4991"/>
    <w:rsid w:val="00CB4CF4"/>
    <w:rsid w:val="00CB6A37"/>
    <w:rsid w:val="00CB6F94"/>
    <w:rsid w:val="00CB7684"/>
    <w:rsid w:val="00CC11FB"/>
    <w:rsid w:val="00CC2699"/>
    <w:rsid w:val="00CC614B"/>
    <w:rsid w:val="00CC7C8F"/>
    <w:rsid w:val="00CD1383"/>
    <w:rsid w:val="00CD1FC4"/>
    <w:rsid w:val="00CD743A"/>
    <w:rsid w:val="00CE1C97"/>
    <w:rsid w:val="00CE1F63"/>
    <w:rsid w:val="00CE7611"/>
    <w:rsid w:val="00CF034F"/>
    <w:rsid w:val="00CF2936"/>
    <w:rsid w:val="00D0273B"/>
    <w:rsid w:val="00D034A0"/>
    <w:rsid w:val="00D0732C"/>
    <w:rsid w:val="00D12130"/>
    <w:rsid w:val="00D12C5F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0E4"/>
    <w:rsid w:val="00D4108E"/>
    <w:rsid w:val="00D4656A"/>
    <w:rsid w:val="00D47028"/>
    <w:rsid w:val="00D47647"/>
    <w:rsid w:val="00D51430"/>
    <w:rsid w:val="00D51539"/>
    <w:rsid w:val="00D521D0"/>
    <w:rsid w:val="00D55077"/>
    <w:rsid w:val="00D6163D"/>
    <w:rsid w:val="00D61BB3"/>
    <w:rsid w:val="00D67D3D"/>
    <w:rsid w:val="00D71DBA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570D"/>
    <w:rsid w:val="00D86D36"/>
    <w:rsid w:val="00D90C8B"/>
    <w:rsid w:val="00D93C1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F75"/>
    <w:rsid w:val="00DC31D8"/>
    <w:rsid w:val="00DC430B"/>
    <w:rsid w:val="00DC55C8"/>
    <w:rsid w:val="00DC60F1"/>
    <w:rsid w:val="00DC7AC4"/>
    <w:rsid w:val="00DD10A4"/>
    <w:rsid w:val="00DD22E7"/>
    <w:rsid w:val="00DD23F0"/>
    <w:rsid w:val="00DD46F3"/>
    <w:rsid w:val="00DD5E70"/>
    <w:rsid w:val="00DE1938"/>
    <w:rsid w:val="00DE30F2"/>
    <w:rsid w:val="00DE39FF"/>
    <w:rsid w:val="00DE51A5"/>
    <w:rsid w:val="00DE56F2"/>
    <w:rsid w:val="00DE57DF"/>
    <w:rsid w:val="00DF116D"/>
    <w:rsid w:val="00DF1B8A"/>
    <w:rsid w:val="00DF4DDD"/>
    <w:rsid w:val="00DF544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05DB1"/>
    <w:rsid w:val="00E125E0"/>
    <w:rsid w:val="00E16FF7"/>
    <w:rsid w:val="00E1732F"/>
    <w:rsid w:val="00E17417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A"/>
    <w:rsid w:val="00E91576"/>
    <w:rsid w:val="00E95BF0"/>
    <w:rsid w:val="00E9714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5FB5"/>
    <w:rsid w:val="00EC613E"/>
    <w:rsid w:val="00EC75ED"/>
    <w:rsid w:val="00ED0322"/>
    <w:rsid w:val="00ED0703"/>
    <w:rsid w:val="00ED1089"/>
    <w:rsid w:val="00ED14BD"/>
    <w:rsid w:val="00ED1E11"/>
    <w:rsid w:val="00ED2516"/>
    <w:rsid w:val="00ED2E69"/>
    <w:rsid w:val="00ED66D9"/>
    <w:rsid w:val="00EE2D32"/>
    <w:rsid w:val="00EE5468"/>
    <w:rsid w:val="00EE6FF4"/>
    <w:rsid w:val="00EE75CA"/>
    <w:rsid w:val="00EF1373"/>
    <w:rsid w:val="00EF4D05"/>
    <w:rsid w:val="00EF58EE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448D"/>
    <w:rsid w:val="00F45607"/>
    <w:rsid w:val="00F4722B"/>
    <w:rsid w:val="00F51F4F"/>
    <w:rsid w:val="00F52388"/>
    <w:rsid w:val="00F52698"/>
    <w:rsid w:val="00F54432"/>
    <w:rsid w:val="00F55CE8"/>
    <w:rsid w:val="00F60958"/>
    <w:rsid w:val="00F60DF5"/>
    <w:rsid w:val="00F60EBA"/>
    <w:rsid w:val="00F659EB"/>
    <w:rsid w:val="00F6604E"/>
    <w:rsid w:val="00F66312"/>
    <w:rsid w:val="00F66DA9"/>
    <w:rsid w:val="00F673CB"/>
    <w:rsid w:val="00F705D1"/>
    <w:rsid w:val="00F72FDF"/>
    <w:rsid w:val="00F73947"/>
    <w:rsid w:val="00F760D0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4ADE"/>
    <w:rsid w:val="00F95A15"/>
    <w:rsid w:val="00F978A1"/>
    <w:rsid w:val="00FA17DD"/>
    <w:rsid w:val="00FA21D3"/>
    <w:rsid w:val="00FA5522"/>
    <w:rsid w:val="00FB1E72"/>
    <w:rsid w:val="00FB2545"/>
    <w:rsid w:val="00FB5DE8"/>
    <w:rsid w:val="00FB6342"/>
    <w:rsid w:val="00FB6C97"/>
    <w:rsid w:val="00FC3C9B"/>
    <w:rsid w:val="00FC6389"/>
    <w:rsid w:val="00FD0503"/>
    <w:rsid w:val="00FD3003"/>
    <w:rsid w:val="00FD55A7"/>
    <w:rsid w:val="00FD5F18"/>
    <w:rsid w:val="00FE22C4"/>
    <w:rsid w:val="00FE5309"/>
    <w:rsid w:val="00FE5F22"/>
    <w:rsid w:val="00FE69DC"/>
    <w:rsid w:val="00FE6AEC"/>
    <w:rsid w:val="00FE6D31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0817D4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tabs>
        <w:tab w:val="clear" w:pos="5841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2233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22338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1F3729"/>
    <w:rsid w:val="00204520"/>
    <w:rsid w:val="0022554F"/>
    <w:rsid w:val="00256AC1"/>
    <w:rsid w:val="00290B97"/>
    <w:rsid w:val="002D74B9"/>
    <w:rsid w:val="002E448E"/>
    <w:rsid w:val="00323BA3"/>
    <w:rsid w:val="003C059B"/>
    <w:rsid w:val="003C7D46"/>
    <w:rsid w:val="003D1CE3"/>
    <w:rsid w:val="00424365"/>
    <w:rsid w:val="00435C41"/>
    <w:rsid w:val="005072B1"/>
    <w:rsid w:val="00542E65"/>
    <w:rsid w:val="00553D37"/>
    <w:rsid w:val="005814E5"/>
    <w:rsid w:val="005A5A36"/>
    <w:rsid w:val="005B1DD6"/>
    <w:rsid w:val="005B33B9"/>
    <w:rsid w:val="005C1F79"/>
    <w:rsid w:val="005C446F"/>
    <w:rsid w:val="00641106"/>
    <w:rsid w:val="007263AB"/>
    <w:rsid w:val="007A54EE"/>
    <w:rsid w:val="007C04C2"/>
    <w:rsid w:val="007C185D"/>
    <w:rsid w:val="007D2C26"/>
    <w:rsid w:val="008417F1"/>
    <w:rsid w:val="0086506A"/>
    <w:rsid w:val="0088762F"/>
    <w:rsid w:val="00897FA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A720A1"/>
    <w:rsid w:val="00AC4C3E"/>
    <w:rsid w:val="00AD1EB4"/>
    <w:rsid w:val="00B00FA3"/>
    <w:rsid w:val="00B16F27"/>
    <w:rsid w:val="00BE1EC7"/>
    <w:rsid w:val="00BF7EAF"/>
    <w:rsid w:val="00C4354E"/>
    <w:rsid w:val="00C710FC"/>
    <w:rsid w:val="00CC6050"/>
    <w:rsid w:val="00D1027E"/>
    <w:rsid w:val="00D60657"/>
    <w:rsid w:val="00DA36A4"/>
    <w:rsid w:val="00EC1FE9"/>
    <w:rsid w:val="00F173C8"/>
    <w:rsid w:val="00F37322"/>
    <w:rsid w:val="00F56CC5"/>
    <w:rsid w:val="00F72E8C"/>
    <w:rsid w:val="00FB33C1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7D46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ACEB75613C9541A7B029A904761A6318">
    <w:name w:val="ACEB75613C9541A7B029A904761A6318"/>
    <w:rsid w:val="003C7D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D51BC-AA25-4F64-A4DC-411D3DD0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</TotalTime>
  <Pages>16</Pages>
  <Words>6183</Words>
  <Characters>36480</Characters>
  <Application>Microsoft Office Word</Application>
  <DocSecurity>0</DocSecurity>
  <Lines>304</Lines>
  <Paragraphs>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Chromý Marek, Ing.</cp:lastModifiedBy>
  <cp:revision>3</cp:revision>
  <cp:lastPrinted>2022-12-07T13:03:00Z</cp:lastPrinted>
  <dcterms:created xsi:type="dcterms:W3CDTF">2023-06-08T11:51:00Z</dcterms:created>
  <dcterms:modified xsi:type="dcterms:W3CDTF">2023-06-08T11:52:00Z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